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7D8052" w14:textId="265DE5A7" w:rsidR="00FF53F7" w:rsidRDefault="00C230D2" w:rsidP="00A8638D">
      <w:pPr>
        <w:pStyle w:val="a3"/>
        <w:tabs>
          <w:tab w:val="left" w:pos="9468"/>
        </w:tabs>
        <w:snapToGrid w:val="0"/>
        <w:spacing w:line="240" w:lineRule="auto"/>
        <w:ind w:right="-30"/>
        <w:jc w:val="right"/>
        <w:rPr>
          <w:spacing w:val="0"/>
        </w:rPr>
      </w:pPr>
      <w:r>
        <w:rPr>
          <w:noProof/>
          <w:spacing w:val="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39200C0" wp14:editId="31ECD43A">
                <wp:simplePos x="0" y="0"/>
                <wp:positionH relativeFrom="column">
                  <wp:posOffset>19050</wp:posOffset>
                </wp:positionH>
                <wp:positionV relativeFrom="paragraph">
                  <wp:posOffset>-231140</wp:posOffset>
                </wp:positionV>
                <wp:extent cx="1019175" cy="381000"/>
                <wp:effectExtent l="19050" t="19050" r="28575" b="19050"/>
                <wp:wrapNone/>
                <wp:docPr id="1" name="四角形: 角を丸くする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9175" cy="381000"/>
                        </a:xfrm>
                        <a:prstGeom prst="roundRect">
                          <a:avLst>
                            <a:gd name="adj" fmla="val 39524"/>
                          </a:avLst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3B4C0D0" w14:textId="77777777" w:rsidR="00C230D2" w:rsidRPr="00E224EF" w:rsidRDefault="00C230D2" w:rsidP="00C230D2">
                            <w:pPr>
                              <w:spacing w:line="280" w:lineRule="exact"/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224EF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9200C0" id="四角形: 角を丸くする 1" o:spid="_x0000_s1026" style="position:absolute;left:0;text-align:left;margin-left:1.5pt;margin-top:-18.2pt;width:80.25pt;height:30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59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" filled="f" strokecolor="red" strokeweight="2.25pt">
                <v:stroke joinstyle="miter"/>
                <v:path arrowok="t"/>
                <v:textbox>
                  <w:txbxContent>
                    <w:p w14:paraId="63B4C0D0" w14:textId="77777777" w:rsidR="00C230D2" w:rsidRPr="00E224EF" w:rsidRDefault="00C230D2" w:rsidP="00C230D2">
                      <w:pPr>
                        <w:spacing w:line="280" w:lineRule="exact"/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 w:rsidRPr="00E224EF">
                        <w:rPr>
                          <w:rFonts w:ascii="HGP創英角ﾎﾟｯﾌﾟ体" w:eastAsia="HGP創英角ﾎﾟｯﾌﾟ体" w:hAnsi="HGP創英角ﾎﾟｯﾌﾟ体" w:hint="eastAsia"/>
                          <w:b/>
                          <w:bCs/>
                          <w:color w:val="000000"/>
                          <w:sz w:val="28"/>
                          <w:szCs w:val="28"/>
                        </w:rPr>
                        <w:t>記入例</w:t>
                      </w:r>
                    </w:p>
                  </w:txbxContent>
                </v:textbox>
              </v:roundrect>
            </w:pict>
          </mc:Fallback>
        </mc:AlternateContent>
      </w:r>
      <w:r w:rsidR="00415952">
        <w:rPr>
          <w:rFonts w:ascii="ＭＳ 明朝" w:hAnsi="ＭＳ 明朝" w:hint="eastAsia"/>
        </w:rPr>
        <w:t>別紙</w:t>
      </w:r>
      <w:r w:rsidR="00FF53F7">
        <w:rPr>
          <w:rFonts w:ascii="ＭＳ 明朝" w:hAnsi="ＭＳ 明朝" w:hint="eastAsia"/>
        </w:rPr>
        <w:t>第</w:t>
      </w:r>
      <w:r w:rsidR="0088182E">
        <w:rPr>
          <w:rFonts w:ascii="ＭＳ 明朝" w:hAnsi="ＭＳ 明朝" w:hint="eastAsia"/>
        </w:rPr>
        <w:t>５</w:t>
      </w:r>
    </w:p>
    <w:p w14:paraId="2DB07313" w14:textId="2CF0A104" w:rsidR="00FF53F7" w:rsidRDefault="00FF53F7" w:rsidP="00A8638D">
      <w:pPr>
        <w:pStyle w:val="a3"/>
        <w:snapToGrid w:val="0"/>
        <w:spacing w:line="240" w:lineRule="auto"/>
        <w:jc w:val="center"/>
        <w:rPr>
          <w:spacing w:val="0"/>
        </w:rPr>
      </w:pPr>
      <w:r>
        <w:rPr>
          <w:rFonts w:ascii="ＭＳ 明朝" w:hAnsi="ＭＳ 明朝" w:hint="eastAsia"/>
          <w:spacing w:val="10"/>
          <w:sz w:val="32"/>
          <w:szCs w:val="32"/>
        </w:rPr>
        <w:t>基地入門者名簿（販売員）</w:t>
      </w:r>
    </w:p>
    <w:p w14:paraId="653B7CF6" w14:textId="77777777" w:rsidR="00FF53F7" w:rsidRDefault="00FF53F7" w:rsidP="00A8638D">
      <w:pPr>
        <w:pStyle w:val="a3"/>
        <w:snapToGrid w:val="0"/>
        <w:spacing w:line="240" w:lineRule="auto"/>
        <w:rPr>
          <w:spacing w:val="0"/>
        </w:rPr>
      </w:pPr>
    </w:p>
    <w:p w14:paraId="3635DA23" w14:textId="28D12C34" w:rsidR="005A1968" w:rsidRDefault="00FF53F7" w:rsidP="00A8638D">
      <w:pPr>
        <w:pStyle w:val="a3"/>
        <w:snapToGrid w:val="0"/>
        <w:spacing w:line="240" w:lineRule="auto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                                </w:t>
      </w:r>
      <w:r w:rsidR="00AE7F49">
        <w:rPr>
          <w:rFonts w:ascii="ＭＳ 明朝" w:hAnsi="ＭＳ 明朝" w:hint="eastAsia"/>
          <w:spacing w:val="4"/>
        </w:rPr>
        <w:t xml:space="preserve">　</w:t>
      </w:r>
      <w:r w:rsidR="00F8390A">
        <w:rPr>
          <w:rFonts w:ascii="ＭＳ 明朝" w:hAnsi="ＭＳ 明朝" w:hint="eastAsia"/>
          <w:spacing w:val="4"/>
        </w:rPr>
        <w:t xml:space="preserve">　　　</w:t>
      </w:r>
      <w:r w:rsidR="00F8390A">
        <w:rPr>
          <w:rFonts w:ascii="ＭＳ 明朝" w:hAnsi="ＭＳ 明朝" w:hint="eastAsia"/>
          <w:u w:val="single" w:color="000000"/>
        </w:rPr>
        <w:t xml:space="preserve">商工会名　</w:t>
      </w:r>
      <w:r w:rsidR="00F8390A" w:rsidRPr="00F1125E">
        <w:rPr>
          <w:rFonts w:asciiTheme="majorEastAsia" w:eastAsiaTheme="majorEastAsia" w:hAnsiTheme="majorEastAsia" w:hint="eastAsia"/>
          <w:b/>
          <w:bCs/>
          <w:color w:val="FF0000"/>
          <w:u w:val="single" w:color="000000"/>
        </w:rPr>
        <w:t>愛知商工会</w:t>
      </w:r>
      <w:r w:rsidR="00F8390A">
        <w:rPr>
          <w:rFonts w:ascii="ＭＳ 明朝" w:hAnsi="ＭＳ 明朝" w:hint="eastAsia"/>
          <w:u w:val="single" w:color="000000"/>
        </w:rPr>
        <w:t xml:space="preserve">　　　　　</w:t>
      </w:r>
    </w:p>
    <w:tbl>
      <w:tblPr>
        <w:tblW w:w="0" w:type="auto"/>
        <w:tblInd w:w="16" w:type="dxa"/>
        <w:tblLayout w:type="fixed"/>
        <w:tblCellMar>
          <w:left w:w="16" w:type="dxa"/>
          <w:right w:w="16" w:type="dxa"/>
        </w:tblCellMar>
        <w:tblLook w:val="0000" w:firstRow="0" w:lastRow="0" w:firstColumn="0" w:lastColumn="0" w:noHBand="0" w:noVBand="0"/>
      </w:tblPr>
      <w:tblGrid>
        <w:gridCol w:w="1134"/>
        <w:gridCol w:w="2576"/>
        <w:gridCol w:w="1492"/>
        <w:gridCol w:w="4154"/>
      </w:tblGrid>
      <w:tr w:rsidR="00827948" w14:paraId="4A06EF0B" w14:textId="77777777" w:rsidTr="0088182E">
        <w:trPr>
          <w:trHeight w:val="66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E325A" w14:textId="77777777" w:rsidR="00827948" w:rsidRDefault="00827948" w:rsidP="00A8638D">
            <w:pPr>
              <w:pStyle w:val="a3"/>
              <w:snapToGrid w:val="0"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№</w:t>
            </w:r>
          </w:p>
          <w:p w14:paraId="14DE8508" w14:textId="77777777" w:rsidR="00827948" w:rsidRDefault="00827948" w:rsidP="00A8638D">
            <w:pPr>
              <w:pStyle w:val="a3"/>
              <w:snapToGrid w:val="0"/>
              <w:spacing w:line="240" w:lineRule="auto"/>
              <w:jc w:val="center"/>
              <w:rPr>
                <w:spacing w:val="0"/>
              </w:rPr>
            </w:pPr>
            <w:r>
              <w:rPr>
                <w:rFonts w:cs="Century"/>
                <w:spacing w:val="0"/>
                <w:sz w:val="21"/>
                <w:szCs w:val="21"/>
              </w:rPr>
              <w:fldChar w:fldCharType="begin"/>
            </w:r>
            <w:r>
              <w:rPr>
                <w:rFonts w:cs="Century"/>
                <w:spacing w:val="0"/>
                <w:sz w:val="21"/>
                <w:szCs w:val="21"/>
              </w:rPr>
              <w:instrText xml:space="preserve"> eq \o\ad(\s\up 7(</w:instrText>
            </w:r>
            <w:r>
              <w:rPr>
                <w:rFonts w:ascii="ＭＳ 明朝" w:hAnsi="ＭＳ 明朝" w:hint="eastAsia"/>
                <w:spacing w:val="-8"/>
                <w:sz w:val="8"/>
                <w:szCs w:val="8"/>
              </w:rPr>
              <w:instrText xml:space="preserve">　　　　　　　</w:instrText>
            </w:r>
            <w:r>
              <w:rPr>
                <w:rFonts w:cs="Century"/>
                <w:spacing w:val="0"/>
                <w:sz w:val="21"/>
                <w:szCs w:val="21"/>
              </w:rPr>
              <w:instrText>),</w:instrText>
            </w:r>
            <w:r>
              <w:rPr>
                <w:rFonts w:ascii="ＭＳ 明朝" w:hAnsi="ＭＳ 明朝" w:hint="eastAsia"/>
                <w:spacing w:val="-4"/>
                <w:sz w:val="16"/>
                <w:szCs w:val="16"/>
              </w:rPr>
              <w:instrText>（責任者に○）</w:instrText>
            </w:r>
            <w:r>
              <w:rPr>
                <w:rFonts w:cs="Century"/>
                <w:spacing w:val="0"/>
                <w:sz w:val="21"/>
                <w:szCs w:val="21"/>
              </w:rPr>
              <w:instrText>)</w:instrText>
            </w:r>
            <w:r>
              <w:rPr>
                <w:rFonts w:cs="Century"/>
                <w:spacing w:val="0"/>
                <w:sz w:val="21"/>
                <w:szCs w:val="21"/>
              </w:rPr>
              <w:fldChar w:fldCharType="end"/>
            </w:r>
          </w:p>
        </w:tc>
        <w:tc>
          <w:tcPr>
            <w:tcW w:w="2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A251AF" w14:textId="77777777" w:rsidR="00827948" w:rsidRDefault="00827948" w:rsidP="00A8638D">
            <w:pPr>
              <w:pStyle w:val="a3"/>
              <w:snapToGrid w:val="0"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ふりがな</w:t>
            </w:r>
          </w:p>
          <w:p w14:paraId="69246EE1" w14:textId="77777777" w:rsidR="00827948" w:rsidRPr="00E667A4" w:rsidRDefault="00827948" w:rsidP="00A8638D">
            <w:pPr>
              <w:pStyle w:val="a3"/>
              <w:snapToGrid w:val="0"/>
              <w:spacing w:line="240" w:lineRule="auto"/>
              <w:jc w:val="center"/>
              <w:rPr>
                <w:spacing w:val="0"/>
              </w:rPr>
            </w:pPr>
            <w:r w:rsidRPr="00E667A4">
              <w:rPr>
                <w:rFonts w:cs="Century" w:hint="eastAsia"/>
                <w:spacing w:val="0"/>
              </w:rPr>
              <w:t>氏名</w:t>
            </w:r>
          </w:p>
        </w:tc>
        <w:tc>
          <w:tcPr>
            <w:tcW w:w="14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5BE9271" w14:textId="77777777" w:rsidR="00827948" w:rsidRDefault="00827948" w:rsidP="00A8638D">
            <w:pPr>
              <w:pStyle w:val="a3"/>
              <w:snapToGrid w:val="0"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生年月日</w:t>
            </w:r>
          </w:p>
          <w:p w14:paraId="6B04D7AF" w14:textId="77777777" w:rsidR="00827948" w:rsidRDefault="00827948" w:rsidP="00A8638D">
            <w:pPr>
              <w:pStyle w:val="a3"/>
              <w:snapToGrid w:val="0"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6"/>
                <w:sz w:val="20"/>
                <w:szCs w:val="20"/>
              </w:rPr>
              <w:t>（年齢）</w:t>
            </w:r>
          </w:p>
        </w:tc>
        <w:tc>
          <w:tcPr>
            <w:tcW w:w="41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3D33E39" w14:textId="77777777" w:rsidR="00827948" w:rsidRDefault="00827948" w:rsidP="0088182E">
            <w:pPr>
              <w:pStyle w:val="a3"/>
              <w:snapToGrid w:val="0"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住所</w:t>
            </w:r>
            <w:r w:rsidR="0088182E">
              <w:rPr>
                <w:rFonts w:ascii="ＭＳ 明朝" w:hAnsi="ＭＳ 明朝" w:hint="eastAsia"/>
              </w:rPr>
              <w:t>及び</w:t>
            </w:r>
            <w:r>
              <w:rPr>
                <w:spacing w:val="0"/>
              </w:rPr>
              <w:t>携帯電話番号</w:t>
            </w:r>
          </w:p>
        </w:tc>
      </w:tr>
      <w:tr w:rsidR="00F8390A" w14:paraId="06BC4258" w14:textId="77777777" w:rsidTr="0088182E">
        <w:trPr>
          <w:trHeight w:val="717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D46C7" w14:textId="5BABA8BE" w:rsidR="00F8390A" w:rsidRPr="00A8638D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①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756666" w14:textId="77777777" w:rsidR="00F8390A" w:rsidRPr="00F1125E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bCs/>
                <w:color w:val="FF0000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しょうこう　じろう</w:t>
            </w:r>
          </w:p>
          <w:p w14:paraId="56D3FC80" w14:textId="29E64E0B" w:rsidR="00F8390A" w:rsidRPr="00A8638D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商　工　二　郎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34CC08F" w14:textId="77777777" w:rsidR="00F8390A" w:rsidRPr="00F1125E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bCs/>
                <w:color w:val="FF0000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S**.**.**</w:t>
            </w:r>
          </w:p>
          <w:p w14:paraId="69219700" w14:textId="3283E925" w:rsidR="00F8390A" w:rsidRPr="00A8638D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(**)</w:t>
            </w: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993F6F4" w14:textId="77777777" w:rsidR="00F8390A" w:rsidRPr="00F1125E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bCs/>
                <w:color w:val="FF0000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愛知県名古屋市中村区･･･**-**</w:t>
            </w:r>
          </w:p>
          <w:p w14:paraId="588F2646" w14:textId="0C75B633" w:rsidR="00F8390A" w:rsidRPr="00A8638D" w:rsidRDefault="00F8390A" w:rsidP="00F8390A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（090-****-****）</w:t>
            </w:r>
          </w:p>
        </w:tc>
      </w:tr>
      <w:tr w:rsidR="00F8390A" w14:paraId="6EFFF948" w14:textId="77777777" w:rsidTr="0088182E">
        <w:trPr>
          <w:trHeight w:val="717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9E78E" w14:textId="1ADB87EA" w:rsidR="00F8390A" w:rsidRPr="00A8638D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２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2F9D720" w14:textId="77777777" w:rsidR="00F8390A" w:rsidRPr="00F1125E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bCs/>
                <w:color w:val="FF0000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あいち　さぶろう</w:t>
            </w:r>
          </w:p>
          <w:p w14:paraId="68806CB2" w14:textId="75BECC86" w:rsidR="00F8390A" w:rsidRPr="00A8638D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愛　知　三　郎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3B93215" w14:textId="21EA87F0" w:rsidR="00F8390A" w:rsidRPr="00F1125E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bCs/>
                <w:color w:val="FF0000"/>
                <w:spacing w:val="0"/>
              </w:rPr>
            </w:pPr>
            <w:r>
              <w:rPr>
                <w:rFonts w:asciiTheme="majorEastAsia" w:eastAsiaTheme="majorEastAsia" w:hAnsiTheme="majorEastAsia"/>
                <w:b/>
                <w:bCs/>
                <w:color w:val="FF0000"/>
                <w:spacing w:val="0"/>
              </w:rPr>
              <w:t>H</w:t>
            </w: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**.**.**</w:t>
            </w:r>
          </w:p>
          <w:p w14:paraId="4812F379" w14:textId="62C31DC7" w:rsidR="00F8390A" w:rsidRPr="00A8638D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(**)</w:t>
            </w: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25A4670" w14:textId="77777777" w:rsidR="00F8390A" w:rsidRPr="00F1125E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bCs/>
                <w:color w:val="FF0000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愛知県名古屋市東区･･･**-**</w:t>
            </w:r>
          </w:p>
          <w:p w14:paraId="70C27499" w14:textId="0C4D2D27" w:rsidR="00F8390A" w:rsidRPr="00A8638D" w:rsidRDefault="00F8390A" w:rsidP="00F8390A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（090-****-****）</w:t>
            </w:r>
          </w:p>
        </w:tc>
      </w:tr>
      <w:tr w:rsidR="00DA1319" w14:paraId="696C4FB1" w14:textId="77777777" w:rsidTr="0088182E">
        <w:trPr>
          <w:trHeight w:val="717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0664A" w14:textId="77777777" w:rsidR="00DA1319" w:rsidRPr="00F1125E" w:rsidRDefault="00DA1319" w:rsidP="00F8390A">
            <w:pPr>
              <w:pStyle w:val="a3"/>
              <w:snapToGrid w:val="0"/>
              <w:spacing w:line="240" w:lineRule="auto"/>
              <w:jc w:val="center"/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3C1198C" w14:textId="77777777" w:rsidR="00DA1319" w:rsidRPr="00F1125E" w:rsidRDefault="00DA1319" w:rsidP="00F8390A">
            <w:pPr>
              <w:pStyle w:val="a3"/>
              <w:snapToGrid w:val="0"/>
              <w:spacing w:line="240" w:lineRule="auto"/>
              <w:jc w:val="center"/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1FDE2A8" w14:textId="77777777" w:rsidR="00DA1319" w:rsidRDefault="00DA1319" w:rsidP="00F8390A">
            <w:pPr>
              <w:pStyle w:val="a3"/>
              <w:snapToGrid w:val="0"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bCs/>
                <w:color w:val="FF0000"/>
                <w:spacing w:val="0"/>
              </w:rPr>
            </w:pP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3ED15DA" w14:textId="2A00DBF7" w:rsidR="00DA1319" w:rsidRPr="00F1125E" w:rsidRDefault="00DA1319" w:rsidP="00DA1319">
            <w:pPr>
              <w:pStyle w:val="a3"/>
              <w:wordWrap/>
              <w:snapToGrid w:val="0"/>
              <w:spacing w:line="240" w:lineRule="auto"/>
              <w:jc w:val="center"/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以上２名、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0"/>
              </w:rPr>
              <w:t>クラウンに乗車</w:t>
            </w:r>
          </w:p>
        </w:tc>
      </w:tr>
      <w:tr w:rsidR="00F8390A" w14:paraId="7D62A768" w14:textId="77777777" w:rsidTr="0088182E">
        <w:trPr>
          <w:trHeight w:val="717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B27FA" w14:textId="07C9EB64" w:rsidR="00F8390A" w:rsidRPr="00A8638D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３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85813F9" w14:textId="77777777" w:rsidR="00F8390A" w:rsidRPr="00F1125E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bCs/>
                <w:color w:val="FF0000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なごや　しろう</w:t>
            </w:r>
          </w:p>
          <w:p w14:paraId="6D460A2A" w14:textId="16031D96" w:rsidR="00F8390A" w:rsidRPr="00A8638D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名古屋　四　朗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092CD13" w14:textId="4C1DE130" w:rsidR="00F8390A" w:rsidRPr="00F1125E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bCs/>
                <w:color w:val="FF0000"/>
                <w:spacing w:val="0"/>
              </w:rPr>
            </w:pPr>
            <w:r>
              <w:rPr>
                <w:rFonts w:asciiTheme="majorEastAsia" w:eastAsiaTheme="majorEastAsia" w:hAnsiTheme="majorEastAsia"/>
                <w:b/>
                <w:bCs/>
                <w:color w:val="FF0000"/>
                <w:spacing w:val="0"/>
              </w:rPr>
              <w:t>H</w:t>
            </w: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**.**.**</w:t>
            </w:r>
          </w:p>
          <w:p w14:paraId="440D4BED" w14:textId="6AD2139D" w:rsidR="00F8390A" w:rsidRPr="00A8638D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(**)</w:t>
            </w: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8475357" w14:textId="77777777" w:rsidR="00F8390A" w:rsidRPr="00F1125E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bCs/>
                <w:color w:val="FF0000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愛知県名古屋市西区･･･**-**</w:t>
            </w:r>
          </w:p>
          <w:p w14:paraId="5A7CB618" w14:textId="0354FA44" w:rsidR="00F8390A" w:rsidRPr="00A8638D" w:rsidRDefault="00F8390A" w:rsidP="00F8390A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（090-****-****）</w:t>
            </w:r>
          </w:p>
        </w:tc>
      </w:tr>
      <w:tr w:rsidR="00DA1319" w14:paraId="7233E791" w14:textId="77777777" w:rsidTr="0088182E">
        <w:trPr>
          <w:trHeight w:val="717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7D7BE" w14:textId="77777777" w:rsidR="00DA1319" w:rsidRPr="00F1125E" w:rsidRDefault="00DA1319" w:rsidP="00F8390A">
            <w:pPr>
              <w:pStyle w:val="a3"/>
              <w:snapToGrid w:val="0"/>
              <w:spacing w:line="240" w:lineRule="auto"/>
              <w:jc w:val="center"/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9BC43FB" w14:textId="77777777" w:rsidR="00DA1319" w:rsidRPr="00F1125E" w:rsidRDefault="00DA1319" w:rsidP="00F8390A">
            <w:pPr>
              <w:pStyle w:val="a3"/>
              <w:snapToGrid w:val="0"/>
              <w:spacing w:line="240" w:lineRule="auto"/>
              <w:jc w:val="center"/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88B141" w14:textId="77777777" w:rsidR="00DA1319" w:rsidRDefault="00DA1319" w:rsidP="00F8390A">
            <w:pPr>
              <w:pStyle w:val="a3"/>
              <w:snapToGrid w:val="0"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bCs/>
                <w:color w:val="FF0000"/>
                <w:spacing w:val="0"/>
              </w:rPr>
            </w:pP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504BF84" w14:textId="5AFBAA5F" w:rsidR="00DA1319" w:rsidRPr="00F1125E" w:rsidRDefault="00DA1319" w:rsidP="00F8390A">
            <w:pPr>
              <w:pStyle w:val="a3"/>
              <w:snapToGrid w:val="0"/>
              <w:spacing w:line="240" w:lineRule="auto"/>
              <w:jc w:val="center"/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以上１名、ハイエースに乗車</w:t>
            </w:r>
          </w:p>
        </w:tc>
      </w:tr>
      <w:tr w:rsidR="00F8390A" w14:paraId="0779DEDB" w14:textId="77777777" w:rsidTr="0088182E">
        <w:trPr>
          <w:trHeight w:val="717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D482D" w14:textId="6E11A505" w:rsidR="00F8390A" w:rsidRPr="00A8638D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４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5F49200" w14:textId="77777777" w:rsidR="00F8390A" w:rsidRPr="00F1125E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bCs/>
                <w:color w:val="FF0000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なごや　いちろう</w:t>
            </w:r>
          </w:p>
          <w:p w14:paraId="11D5341C" w14:textId="0291EB09" w:rsidR="00F8390A" w:rsidRPr="00A8638D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名古屋　一　郎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2F2745D" w14:textId="38C19FAF" w:rsidR="00F8390A" w:rsidRPr="00F1125E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bCs/>
                <w:color w:val="FF0000"/>
                <w:spacing w:val="0"/>
              </w:rPr>
            </w:pPr>
            <w:r>
              <w:rPr>
                <w:rFonts w:asciiTheme="majorEastAsia" w:eastAsiaTheme="majorEastAsia" w:hAnsiTheme="majorEastAsia"/>
                <w:b/>
                <w:bCs/>
                <w:color w:val="FF0000"/>
                <w:spacing w:val="0"/>
              </w:rPr>
              <w:t>S</w:t>
            </w: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**.**.**</w:t>
            </w:r>
          </w:p>
          <w:p w14:paraId="2918D40F" w14:textId="1A66E131" w:rsidR="00F8390A" w:rsidRPr="00A8638D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(**)</w:t>
            </w: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7D9D144" w14:textId="77777777" w:rsidR="00F8390A" w:rsidRPr="00F1125E" w:rsidRDefault="00F8390A" w:rsidP="00F8390A">
            <w:pPr>
              <w:pStyle w:val="a3"/>
              <w:snapToGrid w:val="0"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bCs/>
                <w:color w:val="FF0000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愛知県名古屋市北区･･･**-**</w:t>
            </w:r>
          </w:p>
          <w:p w14:paraId="72357296" w14:textId="7A3E0DF1" w:rsidR="00F8390A" w:rsidRPr="00A8638D" w:rsidRDefault="00F8390A" w:rsidP="00F8390A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  <w:r w:rsidRPr="00F1125E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（090-****-****）</w:t>
            </w:r>
          </w:p>
        </w:tc>
      </w:tr>
      <w:tr w:rsidR="00827948" w14:paraId="6FE61177" w14:textId="77777777" w:rsidTr="0088182E">
        <w:trPr>
          <w:trHeight w:val="717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71C7F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3BD2308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79F5BD26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665370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679BDA9C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85DC1F0" w14:textId="56AE8532" w:rsidR="00AE7F49" w:rsidRPr="00DA1319" w:rsidRDefault="00DA1319" w:rsidP="00DA1319">
            <w:pPr>
              <w:pStyle w:val="a3"/>
              <w:snapToGrid w:val="0"/>
              <w:spacing w:line="240" w:lineRule="auto"/>
              <w:jc w:val="center"/>
              <w:rPr>
                <w:rFonts w:ascii="ＭＳ ゴシック" w:eastAsia="ＭＳ ゴシック" w:hAnsi="ＭＳ ゴシック" w:hint="eastAsia"/>
                <w:b/>
                <w:bCs/>
                <w:spacing w:val="0"/>
              </w:rPr>
            </w:pPr>
            <w:r w:rsidRPr="00DA1319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0"/>
              </w:rPr>
              <w:t>以上１名、徒歩にて来場</w:t>
            </w:r>
          </w:p>
        </w:tc>
      </w:tr>
      <w:tr w:rsidR="00AE7F49" w14:paraId="73E56417" w14:textId="77777777" w:rsidTr="0088182E">
        <w:trPr>
          <w:trHeight w:val="717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8F70B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C6A41BA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43686984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7A4CAFE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280C242D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4D4AB23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1DB640EC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AE7F49" w14:paraId="08766CF4" w14:textId="77777777" w:rsidTr="0088182E">
        <w:trPr>
          <w:trHeight w:val="717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DB5B3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4706ADE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77C0B47D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6D92A8E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444248E7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DF38C0D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4350A929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827948" w14:paraId="50483E08" w14:textId="77777777" w:rsidTr="0088182E">
        <w:trPr>
          <w:trHeight w:val="717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3E8510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3838808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18069737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FE3D9A5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73215F69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256427E" w14:textId="77777777" w:rsidR="00827948" w:rsidRPr="00A8638D" w:rsidRDefault="00827948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2241C5A6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AE7F49" w14:paraId="6F11ADE2" w14:textId="77777777" w:rsidTr="0088182E">
        <w:trPr>
          <w:trHeight w:val="717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8092BE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58A7B0F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4C9FC7FD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8C81113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1E43C96A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992B43C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7C193BA2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AE7F49" w14:paraId="26BF51B4" w14:textId="77777777" w:rsidTr="0088182E">
        <w:trPr>
          <w:trHeight w:val="717"/>
        </w:trPr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48B702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4A17D9A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025C476E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92CE934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3AFB4A1B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556D2F6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7EE80972" w14:textId="77777777" w:rsidR="00AE7F49" w:rsidRPr="00A8638D" w:rsidRDefault="00AE7F49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88182E" w14:paraId="17381739" w14:textId="77777777" w:rsidTr="0088182E">
        <w:trPr>
          <w:trHeight w:val="717"/>
        </w:trPr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AE2077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7201FF0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2676288F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DFEBEDB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50ECA748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1DA5930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509C4CB8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88182E" w14:paraId="267555A1" w14:textId="77777777" w:rsidTr="0088182E">
        <w:trPr>
          <w:trHeight w:val="717"/>
        </w:trPr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2464A3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A358061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218AE7CD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8EB5FCA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28C6AAB1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88F07C3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5229BE46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88182E" w14:paraId="7FEC5858" w14:textId="77777777" w:rsidTr="0088182E">
        <w:trPr>
          <w:trHeight w:val="717"/>
        </w:trPr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2BEED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D438834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12CD0158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DB94743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27EFBB52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2F1F46F" w14:textId="77777777" w:rsidR="0088182E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  <w:p w14:paraId="073B1048" w14:textId="77777777" w:rsidR="0088182E" w:rsidRPr="00A8638D" w:rsidRDefault="0088182E" w:rsidP="00A8638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</w:tbl>
    <w:p w14:paraId="29061F08" w14:textId="77777777" w:rsidR="005A1968" w:rsidRDefault="005A1968" w:rsidP="00A8638D">
      <w:pPr>
        <w:pStyle w:val="a3"/>
        <w:snapToGrid w:val="0"/>
        <w:spacing w:line="240" w:lineRule="auto"/>
        <w:jc w:val="left"/>
        <w:rPr>
          <w:rFonts w:ascii="ＭＳ 明朝" w:hAnsi="ＭＳ 明朝"/>
        </w:rPr>
      </w:pPr>
    </w:p>
    <w:p w14:paraId="6AE14182" w14:textId="77777777" w:rsidR="0088182E" w:rsidRDefault="0088182E" w:rsidP="00A8638D">
      <w:pPr>
        <w:pStyle w:val="a3"/>
        <w:snapToGrid w:val="0"/>
        <w:spacing w:line="240" w:lineRule="auto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注意</w:t>
      </w:r>
    </w:p>
    <w:p w14:paraId="5E9AFCA1" w14:textId="41D7E9E9" w:rsidR="00AE7F49" w:rsidRDefault="00554FEF" w:rsidP="00A8638D">
      <w:pPr>
        <w:pStyle w:val="a3"/>
        <w:snapToGrid w:val="0"/>
        <w:spacing w:line="240" w:lineRule="auto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提出以降の人員の追加・変更は不可です。</w:t>
      </w:r>
    </w:p>
    <w:sectPr w:rsidR="00AE7F49" w:rsidSect="00AE7F49">
      <w:headerReference w:type="default" r:id="rId8"/>
      <w:type w:val="nextColumn"/>
      <w:pgSz w:w="11906" w:h="16838" w:code="9"/>
      <w:pgMar w:top="1418" w:right="1134" w:bottom="1418" w:left="1418" w:header="851" w:footer="567" w:gutter="0"/>
      <w:cols w:space="720"/>
      <w:noEndnote/>
      <w:docGrid w:type="linesAndChars" w:linePitch="291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003855" w14:textId="77777777" w:rsidR="0056680D" w:rsidRDefault="0056680D">
      <w:r>
        <w:separator/>
      </w:r>
    </w:p>
  </w:endnote>
  <w:endnote w:type="continuationSeparator" w:id="0">
    <w:p w14:paraId="13BD34B3" w14:textId="77777777" w:rsidR="0056680D" w:rsidRDefault="00566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DA959C" w14:textId="77777777" w:rsidR="0056680D" w:rsidRDefault="0056680D">
      <w:r>
        <w:separator/>
      </w:r>
    </w:p>
  </w:footnote>
  <w:footnote w:type="continuationSeparator" w:id="0">
    <w:p w14:paraId="5D5C6AAC" w14:textId="77777777" w:rsidR="0056680D" w:rsidRDefault="005668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379E30" w14:textId="77777777" w:rsidR="00DA23DE" w:rsidRPr="00AE7F49" w:rsidRDefault="00AE7F49" w:rsidP="00AE7F49">
    <w:pPr>
      <w:pStyle w:val="a4"/>
      <w:jc w:val="right"/>
    </w:pPr>
    <w:r>
      <w:rPr>
        <w:rFonts w:hint="eastAsia"/>
      </w:rPr>
      <w:t>（</w:t>
    </w:r>
    <w:r>
      <w:rPr>
        <w:rFonts w:hint="eastAsia"/>
      </w:rPr>
      <w:t>商工会用）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E1795"/>
    <w:multiLevelType w:val="hybridMultilevel"/>
    <w:tmpl w:val="87648CC4"/>
    <w:lvl w:ilvl="0" w:tplc="D0FAA362">
      <w:start w:val="4"/>
      <w:numFmt w:val="decimal"/>
      <w:lvlText w:val="(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1" w15:restartNumberingAfterBreak="0">
    <w:nsid w:val="245642ED"/>
    <w:multiLevelType w:val="hybridMultilevel"/>
    <w:tmpl w:val="EE90B62E"/>
    <w:lvl w:ilvl="0" w:tplc="83107FBC">
      <w:start w:val="1"/>
      <w:numFmt w:val="decimal"/>
      <w:lvlText w:val="(%1)"/>
      <w:lvlJc w:val="left"/>
      <w:pPr>
        <w:tabs>
          <w:tab w:val="num" w:pos="705"/>
        </w:tabs>
        <w:ind w:left="705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2" w15:restartNumberingAfterBreak="0">
    <w:nsid w:val="736F3092"/>
    <w:multiLevelType w:val="hybridMultilevel"/>
    <w:tmpl w:val="D2C09802"/>
    <w:lvl w:ilvl="0" w:tplc="A8CE5E7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6FA2D10"/>
    <w:multiLevelType w:val="hybridMultilevel"/>
    <w:tmpl w:val="8F02C046"/>
    <w:lvl w:ilvl="0" w:tplc="355A1C1A">
      <w:start w:val="1"/>
      <w:numFmt w:val="decimal"/>
      <w:lvlText w:val="(%1)"/>
      <w:lvlJc w:val="left"/>
      <w:pPr>
        <w:tabs>
          <w:tab w:val="num" w:pos="675"/>
        </w:tabs>
        <w:ind w:left="6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4" w15:restartNumberingAfterBreak="0">
    <w:nsid w:val="78BF7E8D"/>
    <w:multiLevelType w:val="hybridMultilevel"/>
    <w:tmpl w:val="D550FDAC"/>
    <w:lvl w:ilvl="0" w:tplc="DE668898">
      <w:start w:val="4"/>
      <w:numFmt w:val="decimal"/>
      <w:lvlText w:val="(%1)"/>
      <w:lvlJc w:val="left"/>
      <w:pPr>
        <w:tabs>
          <w:tab w:val="num" w:pos="842"/>
        </w:tabs>
        <w:ind w:left="842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2"/>
        </w:tabs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2"/>
        </w:tabs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2"/>
        </w:tabs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2"/>
        </w:tabs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2"/>
        </w:tabs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2"/>
        </w:tabs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2"/>
        </w:tabs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2"/>
        </w:tabs>
        <w:ind w:left="4022" w:hanging="420"/>
      </w:pPr>
    </w:lvl>
  </w:abstractNum>
  <w:num w:numId="1" w16cid:durableId="1997950979">
    <w:abstractNumId w:val="4"/>
  </w:num>
  <w:num w:numId="2" w16cid:durableId="853761504">
    <w:abstractNumId w:val="3"/>
  </w:num>
  <w:num w:numId="3" w16cid:durableId="390226494">
    <w:abstractNumId w:val="1"/>
  </w:num>
  <w:num w:numId="4" w16cid:durableId="364526672">
    <w:abstractNumId w:val="0"/>
  </w:num>
  <w:num w:numId="5" w16cid:durableId="16332937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4"/>
  <w:drawingGridVerticalSpacing w:val="291"/>
  <w:displayHorizontalDrawingGridEvery w:val="0"/>
  <w:doNotShadeFormData/>
  <w:characterSpacingControl w:val="compressPunctuation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0C81"/>
    <w:rsid w:val="00002A43"/>
    <w:rsid w:val="00003690"/>
    <w:rsid w:val="000059C0"/>
    <w:rsid w:val="000135DE"/>
    <w:rsid w:val="00014604"/>
    <w:rsid w:val="000146A5"/>
    <w:rsid w:val="00024F34"/>
    <w:rsid w:val="00034CD1"/>
    <w:rsid w:val="0005506B"/>
    <w:rsid w:val="00060B63"/>
    <w:rsid w:val="00062B25"/>
    <w:rsid w:val="000708B8"/>
    <w:rsid w:val="00070FE6"/>
    <w:rsid w:val="000712BB"/>
    <w:rsid w:val="00073D26"/>
    <w:rsid w:val="0009090F"/>
    <w:rsid w:val="000926A6"/>
    <w:rsid w:val="00092956"/>
    <w:rsid w:val="000A0071"/>
    <w:rsid w:val="000A1C23"/>
    <w:rsid w:val="000A27E7"/>
    <w:rsid w:val="000B35A7"/>
    <w:rsid w:val="000C3775"/>
    <w:rsid w:val="000E22AD"/>
    <w:rsid w:val="000E44D3"/>
    <w:rsid w:val="000F49EB"/>
    <w:rsid w:val="000F5688"/>
    <w:rsid w:val="00117D47"/>
    <w:rsid w:val="00121545"/>
    <w:rsid w:val="00123A14"/>
    <w:rsid w:val="001272E6"/>
    <w:rsid w:val="0014474C"/>
    <w:rsid w:val="001501DA"/>
    <w:rsid w:val="00152D90"/>
    <w:rsid w:val="001672AB"/>
    <w:rsid w:val="001811C7"/>
    <w:rsid w:val="001A0A06"/>
    <w:rsid w:val="001A15A0"/>
    <w:rsid w:val="001A2A1B"/>
    <w:rsid w:val="001C6AE3"/>
    <w:rsid w:val="001D51C7"/>
    <w:rsid w:val="001E2E1E"/>
    <w:rsid w:val="002033F4"/>
    <w:rsid w:val="002060DA"/>
    <w:rsid w:val="0021255B"/>
    <w:rsid w:val="00217CEA"/>
    <w:rsid w:val="00226282"/>
    <w:rsid w:val="00233001"/>
    <w:rsid w:val="002414B6"/>
    <w:rsid w:val="00247E1E"/>
    <w:rsid w:val="00251955"/>
    <w:rsid w:val="00253570"/>
    <w:rsid w:val="00256F87"/>
    <w:rsid w:val="00266381"/>
    <w:rsid w:val="0026647B"/>
    <w:rsid w:val="002677D5"/>
    <w:rsid w:val="00293B98"/>
    <w:rsid w:val="00295B32"/>
    <w:rsid w:val="002B240A"/>
    <w:rsid w:val="002B3A69"/>
    <w:rsid w:val="002B3C6D"/>
    <w:rsid w:val="002B5A41"/>
    <w:rsid w:val="002B7450"/>
    <w:rsid w:val="002C4239"/>
    <w:rsid w:val="002D0724"/>
    <w:rsid w:val="002D288B"/>
    <w:rsid w:val="002E15E6"/>
    <w:rsid w:val="003039B8"/>
    <w:rsid w:val="003403CB"/>
    <w:rsid w:val="0034494B"/>
    <w:rsid w:val="00346013"/>
    <w:rsid w:val="00351C51"/>
    <w:rsid w:val="00357831"/>
    <w:rsid w:val="00370DC3"/>
    <w:rsid w:val="00371DAF"/>
    <w:rsid w:val="00386E17"/>
    <w:rsid w:val="003945B4"/>
    <w:rsid w:val="00395C81"/>
    <w:rsid w:val="003B3435"/>
    <w:rsid w:val="003B446D"/>
    <w:rsid w:val="003C02EB"/>
    <w:rsid w:val="003C1DE4"/>
    <w:rsid w:val="003C267E"/>
    <w:rsid w:val="003C6661"/>
    <w:rsid w:val="003D571B"/>
    <w:rsid w:val="003D58FA"/>
    <w:rsid w:val="003D7F45"/>
    <w:rsid w:val="003E2A14"/>
    <w:rsid w:val="003E6AEB"/>
    <w:rsid w:val="004070E1"/>
    <w:rsid w:val="00414B9E"/>
    <w:rsid w:val="00415952"/>
    <w:rsid w:val="00417E39"/>
    <w:rsid w:val="00443392"/>
    <w:rsid w:val="004452F7"/>
    <w:rsid w:val="004469C3"/>
    <w:rsid w:val="00451E7A"/>
    <w:rsid w:val="004631F2"/>
    <w:rsid w:val="00471BE8"/>
    <w:rsid w:val="00474CD9"/>
    <w:rsid w:val="0048006E"/>
    <w:rsid w:val="004802BC"/>
    <w:rsid w:val="004810CD"/>
    <w:rsid w:val="00491F28"/>
    <w:rsid w:val="0049642C"/>
    <w:rsid w:val="004D4C0A"/>
    <w:rsid w:val="004D6C0A"/>
    <w:rsid w:val="004E4423"/>
    <w:rsid w:val="005003F8"/>
    <w:rsid w:val="00506E81"/>
    <w:rsid w:val="005175B3"/>
    <w:rsid w:val="00524A10"/>
    <w:rsid w:val="005359CD"/>
    <w:rsid w:val="00541BA9"/>
    <w:rsid w:val="00543E72"/>
    <w:rsid w:val="00554FEF"/>
    <w:rsid w:val="0056285C"/>
    <w:rsid w:val="0056287F"/>
    <w:rsid w:val="005639F1"/>
    <w:rsid w:val="0056649E"/>
    <w:rsid w:val="0056680D"/>
    <w:rsid w:val="00566C5D"/>
    <w:rsid w:val="00571B54"/>
    <w:rsid w:val="005755B9"/>
    <w:rsid w:val="005924D0"/>
    <w:rsid w:val="0059695D"/>
    <w:rsid w:val="005A1968"/>
    <w:rsid w:val="005A209E"/>
    <w:rsid w:val="005A2B97"/>
    <w:rsid w:val="005C1A4D"/>
    <w:rsid w:val="005D1C85"/>
    <w:rsid w:val="005D219E"/>
    <w:rsid w:val="005D2CF1"/>
    <w:rsid w:val="005F7416"/>
    <w:rsid w:val="00604009"/>
    <w:rsid w:val="006041F5"/>
    <w:rsid w:val="00607B7A"/>
    <w:rsid w:val="00617E9C"/>
    <w:rsid w:val="00623096"/>
    <w:rsid w:val="006275D1"/>
    <w:rsid w:val="00630B19"/>
    <w:rsid w:val="0063254F"/>
    <w:rsid w:val="00643553"/>
    <w:rsid w:val="00644F90"/>
    <w:rsid w:val="00646295"/>
    <w:rsid w:val="00646E9C"/>
    <w:rsid w:val="00665A32"/>
    <w:rsid w:val="00671E6C"/>
    <w:rsid w:val="00685831"/>
    <w:rsid w:val="00686FAB"/>
    <w:rsid w:val="006935E0"/>
    <w:rsid w:val="006B0238"/>
    <w:rsid w:val="006B2AE0"/>
    <w:rsid w:val="006C0C81"/>
    <w:rsid w:val="006C1968"/>
    <w:rsid w:val="006C2C48"/>
    <w:rsid w:val="006C4380"/>
    <w:rsid w:val="006C5775"/>
    <w:rsid w:val="006E0670"/>
    <w:rsid w:val="006F150E"/>
    <w:rsid w:val="00703FA1"/>
    <w:rsid w:val="00704D58"/>
    <w:rsid w:val="007102D6"/>
    <w:rsid w:val="00720629"/>
    <w:rsid w:val="00722218"/>
    <w:rsid w:val="00725B1E"/>
    <w:rsid w:val="00727131"/>
    <w:rsid w:val="007338A3"/>
    <w:rsid w:val="00735312"/>
    <w:rsid w:val="00735E24"/>
    <w:rsid w:val="00742B61"/>
    <w:rsid w:val="0075641F"/>
    <w:rsid w:val="00764591"/>
    <w:rsid w:val="007664B3"/>
    <w:rsid w:val="00767835"/>
    <w:rsid w:val="00771231"/>
    <w:rsid w:val="00773AC2"/>
    <w:rsid w:val="00786813"/>
    <w:rsid w:val="00786B9B"/>
    <w:rsid w:val="00787B93"/>
    <w:rsid w:val="00792FEB"/>
    <w:rsid w:val="007977E1"/>
    <w:rsid w:val="007A33E0"/>
    <w:rsid w:val="007A6624"/>
    <w:rsid w:val="007D1E9C"/>
    <w:rsid w:val="007D4BFB"/>
    <w:rsid w:val="007D70B0"/>
    <w:rsid w:val="007F1E13"/>
    <w:rsid w:val="007F5334"/>
    <w:rsid w:val="00800448"/>
    <w:rsid w:val="00810630"/>
    <w:rsid w:val="008125BE"/>
    <w:rsid w:val="0081535E"/>
    <w:rsid w:val="00821FE6"/>
    <w:rsid w:val="00827948"/>
    <w:rsid w:val="008355FA"/>
    <w:rsid w:val="00853294"/>
    <w:rsid w:val="0085450C"/>
    <w:rsid w:val="00877156"/>
    <w:rsid w:val="0088009B"/>
    <w:rsid w:val="0088182E"/>
    <w:rsid w:val="00882564"/>
    <w:rsid w:val="008858C2"/>
    <w:rsid w:val="00890071"/>
    <w:rsid w:val="00890331"/>
    <w:rsid w:val="00893A04"/>
    <w:rsid w:val="008A2ED6"/>
    <w:rsid w:val="008B1EAA"/>
    <w:rsid w:val="008B5FD9"/>
    <w:rsid w:val="008C4BFF"/>
    <w:rsid w:val="008D51B2"/>
    <w:rsid w:val="008E6614"/>
    <w:rsid w:val="008F1D6A"/>
    <w:rsid w:val="0090707D"/>
    <w:rsid w:val="0091499D"/>
    <w:rsid w:val="00927D3E"/>
    <w:rsid w:val="00931627"/>
    <w:rsid w:val="0093190C"/>
    <w:rsid w:val="009375A5"/>
    <w:rsid w:val="00950102"/>
    <w:rsid w:val="00955492"/>
    <w:rsid w:val="009611E7"/>
    <w:rsid w:val="009666A1"/>
    <w:rsid w:val="00972560"/>
    <w:rsid w:val="009725BB"/>
    <w:rsid w:val="00982817"/>
    <w:rsid w:val="0098754C"/>
    <w:rsid w:val="0099671F"/>
    <w:rsid w:val="009A08E6"/>
    <w:rsid w:val="009A36D8"/>
    <w:rsid w:val="009A4F4B"/>
    <w:rsid w:val="009B5F50"/>
    <w:rsid w:val="009E1295"/>
    <w:rsid w:val="009E4E27"/>
    <w:rsid w:val="009E6C87"/>
    <w:rsid w:val="00A007C3"/>
    <w:rsid w:val="00A02AC3"/>
    <w:rsid w:val="00A0530A"/>
    <w:rsid w:val="00A109F3"/>
    <w:rsid w:val="00A13780"/>
    <w:rsid w:val="00A145FA"/>
    <w:rsid w:val="00A14B28"/>
    <w:rsid w:val="00A16A5B"/>
    <w:rsid w:val="00A16C8D"/>
    <w:rsid w:val="00A22DED"/>
    <w:rsid w:val="00A257AE"/>
    <w:rsid w:val="00A34E78"/>
    <w:rsid w:val="00A37F55"/>
    <w:rsid w:val="00A43574"/>
    <w:rsid w:val="00A51702"/>
    <w:rsid w:val="00A54183"/>
    <w:rsid w:val="00A611D6"/>
    <w:rsid w:val="00A62027"/>
    <w:rsid w:val="00A67122"/>
    <w:rsid w:val="00A8638D"/>
    <w:rsid w:val="00A878F3"/>
    <w:rsid w:val="00A91CEF"/>
    <w:rsid w:val="00A92755"/>
    <w:rsid w:val="00A962EF"/>
    <w:rsid w:val="00AB35B9"/>
    <w:rsid w:val="00AC7731"/>
    <w:rsid w:val="00AD3A7F"/>
    <w:rsid w:val="00AD7259"/>
    <w:rsid w:val="00AE298D"/>
    <w:rsid w:val="00AE4712"/>
    <w:rsid w:val="00AE6EB3"/>
    <w:rsid w:val="00AE7F49"/>
    <w:rsid w:val="00AF01A4"/>
    <w:rsid w:val="00AF0DFA"/>
    <w:rsid w:val="00B15574"/>
    <w:rsid w:val="00B2067F"/>
    <w:rsid w:val="00B32EFA"/>
    <w:rsid w:val="00B34DC9"/>
    <w:rsid w:val="00B44966"/>
    <w:rsid w:val="00B45D85"/>
    <w:rsid w:val="00B46F50"/>
    <w:rsid w:val="00B53B1F"/>
    <w:rsid w:val="00B71E2A"/>
    <w:rsid w:val="00B92F2D"/>
    <w:rsid w:val="00B94702"/>
    <w:rsid w:val="00B97989"/>
    <w:rsid w:val="00BA1A24"/>
    <w:rsid w:val="00BB1B49"/>
    <w:rsid w:val="00BD5CB0"/>
    <w:rsid w:val="00BE1FB5"/>
    <w:rsid w:val="00BE674C"/>
    <w:rsid w:val="00BE6A17"/>
    <w:rsid w:val="00BF0633"/>
    <w:rsid w:val="00C05059"/>
    <w:rsid w:val="00C214EA"/>
    <w:rsid w:val="00C230D2"/>
    <w:rsid w:val="00C324F1"/>
    <w:rsid w:val="00C42CCB"/>
    <w:rsid w:val="00C515AF"/>
    <w:rsid w:val="00C61D69"/>
    <w:rsid w:val="00C62087"/>
    <w:rsid w:val="00C656A3"/>
    <w:rsid w:val="00C714B6"/>
    <w:rsid w:val="00C7549F"/>
    <w:rsid w:val="00C940C1"/>
    <w:rsid w:val="00CA0DDA"/>
    <w:rsid w:val="00CA295D"/>
    <w:rsid w:val="00CA3A3C"/>
    <w:rsid w:val="00CA5FCF"/>
    <w:rsid w:val="00CB4161"/>
    <w:rsid w:val="00CC09E7"/>
    <w:rsid w:val="00CE1A87"/>
    <w:rsid w:val="00CE32D5"/>
    <w:rsid w:val="00CE58C7"/>
    <w:rsid w:val="00CF2158"/>
    <w:rsid w:val="00CF23DD"/>
    <w:rsid w:val="00D00787"/>
    <w:rsid w:val="00D02A05"/>
    <w:rsid w:val="00D21570"/>
    <w:rsid w:val="00D2502E"/>
    <w:rsid w:val="00D358D6"/>
    <w:rsid w:val="00D35A41"/>
    <w:rsid w:val="00D41AC2"/>
    <w:rsid w:val="00D5049F"/>
    <w:rsid w:val="00D5084B"/>
    <w:rsid w:val="00D50DD5"/>
    <w:rsid w:val="00D53520"/>
    <w:rsid w:val="00D56106"/>
    <w:rsid w:val="00D62716"/>
    <w:rsid w:val="00D72357"/>
    <w:rsid w:val="00D72FB4"/>
    <w:rsid w:val="00D75C74"/>
    <w:rsid w:val="00D8379D"/>
    <w:rsid w:val="00D92904"/>
    <w:rsid w:val="00DA06FE"/>
    <w:rsid w:val="00DA1319"/>
    <w:rsid w:val="00DA23DE"/>
    <w:rsid w:val="00DA3915"/>
    <w:rsid w:val="00DA7F18"/>
    <w:rsid w:val="00DB425A"/>
    <w:rsid w:val="00DC0082"/>
    <w:rsid w:val="00DC38CF"/>
    <w:rsid w:val="00DC52FF"/>
    <w:rsid w:val="00DD0610"/>
    <w:rsid w:val="00DE14EE"/>
    <w:rsid w:val="00DE6A5B"/>
    <w:rsid w:val="00DF5BF3"/>
    <w:rsid w:val="00DF5F19"/>
    <w:rsid w:val="00E26D2A"/>
    <w:rsid w:val="00E274DD"/>
    <w:rsid w:val="00E32EDD"/>
    <w:rsid w:val="00E667A4"/>
    <w:rsid w:val="00E9463B"/>
    <w:rsid w:val="00E951E8"/>
    <w:rsid w:val="00EA7C83"/>
    <w:rsid w:val="00EC653D"/>
    <w:rsid w:val="00ED1C87"/>
    <w:rsid w:val="00ED5F5D"/>
    <w:rsid w:val="00ED7E49"/>
    <w:rsid w:val="00EE5C60"/>
    <w:rsid w:val="00EE62E8"/>
    <w:rsid w:val="00F02630"/>
    <w:rsid w:val="00F067B1"/>
    <w:rsid w:val="00F122A3"/>
    <w:rsid w:val="00F151E5"/>
    <w:rsid w:val="00F20F98"/>
    <w:rsid w:val="00F2131E"/>
    <w:rsid w:val="00F234B1"/>
    <w:rsid w:val="00F25E09"/>
    <w:rsid w:val="00F264D0"/>
    <w:rsid w:val="00F54383"/>
    <w:rsid w:val="00F66293"/>
    <w:rsid w:val="00F66CE2"/>
    <w:rsid w:val="00F8390A"/>
    <w:rsid w:val="00F87155"/>
    <w:rsid w:val="00F919B4"/>
    <w:rsid w:val="00FB6150"/>
    <w:rsid w:val="00FB7E50"/>
    <w:rsid w:val="00FC791D"/>
    <w:rsid w:val="00FD100C"/>
    <w:rsid w:val="00FD74CA"/>
    <w:rsid w:val="00FD7632"/>
    <w:rsid w:val="00FE0E47"/>
    <w:rsid w:val="00FF21BA"/>
    <w:rsid w:val="00FF2BE3"/>
    <w:rsid w:val="00FF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0173306"/>
  <w15:docId w15:val="{D086B36C-2CCC-4942-8DAF-D701733F2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6647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AE4712"/>
    <w:pPr>
      <w:widowControl w:val="0"/>
      <w:wordWrap w:val="0"/>
      <w:autoSpaceDE w:val="0"/>
      <w:autoSpaceDN w:val="0"/>
      <w:adjustRightInd w:val="0"/>
      <w:spacing w:line="310" w:lineRule="exact"/>
      <w:jc w:val="both"/>
    </w:pPr>
    <w:rPr>
      <w:rFonts w:ascii="Times New Roman" w:hAnsi="Times New Roman" w:cs="ＭＳ 明朝"/>
      <w:spacing w:val="2"/>
      <w:sz w:val="24"/>
      <w:szCs w:val="24"/>
    </w:rPr>
  </w:style>
  <w:style w:type="paragraph" w:styleId="a4">
    <w:name w:val="header"/>
    <w:basedOn w:val="a"/>
    <w:rsid w:val="005C1A4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5C1A4D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7102D6"/>
  </w:style>
  <w:style w:type="paragraph" w:styleId="a8">
    <w:name w:val="Balloon Text"/>
    <w:basedOn w:val="a"/>
    <w:link w:val="a9"/>
    <w:rsid w:val="00491F2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491F28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rsid w:val="00FF21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フッター (文字)"/>
    <w:link w:val="a5"/>
    <w:uiPriority w:val="99"/>
    <w:rsid w:val="002033F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29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0304;&#34276;\Desktop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AC03D-4500-4451-8274-5918C788E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15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                                                                 </vt:lpstr>
    </vt:vector>
  </TitlesOfParts>
  <Company>Microsoft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防衛庁</dc:creator>
  <cp:lastModifiedBy>24-04 kenren</cp:lastModifiedBy>
  <cp:revision>10</cp:revision>
  <cp:lastPrinted>2016-12-09T03:03:00Z</cp:lastPrinted>
  <dcterms:created xsi:type="dcterms:W3CDTF">2017-01-04T05:27:00Z</dcterms:created>
  <dcterms:modified xsi:type="dcterms:W3CDTF">2024-12-16T07:53:00Z</dcterms:modified>
</cp:coreProperties>
</file>