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558D94" w14:textId="04A3F90B" w:rsidR="0026647B" w:rsidRPr="00E60970" w:rsidRDefault="00E60970" w:rsidP="00E60970">
      <w:pPr>
        <w:pStyle w:val="1"/>
        <w:jc w:val="right"/>
        <w:rPr>
          <w:rFonts w:asciiTheme="minorEastAsia" w:eastAsiaTheme="minorEastAsia" w:hAnsiTheme="minorEastAsia"/>
        </w:rPr>
      </w:pPr>
      <w:r w:rsidRPr="00E60970">
        <w:rPr>
          <w:rFonts w:asciiTheme="minorEastAsia" w:eastAsiaTheme="minorEastAsia" w:hAnsiTheme="minorEastAsia" w:hint="eastAsia"/>
        </w:rPr>
        <w:t>別紙第７</w:t>
      </w:r>
    </w:p>
    <w:p w14:paraId="1B2518D2" w14:textId="77777777" w:rsidR="0026647B" w:rsidRPr="003E2A14" w:rsidRDefault="0026647B" w:rsidP="00E60970">
      <w:pPr>
        <w:pStyle w:val="a3"/>
        <w:spacing w:line="340" w:lineRule="exact"/>
        <w:jc w:val="center"/>
        <w:rPr>
          <w:spacing w:val="0"/>
          <w:sz w:val="28"/>
        </w:rPr>
      </w:pPr>
      <w:r w:rsidRPr="003E2A14">
        <w:rPr>
          <w:rFonts w:ascii="ＭＳ 明朝" w:hAnsi="ＭＳ 明朝" w:hint="eastAsia"/>
          <w:sz w:val="32"/>
          <w:szCs w:val="28"/>
          <w:u w:val="double" w:color="000000"/>
        </w:rPr>
        <w:t>基地乗入車両届</w:t>
      </w:r>
    </w:p>
    <w:p w14:paraId="7935F0A6" w14:textId="77777777" w:rsidR="0026647B" w:rsidRPr="00A61681" w:rsidRDefault="0026647B" w:rsidP="0026647B">
      <w:pPr>
        <w:pStyle w:val="a3"/>
        <w:rPr>
          <w:rFonts w:ascii="ＭＳ 明朝" w:hAnsi="ＭＳ 明朝"/>
          <w:spacing w:val="0"/>
        </w:rPr>
      </w:pPr>
    </w:p>
    <w:p w14:paraId="255E11A2" w14:textId="5B5EB679" w:rsidR="0026647B" w:rsidRPr="00A61681" w:rsidRDefault="00C211B7" w:rsidP="0026647B">
      <w:pPr>
        <w:pStyle w:val="a3"/>
        <w:jc w:val="right"/>
        <w:rPr>
          <w:rFonts w:ascii="ＭＳ 明朝" w:hAnsi="ＭＳ 明朝"/>
          <w:spacing w:val="0"/>
        </w:rPr>
      </w:pPr>
      <w:r w:rsidRPr="00A61681">
        <w:rPr>
          <w:rFonts w:ascii="ＭＳ 明朝" w:hAnsi="ＭＳ 明朝" w:hint="eastAsia"/>
        </w:rPr>
        <w:t>令和</w:t>
      </w:r>
      <w:r w:rsidR="00390714" w:rsidRPr="00A61681">
        <w:rPr>
          <w:rFonts w:ascii="ＭＳ 明朝" w:hAnsi="ＭＳ 明朝" w:hint="eastAsia"/>
        </w:rPr>
        <w:t xml:space="preserve">　</w:t>
      </w:r>
      <w:r w:rsidR="00962404" w:rsidRPr="00A61681">
        <w:rPr>
          <w:rFonts w:ascii="ＭＳ 明朝" w:hAnsi="ＭＳ 明朝" w:hint="eastAsia"/>
        </w:rPr>
        <w:t xml:space="preserve">　</w:t>
      </w:r>
      <w:r w:rsidR="0026647B" w:rsidRPr="00A61681">
        <w:rPr>
          <w:rFonts w:ascii="ＭＳ 明朝" w:hAnsi="ＭＳ 明朝" w:hint="eastAsia"/>
        </w:rPr>
        <w:t>年　　月　　日</w:t>
      </w:r>
    </w:p>
    <w:p w14:paraId="24D73B1C" w14:textId="30DFB13E" w:rsidR="0026647B" w:rsidRPr="00A61681" w:rsidRDefault="0026647B" w:rsidP="00A61681">
      <w:pPr>
        <w:pStyle w:val="a3"/>
        <w:jc w:val="left"/>
        <w:rPr>
          <w:rFonts w:ascii="ＭＳ 明朝" w:hAnsi="ＭＳ 明朝"/>
          <w:spacing w:val="0"/>
        </w:rPr>
      </w:pPr>
    </w:p>
    <w:p w14:paraId="7003710B" w14:textId="791A8057" w:rsidR="0026647B" w:rsidRDefault="0026647B" w:rsidP="00597C78">
      <w:pPr>
        <w:pStyle w:val="a3"/>
        <w:ind w:left="3904"/>
        <w:rPr>
          <w:spacing w:val="0"/>
        </w:rPr>
      </w:pPr>
      <w:r>
        <w:rPr>
          <w:rFonts w:ascii="ＭＳ 明朝" w:hAnsi="ＭＳ 明朝" w:hint="eastAsia"/>
        </w:rPr>
        <w:t xml:space="preserve">　　　</w:t>
      </w:r>
      <w:r w:rsidR="00597C78">
        <w:rPr>
          <w:rFonts w:ascii="ＭＳ 明朝" w:hAnsi="ＭＳ 明朝" w:hint="eastAsia"/>
        </w:rPr>
        <w:t xml:space="preserve">　</w:t>
      </w:r>
      <w:r w:rsidR="00AB240E">
        <w:rPr>
          <w:rFonts w:ascii="ＭＳ 明朝" w:hAnsi="ＭＳ 明朝" w:hint="eastAsia"/>
        </w:rPr>
        <w:t xml:space="preserve">　　　</w:t>
      </w:r>
      <w:r w:rsidR="00597C78">
        <w:rPr>
          <w:rFonts w:ascii="ＭＳ 明朝" w:hAnsi="ＭＳ 明朝" w:hint="eastAsia"/>
          <w:u w:val="single" w:color="000000"/>
        </w:rPr>
        <w:t>商工会</w:t>
      </w:r>
      <w:r>
        <w:rPr>
          <w:rFonts w:ascii="ＭＳ 明朝" w:hAnsi="ＭＳ 明朝" w:hint="eastAsia"/>
          <w:u w:val="single" w:color="000000"/>
        </w:rPr>
        <w:t xml:space="preserve">名　</w:t>
      </w:r>
      <w:r>
        <w:rPr>
          <w:rFonts w:eastAsia="Times New Roman" w:cs="Times New Roman"/>
          <w:spacing w:val="0"/>
          <w:u w:val="single" w:color="000000"/>
        </w:rPr>
        <w:t xml:space="preserve">                   </w:t>
      </w:r>
      <w:r w:rsidR="00597C78">
        <w:rPr>
          <w:rFonts w:asciiTheme="minorEastAsia" w:eastAsiaTheme="minorEastAsia" w:hAnsiTheme="minorEastAsia" w:cs="Times New Roman" w:hint="eastAsia"/>
          <w:spacing w:val="0"/>
          <w:u w:val="single" w:color="000000"/>
        </w:rPr>
        <w:t xml:space="preserve">　</w:t>
      </w:r>
      <w:r>
        <w:rPr>
          <w:rFonts w:eastAsia="Times New Roman" w:cs="Times New Roman"/>
          <w:spacing w:val="0"/>
          <w:u w:val="single" w:color="000000"/>
        </w:rPr>
        <w:t xml:space="preserve">    </w:t>
      </w:r>
    </w:p>
    <w:tbl>
      <w:tblPr>
        <w:tblW w:w="0" w:type="auto"/>
        <w:tblLayout w:type="fixed"/>
        <w:tblCellMar>
          <w:left w:w="15" w:type="dxa"/>
          <w:right w:w="15" w:type="dxa"/>
        </w:tblCellMar>
        <w:tblLook w:val="0000" w:firstRow="0" w:lastRow="0" w:firstColumn="0" w:lastColumn="0" w:noHBand="0" w:noVBand="0"/>
      </w:tblPr>
      <w:tblGrid>
        <w:gridCol w:w="1874"/>
        <w:gridCol w:w="1874"/>
        <w:gridCol w:w="1874"/>
        <w:gridCol w:w="1874"/>
        <w:gridCol w:w="1875"/>
      </w:tblGrid>
      <w:tr w:rsidR="0026647B" w14:paraId="43E2065B" w14:textId="77777777" w:rsidTr="00962404">
        <w:trPr>
          <w:trHeight w:hRule="exact" w:val="1150"/>
        </w:trPr>
        <w:tc>
          <w:tcPr>
            <w:tcW w:w="1874" w:type="dxa"/>
            <w:tcBorders>
              <w:top w:val="single" w:sz="12" w:space="0" w:color="000000"/>
              <w:left w:val="single" w:sz="12" w:space="0" w:color="000000"/>
              <w:bottom w:val="single" w:sz="12" w:space="0" w:color="000000"/>
              <w:right w:val="single" w:sz="4" w:space="0" w:color="000000"/>
            </w:tcBorders>
            <w:vAlign w:val="center"/>
          </w:tcPr>
          <w:p w14:paraId="4F14A4F6" w14:textId="02D88518" w:rsidR="0026647B" w:rsidRDefault="00962404" w:rsidP="00597C78">
            <w:pPr>
              <w:pStyle w:val="a3"/>
              <w:jc w:val="center"/>
              <w:rPr>
                <w:spacing w:val="0"/>
              </w:rPr>
            </w:pPr>
            <w:r>
              <w:rPr>
                <w:rFonts w:hint="eastAsia"/>
                <w:spacing w:val="0"/>
              </w:rPr>
              <w:t>車種</w:t>
            </w:r>
          </w:p>
        </w:tc>
        <w:tc>
          <w:tcPr>
            <w:tcW w:w="1874" w:type="dxa"/>
            <w:tcBorders>
              <w:top w:val="single" w:sz="12" w:space="0" w:color="000000"/>
              <w:left w:val="nil"/>
              <w:bottom w:val="single" w:sz="12" w:space="0" w:color="000000"/>
              <w:right w:val="single" w:sz="4" w:space="0" w:color="000000"/>
            </w:tcBorders>
            <w:vAlign w:val="center"/>
          </w:tcPr>
          <w:p w14:paraId="02EADF59" w14:textId="77777777" w:rsidR="0026647B" w:rsidRDefault="00962404" w:rsidP="00597C78">
            <w:pPr>
              <w:pStyle w:val="a3"/>
              <w:jc w:val="center"/>
              <w:rPr>
                <w:spacing w:val="0"/>
              </w:rPr>
            </w:pPr>
            <w:r>
              <w:rPr>
                <w:rFonts w:hint="eastAsia"/>
                <w:spacing w:val="0"/>
              </w:rPr>
              <w:t>車両番号及び</w:t>
            </w:r>
          </w:p>
          <w:p w14:paraId="660955D8" w14:textId="5DE2B79F" w:rsidR="00962404" w:rsidRDefault="00962404" w:rsidP="00597C78">
            <w:pPr>
              <w:pStyle w:val="a3"/>
              <w:jc w:val="center"/>
              <w:rPr>
                <w:spacing w:val="0"/>
              </w:rPr>
            </w:pPr>
            <w:r>
              <w:rPr>
                <w:rFonts w:hint="eastAsia"/>
                <w:spacing w:val="0"/>
              </w:rPr>
              <w:t>車両の色</w:t>
            </w:r>
          </w:p>
        </w:tc>
        <w:tc>
          <w:tcPr>
            <w:tcW w:w="1874" w:type="dxa"/>
            <w:tcBorders>
              <w:top w:val="single" w:sz="12" w:space="0" w:color="000000"/>
              <w:left w:val="nil"/>
              <w:bottom w:val="single" w:sz="12" w:space="0" w:color="000000"/>
              <w:right w:val="single" w:sz="4" w:space="0" w:color="000000"/>
            </w:tcBorders>
            <w:vAlign w:val="center"/>
          </w:tcPr>
          <w:p w14:paraId="6770D474" w14:textId="77777777" w:rsidR="00962404" w:rsidRDefault="00962404" w:rsidP="00962404">
            <w:pPr>
              <w:pStyle w:val="a3"/>
              <w:spacing w:before="170"/>
              <w:jc w:val="center"/>
              <w:rPr>
                <w:spacing w:val="0"/>
              </w:rPr>
            </w:pPr>
            <w:r>
              <w:rPr>
                <w:rFonts w:ascii="ＭＳ 明朝" w:hAnsi="ＭＳ 明朝" w:hint="eastAsia"/>
              </w:rPr>
              <w:t>車両の大きさ</w:t>
            </w:r>
          </w:p>
          <w:p w14:paraId="6E9364FE" w14:textId="77777777" w:rsidR="00962404" w:rsidRDefault="00962404" w:rsidP="00962404">
            <w:pPr>
              <w:pStyle w:val="a3"/>
              <w:jc w:val="center"/>
              <w:rPr>
                <w:spacing w:val="0"/>
              </w:rPr>
            </w:pPr>
            <w:r>
              <w:rPr>
                <w:rFonts w:ascii="ＭＳ 明朝" w:hAnsi="ＭＳ 明朝" w:hint="eastAsia"/>
              </w:rPr>
              <w:t>長さ</w:t>
            </w:r>
            <w:r>
              <w:rPr>
                <w:rFonts w:eastAsia="Times New Roman" w:cs="Times New Roman"/>
              </w:rPr>
              <w:t>×</w:t>
            </w:r>
            <w:r>
              <w:rPr>
                <w:rFonts w:ascii="ＭＳ 明朝" w:hAnsi="ＭＳ 明朝" w:hint="eastAsia"/>
              </w:rPr>
              <w:t>幅</w:t>
            </w:r>
          </w:p>
          <w:p w14:paraId="0F2F2F91" w14:textId="279651F8" w:rsidR="0026647B" w:rsidRDefault="00962404" w:rsidP="00962404">
            <w:pPr>
              <w:pStyle w:val="a3"/>
              <w:jc w:val="center"/>
              <w:rPr>
                <w:spacing w:val="0"/>
              </w:rPr>
            </w:pPr>
            <w:r>
              <w:rPr>
                <w:rFonts w:ascii="ＭＳ 明朝" w:hAnsi="ＭＳ 明朝" w:hint="eastAsia"/>
              </w:rPr>
              <w:t>（単位：ｍ）</w:t>
            </w:r>
          </w:p>
        </w:tc>
        <w:tc>
          <w:tcPr>
            <w:tcW w:w="1874" w:type="dxa"/>
            <w:tcBorders>
              <w:top w:val="single" w:sz="12" w:space="0" w:color="000000"/>
              <w:left w:val="nil"/>
              <w:bottom w:val="single" w:sz="12" w:space="0" w:color="000000"/>
              <w:right w:val="single" w:sz="4" w:space="0" w:color="000000"/>
            </w:tcBorders>
            <w:vAlign w:val="center"/>
          </w:tcPr>
          <w:p w14:paraId="204076F7" w14:textId="57163BC9" w:rsidR="0026647B" w:rsidRDefault="00962404" w:rsidP="00597C78">
            <w:pPr>
              <w:pStyle w:val="a3"/>
              <w:jc w:val="center"/>
              <w:rPr>
                <w:spacing w:val="0"/>
              </w:rPr>
            </w:pPr>
            <w:r>
              <w:rPr>
                <w:rFonts w:hint="eastAsia"/>
                <w:spacing w:val="0"/>
              </w:rPr>
              <w:t>運転者氏名</w:t>
            </w:r>
          </w:p>
        </w:tc>
        <w:tc>
          <w:tcPr>
            <w:tcW w:w="1875" w:type="dxa"/>
            <w:tcBorders>
              <w:top w:val="single" w:sz="12" w:space="0" w:color="000000"/>
              <w:left w:val="nil"/>
              <w:bottom w:val="single" w:sz="12" w:space="0" w:color="000000"/>
              <w:right w:val="single" w:sz="12" w:space="0" w:color="000000"/>
            </w:tcBorders>
            <w:vAlign w:val="center"/>
          </w:tcPr>
          <w:p w14:paraId="62F09DC9" w14:textId="7182B1A6" w:rsidR="0026647B" w:rsidRDefault="00962404" w:rsidP="00597C78">
            <w:pPr>
              <w:pStyle w:val="a3"/>
              <w:jc w:val="center"/>
              <w:rPr>
                <w:spacing w:val="0"/>
              </w:rPr>
            </w:pPr>
            <w:r>
              <w:rPr>
                <w:rFonts w:hint="eastAsia"/>
                <w:spacing w:val="0"/>
              </w:rPr>
              <w:t>連絡先</w:t>
            </w:r>
          </w:p>
        </w:tc>
      </w:tr>
      <w:tr w:rsidR="0026647B" w14:paraId="0E910000"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511A9ED5"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54C400D"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941F110"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1C9D172"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4674EC10"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r>
      <w:tr w:rsidR="00597C78" w14:paraId="1C3624B8"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6BB9BFD6"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0016BA7"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18BC9B2"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4AC59E4F"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1A572514"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123111B4"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642B600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F0F43A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37A270F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DD3DEAF"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7412D98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6DF4C46C"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7F80D644"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CA8F188"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4846A794"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997A2F2"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2952F10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44D11B87"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6220563F"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D99A83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AD662ED"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D9DF2FD"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5F7FCC65"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2212F3B5"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2519E5E8"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D95C347"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25717E5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E09B47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255DFF2C"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50F39083"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4C1C2D7C"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009D9D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44F80219"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9755B0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26316B7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74317D78"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2AFBCFDA"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1961A50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203E3CA"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A46A0B5"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02904847"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467AA014"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29A74ED9"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128894C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1CBF7340"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7B52E7F"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7CC5AC94"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26647B" w14:paraId="77724FFB" w14:textId="77777777" w:rsidTr="00962404">
        <w:trPr>
          <w:trHeight w:val="791"/>
        </w:trPr>
        <w:tc>
          <w:tcPr>
            <w:tcW w:w="1874" w:type="dxa"/>
            <w:tcBorders>
              <w:top w:val="nil"/>
              <w:left w:val="single" w:sz="12" w:space="0" w:color="000000"/>
              <w:bottom w:val="single" w:sz="12" w:space="0" w:color="auto"/>
              <w:right w:val="single" w:sz="4" w:space="0" w:color="000000"/>
            </w:tcBorders>
            <w:vAlign w:val="center"/>
          </w:tcPr>
          <w:p w14:paraId="695BF1E9"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12" w:space="0" w:color="auto"/>
              <w:right w:val="single" w:sz="4" w:space="0" w:color="000000"/>
            </w:tcBorders>
            <w:vAlign w:val="center"/>
          </w:tcPr>
          <w:p w14:paraId="075C5EE6"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12" w:space="0" w:color="auto"/>
              <w:right w:val="single" w:sz="4" w:space="0" w:color="000000"/>
            </w:tcBorders>
            <w:vAlign w:val="center"/>
          </w:tcPr>
          <w:p w14:paraId="7DB15C91"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12" w:space="0" w:color="auto"/>
              <w:right w:val="single" w:sz="4" w:space="0" w:color="000000"/>
            </w:tcBorders>
            <w:vAlign w:val="center"/>
          </w:tcPr>
          <w:p w14:paraId="18391DAA"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12" w:space="0" w:color="auto"/>
              <w:right w:val="single" w:sz="12" w:space="0" w:color="000000"/>
            </w:tcBorders>
            <w:vAlign w:val="center"/>
          </w:tcPr>
          <w:p w14:paraId="6233C751"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r>
    </w:tbl>
    <w:p w14:paraId="77733D0D" w14:textId="77777777" w:rsidR="0026647B" w:rsidRDefault="0026647B" w:rsidP="0026647B">
      <w:pPr>
        <w:pStyle w:val="a3"/>
        <w:spacing w:line="170" w:lineRule="exact"/>
        <w:rPr>
          <w:spacing w:val="0"/>
        </w:rPr>
      </w:pPr>
    </w:p>
    <w:p w14:paraId="07A0E9C3" w14:textId="16D25944" w:rsidR="007D4BFB" w:rsidRPr="001F6535" w:rsidRDefault="005D2CF1" w:rsidP="00962404">
      <w:pPr>
        <w:pStyle w:val="a3"/>
        <w:spacing w:line="300" w:lineRule="exact"/>
        <w:ind w:left="706" w:hangingChars="292" w:hanging="706"/>
        <w:rPr>
          <w:rFonts w:ascii="ＭＳ 明朝" w:hAnsi="ＭＳ 明朝"/>
          <w:color w:val="000000" w:themeColor="text1"/>
        </w:rPr>
      </w:pPr>
      <w:r>
        <w:rPr>
          <w:rFonts w:ascii="ＭＳ 明朝" w:hAnsi="ＭＳ 明朝" w:hint="eastAsia"/>
        </w:rPr>
        <w:t>注</w:t>
      </w:r>
      <w:r w:rsidR="00F234B1">
        <w:rPr>
          <w:rFonts w:ascii="ＭＳ 明朝" w:hAnsi="ＭＳ 明朝" w:hint="eastAsia"/>
        </w:rPr>
        <w:t>１</w:t>
      </w:r>
      <w:r>
        <w:rPr>
          <w:rFonts w:ascii="ＭＳ 明朝" w:hAnsi="ＭＳ 明朝" w:hint="eastAsia"/>
        </w:rPr>
        <w:t>：</w:t>
      </w:r>
      <w:r w:rsidR="00877156" w:rsidRPr="001F6535">
        <w:rPr>
          <w:rFonts w:ascii="ＭＳ 明朝" w:hAnsi="ＭＳ 明朝" w:hint="eastAsia"/>
          <w:color w:val="000000" w:themeColor="text1"/>
        </w:rPr>
        <w:t>資材等の荷下ろし後、速やかに</w:t>
      </w:r>
      <w:r w:rsidRPr="001F6535">
        <w:rPr>
          <w:rFonts w:ascii="ＭＳ 明朝" w:hAnsi="ＭＳ 明朝" w:hint="eastAsia"/>
          <w:color w:val="000000" w:themeColor="text1"/>
        </w:rPr>
        <w:t>売店業者用駐車場へ移動していただきます。</w:t>
      </w:r>
      <w:r w:rsidR="007D4BFB" w:rsidRPr="001F6535">
        <w:rPr>
          <w:rFonts w:ascii="ＭＳ 明朝" w:hAnsi="ＭＳ 明朝" w:hint="eastAsia"/>
          <w:color w:val="000000" w:themeColor="text1"/>
        </w:rPr>
        <w:t>行事開催中の間は車両</w:t>
      </w:r>
      <w:r w:rsidR="00877156" w:rsidRPr="001F6535">
        <w:rPr>
          <w:rFonts w:ascii="ＭＳ 明朝" w:hAnsi="ＭＳ 明朝" w:hint="eastAsia"/>
          <w:color w:val="000000" w:themeColor="text1"/>
        </w:rPr>
        <w:t>を</w:t>
      </w:r>
      <w:r w:rsidR="007D4BFB" w:rsidRPr="001F6535">
        <w:rPr>
          <w:rFonts w:ascii="ＭＳ 明朝" w:hAnsi="ＭＳ 明朝" w:hint="eastAsia"/>
          <w:color w:val="000000" w:themeColor="text1"/>
        </w:rPr>
        <w:t>移動することはできません。</w:t>
      </w:r>
    </w:p>
    <w:p w14:paraId="43349AFB" w14:textId="77777777" w:rsidR="00C42CCB" w:rsidRPr="001F6535" w:rsidRDefault="00C42CCB" w:rsidP="00962404">
      <w:pPr>
        <w:pStyle w:val="a3"/>
        <w:spacing w:line="300" w:lineRule="exact"/>
        <w:ind w:left="706" w:hangingChars="292" w:hanging="706"/>
        <w:rPr>
          <w:rFonts w:ascii="ＭＳ 明朝" w:hAnsi="ＭＳ 明朝"/>
          <w:color w:val="000000" w:themeColor="text1"/>
        </w:rPr>
      </w:pPr>
      <w:r w:rsidRPr="001F6535">
        <w:rPr>
          <w:rFonts w:ascii="ＭＳ 明朝" w:hAnsi="ＭＳ 明朝" w:hint="eastAsia"/>
          <w:color w:val="000000" w:themeColor="text1"/>
        </w:rPr>
        <w:t>注２：登録された車両以外の車両の乗り入れはできません。</w:t>
      </w:r>
    </w:p>
    <w:p w14:paraId="542A716A" w14:textId="36A53145" w:rsidR="005D2CF1" w:rsidRPr="00427416" w:rsidRDefault="00C42CCB" w:rsidP="00962404">
      <w:pPr>
        <w:pStyle w:val="a3"/>
        <w:spacing w:line="300" w:lineRule="exact"/>
        <w:ind w:left="706" w:hangingChars="292" w:hanging="706"/>
        <w:rPr>
          <w:rFonts w:ascii="ＭＳ 明朝" w:hAnsi="ＭＳ 明朝"/>
        </w:rPr>
      </w:pPr>
      <w:r w:rsidRPr="001F6535">
        <w:rPr>
          <w:rFonts w:ascii="ＭＳ 明朝" w:hAnsi="ＭＳ 明朝" w:hint="eastAsia"/>
          <w:color w:val="000000" w:themeColor="text1"/>
        </w:rPr>
        <w:t>注３</w:t>
      </w:r>
      <w:r w:rsidR="000F49EB" w:rsidRPr="001F6535">
        <w:rPr>
          <w:rFonts w:ascii="ＭＳ 明朝" w:hAnsi="ＭＳ 明朝" w:hint="eastAsia"/>
          <w:color w:val="000000" w:themeColor="text1"/>
        </w:rPr>
        <w:t>：</w:t>
      </w:r>
      <w:r w:rsidR="005D2CF1" w:rsidRPr="001F6535">
        <w:rPr>
          <w:rFonts w:ascii="ＭＳ 明朝" w:hAnsi="ＭＳ 明朝" w:hint="eastAsia"/>
          <w:color w:val="000000" w:themeColor="text1"/>
        </w:rPr>
        <w:t>必ず車検証等を確認し正確に</w:t>
      </w:r>
      <w:r w:rsidR="005D2CF1">
        <w:rPr>
          <w:rFonts w:ascii="ＭＳ 明朝" w:hAnsi="ＭＳ 明朝" w:hint="eastAsia"/>
        </w:rPr>
        <w:t>記入して</w:t>
      </w:r>
      <w:r w:rsidR="00427416">
        <w:rPr>
          <w:rFonts w:ascii="ＭＳ 明朝" w:hAnsi="ＭＳ 明朝" w:hint="eastAsia"/>
        </w:rPr>
        <w:t>くだ</w:t>
      </w:r>
      <w:r w:rsidR="005D2CF1">
        <w:rPr>
          <w:rFonts w:ascii="ＭＳ 明朝" w:hAnsi="ＭＳ 明朝" w:hint="eastAsia"/>
        </w:rPr>
        <w:t>さい。「通行許可証」に記入に誤りがあ</w:t>
      </w:r>
      <w:r w:rsidR="0081535E">
        <w:rPr>
          <w:rFonts w:ascii="ＭＳ 明朝" w:hAnsi="ＭＳ 明朝" w:hint="eastAsia"/>
        </w:rPr>
        <w:t>ると</w:t>
      </w:r>
      <w:r w:rsidR="005D2CF1">
        <w:rPr>
          <w:rFonts w:ascii="ＭＳ 明朝" w:hAnsi="ＭＳ 明朝" w:hint="eastAsia"/>
        </w:rPr>
        <w:t>、当日基地への乗り入れが許可されないのでご注意</w:t>
      </w:r>
      <w:r w:rsidR="00427416">
        <w:rPr>
          <w:rFonts w:ascii="ＭＳ 明朝" w:hAnsi="ＭＳ 明朝" w:hint="eastAsia"/>
        </w:rPr>
        <w:t>くだ</w:t>
      </w:r>
      <w:r w:rsidR="005D2CF1">
        <w:rPr>
          <w:rFonts w:ascii="ＭＳ 明朝" w:hAnsi="ＭＳ 明朝" w:hint="eastAsia"/>
        </w:rPr>
        <w:t>さい。</w:t>
      </w:r>
      <w:r w:rsidR="00962404" w:rsidRPr="00427416">
        <w:rPr>
          <w:rFonts w:ascii="ＭＳ 明朝" w:hAnsi="ＭＳ 明朝" w:hint="eastAsia"/>
        </w:rPr>
        <w:t>（直前の変更不可）</w:t>
      </w:r>
    </w:p>
    <w:p w14:paraId="7B4DCE5D" w14:textId="152D5922" w:rsidR="0026647B" w:rsidRDefault="00F234B1" w:rsidP="00962404">
      <w:pPr>
        <w:pStyle w:val="a3"/>
        <w:spacing w:line="300" w:lineRule="exact"/>
        <w:ind w:left="706" w:hangingChars="297" w:hanging="706"/>
        <w:rPr>
          <w:spacing w:val="0"/>
        </w:rPr>
      </w:pPr>
      <w:r>
        <w:rPr>
          <w:rFonts w:hint="eastAsia"/>
          <w:spacing w:val="0"/>
        </w:rPr>
        <w:t>注</w:t>
      </w:r>
      <w:r w:rsidR="00C42CCB">
        <w:rPr>
          <w:rFonts w:hint="eastAsia"/>
          <w:spacing w:val="0"/>
        </w:rPr>
        <w:t>４</w:t>
      </w:r>
      <w:r>
        <w:rPr>
          <w:rFonts w:hint="eastAsia"/>
          <w:spacing w:val="0"/>
        </w:rPr>
        <w:t>：</w:t>
      </w:r>
      <w:r w:rsidR="00962404" w:rsidRPr="00962404">
        <w:rPr>
          <w:rFonts w:hint="eastAsia"/>
          <w:spacing w:val="0"/>
          <w:w w:val="95"/>
        </w:rPr>
        <w:t>連絡先欄は行事当日に会場等で直接連絡が取れる携帯電話番号を記入してください。</w:t>
      </w:r>
    </w:p>
    <w:p w14:paraId="72F2C456" w14:textId="77777777" w:rsidR="0026647B" w:rsidRDefault="0026647B" w:rsidP="00962404">
      <w:pPr>
        <w:pStyle w:val="a3"/>
        <w:spacing w:line="300" w:lineRule="exact"/>
        <w:ind w:firstLineChars="100" w:firstLine="242"/>
        <w:rPr>
          <w:rFonts w:ascii="ＭＳ 明朝" w:hAnsi="ＭＳ 明朝"/>
        </w:rPr>
      </w:pPr>
    </w:p>
    <w:sectPr w:rsidR="0026647B" w:rsidSect="00597C78">
      <w:headerReference w:type="default" r:id="rId8"/>
      <w:type w:val="nextColumn"/>
      <w:pgSz w:w="11906" w:h="16838" w:code="9"/>
      <w:pgMar w:top="1418" w:right="1134" w:bottom="1418" w:left="1418"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3D3B6" w14:textId="77777777" w:rsidR="00CA7FA3" w:rsidRDefault="00CA7FA3">
      <w:r>
        <w:separator/>
      </w:r>
    </w:p>
  </w:endnote>
  <w:endnote w:type="continuationSeparator" w:id="0">
    <w:p w14:paraId="7E6B184C" w14:textId="77777777" w:rsidR="00CA7FA3" w:rsidRDefault="00CA7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16C2E" w14:textId="77777777" w:rsidR="00CA7FA3" w:rsidRDefault="00CA7FA3">
      <w:r>
        <w:separator/>
      </w:r>
    </w:p>
  </w:footnote>
  <w:footnote w:type="continuationSeparator" w:id="0">
    <w:p w14:paraId="4ABCBDA7" w14:textId="77777777" w:rsidR="00CA7FA3" w:rsidRDefault="00CA7F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DEFDF" w14:textId="77777777" w:rsidR="00DA23DE" w:rsidRPr="00597C78" w:rsidRDefault="00597C78" w:rsidP="00597C78">
    <w:pPr>
      <w:pStyle w:val="a4"/>
      <w:jc w:val="right"/>
    </w:pPr>
    <w:r>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076591395">
    <w:abstractNumId w:val="4"/>
  </w:num>
  <w:num w:numId="2" w16cid:durableId="1494877531">
    <w:abstractNumId w:val="3"/>
  </w:num>
  <w:num w:numId="3" w16cid:durableId="1034429393">
    <w:abstractNumId w:val="1"/>
  </w:num>
  <w:num w:numId="4" w16cid:durableId="740181354">
    <w:abstractNumId w:val="0"/>
  </w:num>
  <w:num w:numId="5" w16cid:durableId="11827436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9090F"/>
    <w:rsid w:val="000926A6"/>
    <w:rsid w:val="00092956"/>
    <w:rsid w:val="000A0071"/>
    <w:rsid w:val="000A1C23"/>
    <w:rsid w:val="000A27E7"/>
    <w:rsid w:val="000B35A7"/>
    <w:rsid w:val="000C3775"/>
    <w:rsid w:val="000E22AD"/>
    <w:rsid w:val="000E44D3"/>
    <w:rsid w:val="000F49EB"/>
    <w:rsid w:val="000F5688"/>
    <w:rsid w:val="00117D47"/>
    <w:rsid w:val="00121545"/>
    <w:rsid w:val="00123A14"/>
    <w:rsid w:val="001272E6"/>
    <w:rsid w:val="0014474C"/>
    <w:rsid w:val="001501DA"/>
    <w:rsid w:val="00152D90"/>
    <w:rsid w:val="001672AB"/>
    <w:rsid w:val="001811C7"/>
    <w:rsid w:val="001A0A06"/>
    <w:rsid w:val="001A15A0"/>
    <w:rsid w:val="001A2A1B"/>
    <w:rsid w:val="001C6AE3"/>
    <w:rsid w:val="001D51C7"/>
    <w:rsid w:val="001E2E1E"/>
    <w:rsid w:val="001F0130"/>
    <w:rsid w:val="001F6535"/>
    <w:rsid w:val="002033F4"/>
    <w:rsid w:val="002060DA"/>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B240A"/>
    <w:rsid w:val="002B3A69"/>
    <w:rsid w:val="002B3C6D"/>
    <w:rsid w:val="002B5A41"/>
    <w:rsid w:val="002B7450"/>
    <w:rsid w:val="002C4239"/>
    <w:rsid w:val="002D0724"/>
    <w:rsid w:val="002D288B"/>
    <w:rsid w:val="002E15E6"/>
    <w:rsid w:val="003039B8"/>
    <w:rsid w:val="003403CB"/>
    <w:rsid w:val="0034494B"/>
    <w:rsid w:val="00346013"/>
    <w:rsid w:val="00351C51"/>
    <w:rsid w:val="00357831"/>
    <w:rsid w:val="00370DC3"/>
    <w:rsid w:val="00371DAF"/>
    <w:rsid w:val="00386E17"/>
    <w:rsid w:val="00390714"/>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27416"/>
    <w:rsid w:val="00443392"/>
    <w:rsid w:val="004452F7"/>
    <w:rsid w:val="004469C3"/>
    <w:rsid w:val="00451E7A"/>
    <w:rsid w:val="004631F2"/>
    <w:rsid w:val="00471BE8"/>
    <w:rsid w:val="00474CD9"/>
    <w:rsid w:val="0048006E"/>
    <w:rsid w:val="004802BC"/>
    <w:rsid w:val="004810CD"/>
    <w:rsid w:val="00491F28"/>
    <w:rsid w:val="0049642C"/>
    <w:rsid w:val="004D4C0A"/>
    <w:rsid w:val="004D6C0A"/>
    <w:rsid w:val="004E4423"/>
    <w:rsid w:val="005003F8"/>
    <w:rsid w:val="00506E81"/>
    <w:rsid w:val="005175B3"/>
    <w:rsid w:val="00524A10"/>
    <w:rsid w:val="005359CD"/>
    <w:rsid w:val="005406D7"/>
    <w:rsid w:val="00541BA9"/>
    <w:rsid w:val="00543E72"/>
    <w:rsid w:val="0056285C"/>
    <w:rsid w:val="0056287F"/>
    <w:rsid w:val="005639F1"/>
    <w:rsid w:val="0056649E"/>
    <w:rsid w:val="0056680D"/>
    <w:rsid w:val="00566C5D"/>
    <w:rsid w:val="00571B54"/>
    <w:rsid w:val="005755B9"/>
    <w:rsid w:val="005924D0"/>
    <w:rsid w:val="0059695D"/>
    <w:rsid w:val="00597C78"/>
    <w:rsid w:val="005A1968"/>
    <w:rsid w:val="005A209E"/>
    <w:rsid w:val="005A2B97"/>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5A32"/>
    <w:rsid w:val="00671E6C"/>
    <w:rsid w:val="00685831"/>
    <w:rsid w:val="00686FAB"/>
    <w:rsid w:val="006935E0"/>
    <w:rsid w:val="006A1535"/>
    <w:rsid w:val="006B0238"/>
    <w:rsid w:val="006B2AE0"/>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AC2"/>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77156"/>
    <w:rsid w:val="00877839"/>
    <w:rsid w:val="0088009B"/>
    <w:rsid w:val="00882564"/>
    <w:rsid w:val="008858C2"/>
    <w:rsid w:val="00890071"/>
    <w:rsid w:val="00890331"/>
    <w:rsid w:val="00893A04"/>
    <w:rsid w:val="008A2ED6"/>
    <w:rsid w:val="008B1EAA"/>
    <w:rsid w:val="008C4BFF"/>
    <w:rsid w:val="008D51B2"/>
    <w:rsid w:val="008E6614"/>
    <w:rsid w:val="008F1D6A"/>
    <w:rsid w:val="0090707D"/>
    <w:rsid w:val="0091499D"/>
    <w:rsid w:val="009218EC"/>
    <w:rsid w:val="00927D3E"/>
    <w:rsid w:val="00931627"/>
    <w:rsid w:val="0093190C"/>
    <w:rsid w:val="009375A5"/>
    <w:rsid w:val="00950102"/>
    <w:rsid w:val="00955492"/>
    <w:rsid w:val="009611E7"/>
    <w:rsid w:val="00962404"/>
    <w:rsid w:val="009666A1"/>
    <w:rsid w:val="009725BB"/>
    <w:rsid w:val="00982817"/>
    <w:rsid w:val="0098754C"/>
    <w:rsid w:val="0099671F"/>
    <w:rsid w:val="009A08E6"/>
    <w:rsid w:val="009A36D8"/>
    <w:rsid w:val="009A4F4B"/>
    <w:rsid w:val="009A620A"/>
    <w:rsid w:val="009B5F50"/>
    <w:rsid w:val="009E1295"/>
    <w:rsid w:val="009E4E27"/>
    <w:rsid w:val="009E6C87"/>
    <w:rsid w:val="00A007C3"/>
    <w:rsid w:val="00A02AC3"/>
    <w:rsid w:val="00A0530A"/>
    <w:rsid w:val="00A06957"/>
    <w:rsid w:val="00A109F3"/>
    <w:rsid w:val="00A13780"/>
    <w:rsid w:val="00A145FA"/>
    <w:rsid w:val="00A14B28"/>
    <w:rsid w:val="00A16A5B"/>
    <w:rsid w:val="00A16C8D"/>
    <w:rsid w:val="00A22DED"/>
    <w:rsid w:val="00A257AE"/>
    <w:rsid w:val="00A34E78"/>
    <w:rsid w:val="00A37F55"/>
    <w:rsid w:val="00A43574"/>
    <w:rsid w:val="00A51702"/>
    <w:rsid w:val="00A54183"/>
    <w:rsid w:val="00A611D6"/>
    <w:rsid w:val="00A61681"/>
    <w:rsid w:val="00A62027"/>
    <w:rsid w:val="00A66DE5"/>
    <w:rsid w:val="00A67122"/>
    <w:rsid w:val="00A878F3"/>
    <w:rsid w:val="00A91CEF"/>
    <w:rsid w:val="00A92755"/>
    <w:rsid w:val="00A962EF"/>
    <w:rsid w:val="00AB240E"/>
    <w:rsid w:val="00AB35B9"/>
    <w:rsid w:val="00AC7731"/>
    <w:rsid w:val="00AD3A7F"/>
    <w:rsid w:val="00AD7259"/>
    <w:rsid w:val="00AE298D"/>
    <w:rsid w:val="00AE4712"/>
    <w:rsid w:val="00AE6EB3"/>
    <w:rsid w:val="00AF01A4"/>
    <w:rsid w:val="00AF0DFA"/>
    <w:rsid w:val="00B15574"/>
    <w:rsid w:val="00B2067F"/>
    <w:rsid w:val="00B32EFA"/>
    <w:rsid w:val="00B34DC9"/>
    <w:rsid w:val="00B44966"/>
    <w:rsid w:val="00B45D85"/>
    <w:rsid w:val="00B46F50"/>
    <w:rsid w:val="00B53B1F"/>
    <w:rsid w:val="00B71E2A"/>
    <w:rsid w:val="00B92F2D"/>
    <w:rsid w:val="00B94702"/>
    <w:rsid w:val="00B97989"/>
    <w:rsid w:val="00BA1A24"/>
    <w:rsid w:val="00BB1B49"/>
    <w:rsid w:val="00BD5CB0"/>
    <w:rsid w:val="00BE1FB5"/>
    <w:rsid w:val="00BE674C"/>
    <w:rsid w:val="00BE6A17"/>
    <w:rsid w:val="00BF0633"/>
    <w:rsid w:val="00C05059"/>
    <w:rsid w:val="00C211B7"/>
    <w:rsid w:val="00C214EA"/>
    <w:rsid w:val="00C324F1"/>
    <w:rsid w:val="00C42CCB"/>
    <w:rsid w:val="00C515AF"/>
    <w:rsid w:val="00C61D69"/>
    <w:rsid w:val="00C62087"/>
    <w:rsid w:val="00C656A3"/>
    <w:rsid w:val="00C65F9F"/>
    <w:rsid w:val="00C714B6"/>
    <w:rsid w:val="00C7549F"/>
    <w:rsid w:val="00C940C1"/>
    <w:rsid w:val="00CA0DDA"/>
    <w:rsid w:val="00CA295D"/>
    <w:rsid w:val="00CA3A3C"/>
    <w:rsid w:val="00CA5FCF"/>
    <w:rsid w:val="00CA7FA3"/>
    <w:rsid w:val="00CB4161"/>
    <w:rsid w:val="00CC09E7"/>
    <w:rsid w:val="00CE1A87"/>
    <w:rsid w:val="00CE32D5"/>
    <w:rsid w:val="00CE58C7"/>
    <w:rsid w:val="00CF2158"/>
    <w:rsid w:val="00CF23DD"/>
    <w:rsid w:val="00D00787"/>
    <w:rsid w:val="00D02A05"/>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3915"/>
    <w:rsid w:val="00DA7F18"/>
    <w:rsid w:val="00DB425A"/>
    <w:rsid w:val="00DC0082"/>
    <w:rsid w:val="00DC38CF"/>
    <w:rsid w:val="00DC52FF"/>
    <w:rsid w:val="00DD0610"/>
    <w:rsid w:val="00DE14EE"/>
    <w:rsid w:val="00DE6A5B"/>
    <w:rsid w:val="00DF5BF3"/>
    <w:rsid w:val="00DF5F19"/>
    <w:rsid w:val="00E26D2A"/>
    <w:rsid w:val="00E274DD"/>
    <w:rsid w:val="00E32EDD"/>
    <w:rsid w:val="00E60970"/>
    <w:rsid w:val="00E667A4"/>
    <w:rsid w:val="00E9463B"/>
    <w:rsid w:val="00E951E8"/>
    <w:rsid w:val="00EA7C83"/>
    <w:rsid w:val="00EC3C39"/>
    <w:rsid w:val="00EC653D"/>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87155"/>
    <w:rsid w:val="00F919B4"/>
    <w:rsid w:val="00FB6150"/>
    <w:rsid w:val="00FB7E50"/>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5F0472"/>
  <w15:docId w15:val="{515DA179-C5FF-4907-BB5F-34F682F02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paragraph" w:styleId="1">
    <w:name w:val="heading 1"/>
    <w:basedOn w:val="a"/>
    <w:next w:val="a"/>
    <w:link w:val="10"/>
    <w:qFormat/>
    <w:rsid w:val="009218EC"/>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 w:type="character" w:customStyle="1" w:styleId="10">
    <w:name w:val="見出し 1 (文字)"/>
    <w:basedOn w:val="a0"/>
    <w:link w:val="1"/>
    <w:rsid w:val="009218EC"/>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DE15F-14E4-4E3B-B9E8-D1401878F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21</TotalTime>
  <Pages>1</Pages>
  <Words>57</Words>
  <Characters>326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24-09 kenren</cp:lastModifiedBy>
  <cp:revision>15</cp:revision>
  <cp:lastPrinted>2024-12-26T06:35:00Z</cp:lastPrinted>
  <dcterms:created xsi:type="dcterms:W3CDTF">2017-01-04T05:27:00Z</dcterms:created>
  <dcterms:modified xsi:type="dcterms:W3CDTF">2026-01-07T09:56:00Z</dcterms:modified>
</cp:coreProperties>
</file>