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21C45" w14:textId="77777777" w:rsidR="00FF53F7" w:rsidRDefault="0041595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015366BA" w14:textId="77777777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77989128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305B673" w14:textId="579BBF1F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D20FF7">
        <w:rPr>
          <w:rFonts w:ascii="ＭＳ 明朝" w:hAnsi="ＭＳ 明朝" w:hint="eastAsia"/>
          <w:spacing w:val="4"/>
        </w:rPr>
        <w:t xml:space="preserve">　　　</w:t>
      </w:r>
      <w:r w:rsidR="00AE7F49">
        <w:rPr>
          <w:rFonts w:ascii="ＭＳ 明朝" w:hAnsi="ＭＳ 明朝" w:hint="eastAsia"/>
          <w:u w:val="single" w:color="000000"/>
        </w:rPr>
        <w:t>商工会</w:t>
      </w:r>
      <w:r>
        <w:rPr>
          <w:rFonts w:ascii="ＭＳ 明朝" w:hAnsi="ＭＳ 明朝" w:hint="eastAsia"/>
          <w:u w:val="single" w:color="000000"/>
        </w:rPr>
        <w:t xml:space="preserve">名　　　　　　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209E2617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53603" w14:textId="77777777" w:rsidR="00827948" w:rsidRPr="003A61C0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7D6601EE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3A61C0"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 w:rsidRPr="003A61C0"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 w:rsidRPr="003A61C0"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 w:rsidRPr="003A61C0"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 w:rsidRPr="003A61C0"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 w:rsidRPr="003A61C0">
              <w:rPr>
                <w:rFonts w:cs="Century"/>
                <w:spacing w:val="0"/>
                <w:sz w:val="21"/>
                <w:szCs w:val="21"/>
              </w:rPr>
              <w:instrText>)</w:instrText>
            </w:r>
            <w:r w:rsidRPr="003A61C0"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64F694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355473FE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2A427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0E902D95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1768F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827948" w14:paraId="2476D290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078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B6020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179096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6BABF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CB0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8A29C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67228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5B38D91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AA5C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2C99A3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F0ED2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866C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4C5F6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F59EBB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8D7465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69895A2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AD27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78CA17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5EDAA4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AB0C9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0DB9D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E680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F09E45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2F671AAC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4A33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07854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8FA82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332AC6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9FCCDC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E97E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C5EEC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155ECA9A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0E0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62F331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218A34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3C93AA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CF9B5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1FA2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0D7798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5489E4F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283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06E7F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6FE309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9A27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4DEF1C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ED0FE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8780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9FFA013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15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A006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1DDDB9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CF7F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9023BC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B910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B8075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3E37050D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CEDB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286624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E332B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1C924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D25AA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0AD39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D2348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D6D02D5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9991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01F6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A63C17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03034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EA067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A0E4E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97B62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3B73001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2801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C9D77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45BBE88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A93A20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27CBD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C3FE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C0FF691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38722D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D6CC3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C6548B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A3CCE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F7AE4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AE4B7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57D319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B4A115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52DED53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50B12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A9FD1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5F2AD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DFBF9A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6A69E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1C162D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D8BAFA9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9587556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66B4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6D995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7A1958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F2F30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F612A5B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A2B982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6B3588A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41D23A2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A177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841FE7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AC8C6B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7D6176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1097B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9891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F1F701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BDC16DC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CFE0E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B30D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5ED3BBC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198BC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413AA55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7A4755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B0F7A84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6565C7F7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0CB54AF7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22099F5A" w14:textId="612D70D0" w:rsidR="00AE7F49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</w:t>
      </w:r>
      <w:r w:rsidR="00C940C1">
        <w:rPr>
          <w:rFonts w:ascii="ＭＳ 明朝" w:hAnsi="ＭＳ 明朝" w:hint="eastAsia"/>
        </w:rPr>
        <w:t>以降の人員の追加・変更は</w:t>
      </w:r>
      <w:r w:rsidR="00265133">
        <w:rPr>
          <w:rFonts w:ascii="ＭＳ 明朝" w:hAnsi="ＭＳ 明朝" w:hint="eastAsia"/>
        </w:rPr>
        <w:t>不可です</w:t>
      </w:r>
      <w:r w:rsidR="00C940C1">
        <w:rPr>
          <w:rFonts w:ascii="ＭＳ 明朝" w:hAnsi="ＭＳ 明朝" w:hint="eastAsia"/>
        </w:rPr>
        <w:t>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60B91" w14:textId="77777777" w:rsidR="008913CE" w:rsidRDefault="008913CE">
      <w:r>
        <w:separator/>
      </w:r>
    </w:p>
  </w:endnote>
  <w:endnote w:type="continuationSeparator" w:id="0">
    <w:p w14:paraId="409DF419" w14:textId="77777777" w:rsidR="008913CE" w:rsidRDefault="0089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B109E" w14:textId="77777777" w:rsidR="008913CE" w:rsidRDefault="008913CE">
      <w:r>
        <w:separator/>
      </w:r>
    </w:p>
  </w:footnote>
  <w:footnote w:type="continuationSeparator" w:id="0">
    <w:p w14:paraId="2FD738F7" w14:textId="77777777" w:rsidR="008913CE" w:rsidRDefault="00891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41A8A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42449716">
    <w:abstractNumId w:val="4"/>
  </w:num>
  <w:num w:numId="2" w16cid:durableId="331032580">
    <w:abstractNumId w:val="3"/>
  </w:num>
  <w:num w:numId="3" w16cid:durableId="1276062198">
    <w:abstractNumId w:val="1"/>
  </w:num>
  <w:num w:numId="4" w16cid:durableId="785850530">
    <w:abstractNumId w:val="0"/>
  </w:num>
  <w:num w:numId="5" w16cid:durableId="981809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5133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A61C0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13CE"/>
    <w:rsid w:val="00893A04"/>
    <w:rsid w:val="008A2ED6"/>
    <w:rsid w:val="008B1EAA"/>
    <w:rsid w:val="008C4BFF"/>
    <w:rsid w:val="008D51B2"/>
    <w:rsid w:val="008D5454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D7E94"/>
    <w:rsid w:val="00CE1A87"/>
    <w:rsid w:val="00CE32D5"/>
    <w:rsid w:val="00CE58C7"/>
    <w:rsid w:val="00CF2158"/>
    <w:rsid w:val="00CF23DD"/>
    <w:rsid w:val="00D00787"/>
    <w:rsid w:val="00D02A05"/>
    <w:rsid w:val="00D20FF7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201D"/>
    <w:rsid w:val="00F234B1"/>
    <w:rsid w:val="00F25E09"/>
    <w:rsid w:val="00F264D0"/>
    <w:rsid w:val="00F54383"/>
    <w:rsid w:val="00F66293"/>
    <w:rsid w:val="00F66CE2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CD2E3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24-09 kenren</cp:lastModifiedBy>
  <cp:revision>10</cp:revision>
  <cp:lastPrinted>2016-12-09T03:03:00Z</cp:lastPrinted>
  <dcterms:created xsi:type="dcterms:W3CDTF">2017-01-04T05:27:00Z</dcterms:created>
  <dcterms:modified xsi:type="dcterms:W3CDTF">2026-01-07T09:54:00Z</dcterms:modified>
</cp:coreProperties>
</file>