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837AA" w14:textId="77777777" w:rsidR="0099671F" w:rsidRDefault="0099671F" w:rsidP="00474CD9">
      <w:pPr>
        <w:pStyle w:val="a3"/>
        <w:spacing w:line="340" w:lineRule="exact"/>
        <w:jc w:val="center"/>
        <w:rPr>
          <w:rFonts w:ascii="ＭＳ 明朝" w:hAnsi="ＭＳ 明朝"/>
        </w:rPr>
      </w:pPr>
      <w:r w:rsidRPr="00982817">
        <w:rPr>
          <w:rFonts w:ascii="ＭＳ 明朝" w:hAnsi="ＭＳ 明朝" w:hint="eastAsia"/>
        </w:rPr>
        <w:t>誓　　約　　書</w:t>
      </w:r>
    </w:p>
    <w:p w14:paraId="38DC46E1" w14:textId="77777777" w:rsidR="0053130E" w:rsidRDefault="0053130E" w:rsidP="00474CD9">
      <w:pPr>
        <w:pStyle w:val="a3"/>
        <w:spacing w:line="340" w:lineRule="exact"/>
        <w:jc w:val="center"/>
        <w:rPr>
          <w:rFonts w:ascii="ＭＳ 明朝" w:hAnsi="ＭＳ 明朝"/>
        </w:rPr>
      </w:pPr>
    </w:p>
    <w:p w14:paraId="75980292" w14:textId="77777777" w:rsidR="0053130E" w:rsidRPr="00982817" w:rsidRDefault="0053130E" w:rsidP="00474CD9">
      <w:pPr>
        <w:pStyle w:val="a3"/>
        <w:spacing w:line="340" w:lineRule="exact"/>
        <w:jc w:val="center"/>
        <w:rPr>
          <w:rFonts w:ascii="ＭＳ 明朝" w:hAnsi="ＭＳ 明朝"/>
        </w:rPr>
      </w:pPr>
    </w:p>
    <w:p w14:paraId="63A79D43" w14:textId="77777777" w:rsidR="0099671F" w:rsidRPr="00982817" w:rsidRDefault="0099671F" w:rsidP="00474CD9">
      <w:pPr>
        <w:pStyle w:val="a3"/>
        <w:spacing w:line="340" w:lineRule="exact"/>
        <w:ind w:firstLineChars="100" w:firstLine="248"/>
        <w:rPr>
          <w:rFonts w:ascii="ＭＳ 明朝" w:hAnsi="ＭＳ 明朝"/>
        </w:rPr>
      </w:pPr>
      <w:r w:rsidRPr="00982817">
        <w:rPr>
          <w:rFonts w:ascii="ＭＳ 明朝" w:hAnsi="ＭＳ 明朝" w:hint="eastAsia"/>
        </w:rPr>
        <w:t>□　私</w:t>
      </w:r>
    </w:p>
    <w:p w14:paraId="304907DB" w14:textId="77777777" w:rsidR="0099671F" w:rsidRPr="00982817" w:rsidRDefault="00207271" w:rsidP="00474CD9">
      <w:pPr>
        <w:pStyle w:val="a3"/>
        <w:spacing w:line="340" w:lineRule="exact"/>
        <w:ind w:firstLineChars="100" w:firstLine="248"/>
        <w:rPr>
          <w:rFonts w:ascii="ＭＳ 明朝" w:hAnsi="ＭＳ 明朝"/>
        </w:rPr>
      </w:pPr>
      <w:r w:rsidRPr="00207271">
        <w:rPr>
          <w:rFonts w:ascii="ＭＳ 明朝" w:hAnsi="ＭＳ 明朝" w:hint="eastAsia"/>
        </w:rPr>
        <w:t>☑</w:t>
      </w:r>
      <w:r w:rsidR="0099671F" w:rsidRPr="00982817">
        <w:rPr>
          <w:rFonts w:ascii="ＭＳ 明朝" w:hAnsi="ＭＳ 明朝" w:hint="eastAsia"/>
        </w:rPr>
        <w:t xml:space="preserve">　当社</w:t>
      </w:r>
    </w:p>
    <w:p w14:paraId="7CBF2157"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は、下記１に該当せず、将来においても該当しないことを誓約します。また、貸付又は使用許可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4B6EFD11"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この誓約が虚偽であり、又はこの誓約に反したことにより、当方が不利益を被ることになっても、異議は一切申し立てません。</w:t>
      </w:r>
    </w:p>
    <w:p w14:paraId="7BEF55C1" w14:textId="77777777" w:rsidR="0099671F" w:rsidRDefault="0099671F" w:rsidP="00474CD9">
      <w:pPr>
        <w:pStyle w:val="a3"/>
        <w:spacing w:line="340" w:lineRule="exact"/>
        <w:rPr>
          <w:rFonts w:ascii="ＭＳ 明朝" w:hAnsi="ＭＳ 明朝"/>
        </w:rPr>
      </w:pPr>
    </w:p>
    <w:p w14:paraId="27B9D27D" w14:textId="77777777" w:rsidR="0066205A" w:rsidRPr="00982817" w:rsidRDefault="0066205A" w:rsidP="00474CD9">
      <w:pPr>
        <w:pStyle w:val="a3"/>
        <w:spacing w:line="340" w:lineRule="exact"/>
        <w:rPr>
          <w:rFonts w:ascii="ＭＳ 明朝" w:hAnsi="ＭＳ 明朝"/>
        </w:rPr>
      </w:pPr>
    </w:p>
    <w:p w14:paraId="1ECCC52D" w14:textId="77777777" w:rsidR="0099671F" w:rsidRPr="00982817" w:rsidRDefault="0099671F" w:rsidP="00474CD9">
      <w:pPr>
        <w:pStyle w:val="a3"/>
        <w:spacing w:line="340" w:lineRule="exact"/>
        <w:jc w:val="center"/>
        <w:rPr>
          <w:rFonts w:ascii="ＭＳ 明朝" w:hAnsi="ＭＳ 明朝"/>
        </w:rPr>
      </w:pPr>
      <w:r w:rsidRPr="00982817">
        <w:rPr>
          <w:rFonts w:ascii="ＭＳ 明朝" w:hAnsi="ＭＳ 明朝" w:hint="eastAsia"/>
        </w:rPr>
        <w:t>記</w:t>
      </w:r>
    </w:p>
    <w:p w14:paraId="30B518EE" w14:textId="77777777" w:rsidR="0099671F" w:rsidRDefault="0099671F" w:rsidP="00474CD9">
      <w:pPr>
        <w:pStyle w:val="a3"/>
        <w:spacing w:line="340" w:lineRule="exact"/>
        <w:rPr>
          <w:rFonts w:ascii="ＭＳ 明朝" w:hAnsi="ＭＳ 明朝"/>
        </w:rPr>
      </w:pPr>
    </w:p>
    <w:p w14:paraId="2E8A242D" w14:textId="77777777" w:rsidR="0066205A" w:rsidRPr="00982817" w:rsidRDefault="0066205A" w:rsidP="00474CD9">
      <w:pPr>
        <w:pStyle w:val="a3"/>
        <w:spacing w:line="340" w:lineRule="exact"/>
        <w:rPr>
          <w:rFonts w:ascii="ＭＳ 明朝" w:hAnsi="ＭＳ 明朝"/>
        </w:rPr>
      </w:pPr>
    </w:p>
    <w:p w14:paraId="049A914B"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１　契約の相手方としての不適当な者</w:t>
      </w:r>
    </w:p>
    <w:p w14:paraId="38C48D8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(1)  </w:t>
      </w:r>
      <w:r w:rsidR="0099671F" w:rsidRPr="00982817">
        <w:rPr>
          <w:rFonts w:ascii="ＭＳ 明朝" w:hAnsi="ＭＳ 明朝" w:hint="eastAsia"/>
        </w:rPr>
        <w:t>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77号）第２条第２号に規定する暴力団員をいう。以下同じ。）又は暴力団員（同法第２条第６号に規定する暴力団員をいう。以下同じ。）であるとき</w:t>
      </w:r>
    </w:p>
    <w:p w14:paraId="6776AFD0" w14:textId="77777777" w:rsidR="0099671F"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2</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役員等が、自己、自社若しくは第三者の不正の利益を図る目的、又は第三者に損害を加える目的をもって、暴力団又は暴力団員を利用するなどしているとき</w:t>
      </w:r>
    </w:p>
    <w:p w14:paraId="4F439FBE" w14:textId="77777777" w:rsidR="00117D47"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3</w:t>
      </w:r>
      <w:r w:rsidRPr="001501DA">
        <w:rPr>
          <w:rFonts w:ascii="ＭＳ 明朝" w:hAnsi="ＭＳ 明朝" w:hint="eastAsia"/>
        </w:rPr>
        <w:t>)</w:t>
      </w:r>
      <w:r>
        <w:rPr>
          <w:rFonts w:ascii="ＭＳ 明朝" w:hAnsi="ＭＳ 明朝" w:hint="eastAsia"/>
        </w:rPr>
        <w:t xml:space="preserve">  </w:t>
      </w:r>
      <w:r w:rsidR="00117D47" w:rsidRPr="00117D47">
        <w:rPr>
          <w:rFonts w:ascii="ＭＳ 明朝" w:hAnsi="ＭＳ 明朝" w:hint="eastAsia"/>
        </w:rPr>
        <w:t>役員等が、暴力団又は暴力団員に対して、資金等を供給し、又は便宜を供与するなど直接的あるいは積極的に暴力団の維持、運営に協力し、若しくは関与しているとき</w:t>
      </w:r>
    </w:p>
    <w:p w14:paraId="70542C6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4</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役員等が、暴力団又は暴力団員であることを知りながらこれを不当に利用するなどしているとき</w:t>
      </w:r>
    </w:p>
    <w:p w14:paraId="6838CA07"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5</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役員等が、暴力団又は暴力団員と社会的に非難されるべき関係を有しているとき</w:t>
      </w:r>
    </w:p>
    <w:p w14:paraId="65AB618E" w14:textId="77777777" w:rsidR="0099671F" w:rsidRPr="00982817" w:rsidRDefault="0099671F" w:rsidP="00B6359F">
      <w:pPr>
        <w:pStyle w:val="a3"/>
        <w:spacing w:line="340" w:lineRule="exact"/>
        <w:ind w:firstLineChars="200" w:firstLine="496"/>
        <w:rPr>
          <w:rFonts w:ascii="ＭＳ 明朝" w:hAnsi="ＭＳ 明朝"/>
        </w:rPr>
      </w:pPr>
      <w:r w:rsidRPr="00982817">
        <w:rPr>
          <w:rFonts w:ascii="ＭＳ 明朝" w:hAnsi="ＭＳ 明朝" w:hint="eastAsia"/>
        </w:rPr>
        <w:t xml:space="preserve">　なお、役員等に変更があった場合は、速やかに変更後の役員名簿を提出します。</w:t>
      </w:r>
    </w:p>
    <w:p w14:paraId="7ACA7DD1" w14:textId="77777777" w:rsidR="004070E1" w:rsidRPr="00982817" w:rsidRDefault="004070E1" w:rsidP="00474CD9">
      <w:pPr>
        <w:pStyle w:val="a3"/>
        <w:spacing w:line="340" w:lineRule="exact"/>
        <w:rPr>
          <w:rFonts w:ascii="ＭＳ 明朝" w:hAnsi="ＭＳ 明朝"/>
        </w:rPr>
      </w:pPr>
    </w:p>
    <w:p w14:paraId="4549B715"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２　公序良俗に反する使用等</w:t>
      </w:r>
    </w:p>
    <w:p w14:paraId="380179B8" w14:textId="77777777" w:rsidR="0099671F" w:rsidRPr="00982817" w:rsidRDefault="0099671F" w:rsidP="00474CD9">
      <w:pPr>
        <w:pStyle w:val="a3"/>
        <w:spacing w:line="340" w:lineRule="exact"/>
        <w:ind w:leftChars="114" w:left="244"/>
        <w:rPr>
          <w:rFonts w:ascii="ＭＳ 明朝" w:hAnsi="ＭＳ 明朝"/>
        </w:rPr>
      </w:pPr>
      <w:r w:rsidRPr="00982817">
        <w:rPr>
          <w:rFonts w:ascii="ＭＳ 明朝" w:hAnsi="ＭＳ 明朝" w:hint="eastAsia"/>
        </w:rPr>
        <w:t xml:space="preserve">　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借権を譲渡すること。</w:t>
      </w:r>
    </w:p>
    <w:p w14:paraId="2BA7608F" w14:textId="77777777" w:rsidR="0099671F" w:rsidRPr="00982817" w:rsidRDefault="00474CD9" w:rsidP="00474CD9">
      <w:pPr>
        <w:pStyle w:val="a3"/>
        <w:spacing w:line="340" w:lineRule="exact"/>
        <w:rPr>
          <w:rFonts w:ascii="ＭＳ 明朝" w:hAnsi="ＭＳ 明朝"/>
        </w:rPr>
      </w:pPr>
      <w:r w:rsidRPr="00982817">
        <w:rPr>
          <w:rFonts w:ascii="ＭＳ 明朝" w:hAnsi="ＭＳ 明朝"/>
        </w:rPr>
        <w:br w:type="page"/>
      </w:r>
      <w:r w:rsidR="0099671F" w:rsidRPr="00982817">
        <w:rPr>
          <w:rFonts w:ascii="ＭＳ 明朝" w:hAnsi="ＭＳ 明朝" w:hint="eastAsia"/>
        </w:rPr>
        <w:lastRenderedPageBreak/>
        <w:t>３　警察への通報等</w:t>
      </w:r>
    </w:p>
    <w:p w14:paraId="4F302A2F" w14:textId="534BF84C"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(1)</w:t>
      </w:r>
      <w:r w:rsidRPr="00982817">
        <w:rPr>
          <w:rFonts w:ascii="ＭＳ 明朝" w:hAnsi="ＭＳ 明朝" w:hint="eastAsia"/>
        </w:rPr>
        <w:t xml:space="preserve">  </w:t>
      </w:r>
      <w:r w:rsidR="0099671F" w:rsidRPr="00982817">
        <w:rPr>
          <w:rFonts w:ascii="ＭＳ 明朝" w:hAnsi="ＭＳ 明朝" w:hint="eastAsia"/>
        </w:rPr>
        <w:t>貸付物件（使用許可物件）を使用するに当たって、暴力団又は暴力団員、社会運動標ぼうゴロ（※１</w:t>
      </w:r>
      <w:r w:rsidR="002F4932">
        <w:rPr>
          <w:rFonts w:ascii="ＭＳ 明朝" w:hAnsi="ＭＳ 明朝" w:hint="eastAsia"/>
        </w:rPr>
        <w:t>)</w:t>
      </w:r>
      <w:r w:rsidR="0099671F" w:rsidRPr="00982817">
        <w:rPr>
          <w:rFonts w:ascii="ＭＳ 明朝" w:hAnsi="ＭＳ 明朝" w:hint="eastAsia"/>
        </w:rPr>
        <w:t>、政治活動標ぼうゴロ（※２</w:t>
      </w:r>
      <w:r w:rsidR="002F4932">
        <w:rPr>
          <w:rFonts w:ascii="ＭＳ 明朝" w:hAnsi="ＭＳ 明朝" w:hint="eastAsia"/>
        </w:rPr>
        <w:t>)</w:t>
      </w:r>
      <w:r w:rsidR="0099671F" w:rsidRPr="00982817">
        <w:rPr>
          <w:rFonts w:ascii="ＭＳ 明朝" w:hAnsi="ＭＳ 明朝" w:hint="eastAsia"/>
        </w:rPr>
        <w:t>、その他暴力団関係者から、不当要求又は業務妨害を受けた場合は、断固としてこれを拒否するとともに、速やかに警察に通報し、捜査上必要な協力を行うこと。</w:t>
      </w:r>
    </w:p>
    <w:p w14:paraId="05CF3DEC" w14:textId="77777777"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w:t>
      </w:r>
      <w:r>
        <w:rPr>
          <w:rFonts w:ascii="ＭＳ 明朝" w:hAnsi="ＭＳ 明朝" w:hint="eastAsia"/>
        </w:rPr>
        <w:t>2</w:t>
      </w:r>
      <w:r w:rsidRPr="004070E1">
        <w:rPr>
          <w:rFonts w:ascii="ＭＳ 明朝" w:hAnsi="ＭＳ 明朝" w:hint="eastAsia"/>
        </w:rPr>
        <w:t>)</w:t>
      </w:r>
      <w:r w:rsidRPr="00982817">
        <w:rPr>
          <w:rFonts w:ascii="ＭＳ 明朝" w:hAnsi="ＭＳ 明朝" w:hint="eastAsia"/>
        </w:rPr>
        <w:t xml:space="preserve">  </w:t>
      </w:r>
      <w:r w:rsidR="0099671F" w:rsidRPr="00982817">
        <w:rPr>
          <w:rFonts w:ascii="ＭＳ 明朝" w:hAnsi="ＭＳ 明朝" w:hint="eastAsia"/>
        </w:rPr>
        <w:t>前号による警察への通報及び捜査上必要な協力を行った場合には、速やかにその内容を記載した書面により、許可者に報告すること。</w:t>
      </w:r>
    </w:p>
    <w:p w14:paraId="7A8728F9" w14:textId="77777777" w:rsidR="0099671F" w:rsidRPr="00982817" w:rsidRDefault="0099671F" w:rsidP="00474CD9">
      <w:pPr>
        <w:pStyle w:val="a3"/>
        <w:spacing w:line="340" w:lineRule="exact"/>
        <w:rPr>
          <w:rFonts w:ascii="ＭＳ 明朝" w:hAnsi="ＭＳ 明朝"/>
        </w:rPr>
      </w:pPr>
    </w:p>
    <w:p w14:paraId="2E3BD909"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※１　社会運動を仮装し又は標ぼうして、不正な利益を求めて暴力的不法行為等を行うおそれがあり、市民生活の安全に脅威を与える者</w:t>
      </w:r>
    </w:p>
    <w:p w14:paraId="4901FC6B"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※２　政治活動を仮装し又は標ぼうして、不正な利益を求めて暴力的不法行為を行うおそれがあり、市民生活の安全に脅威を与える者</w:t>
      </w:r>
    </w:p>
    <w:p w14:paraId="6C3D8004" w14:textId="77777777" w:rsidR="0099671F" w:rsidRPr="00982817" w:rsidRDefault="0099671F" w:rsidP="00474CD9">
      <w:pPr>
        <w:pStyle w:val="a3"/>
        <w:spacing w:line="340" w:lineRule="exact"/>
        <w:rPr>
          <w:rFonts w:ascii="ＭＳ 明朝" w:hAnsi="ＭＳ 明朝"/>
        </w:rPr>
      </w:pPr>
    </w:p>
    <w:p w14:paraId="0E650FEB" w14:textId="77777777" w:rsidR="0099671F" w:rsidRPr="00982817" w:rsidRDefault="0099671F" w:rsidP="00474CD9">
      <w:pPr>
        <w:pStyle w:val="a3"/>
        <w:spacing w:line="340" w:lineRule="exact"/>
        <w:rPr>
          <w:rFonts w:ascii="ＭＳ 明朝" w:hAnsi="ＭＳ 明朝"/>
        </w:rPr>
      </w:pPr>
    </w:p>
    <w:p w14:paraId="56206497" w14:textId="77777777" w:rsidR="0099671F" w:rsidRPr="00982817" w:rsidRDefault="0099671F" w:rsidP="00474CD9">
      <w:pPr>
        <w:pStyle w:val="a3"/>
        <w:spacing w:line="340" w:lineRule="exact"/>
        <w:rPr>
          <w:rFonts w:ascii="ＭＳ 明朝" w:hAnsi="ＭＳ 明朝"/>
        </w:rPr>
      </w:pPr>
    </w:p>
    <w:p w14:paraId="33BFD3DE" w14:textId="77777777" w:rsidR="00417E39" w:rsidRDefault="00417E39" w:rsidP="00474CD9">
      <w:pPr>
        <w:pStyle w:val="a3"/>
        <w:spacing w:line="340" w:lineRule="exact"/>
        <w:ind w:firstLineChars="100" w:firstLine="248"/>
        <w:rPr>
          <w:rFonts w:ascii="ＭＳ 明朝" w:hAnsi="ＭＳ 明朝"/>
        </w:rPr>
      </w:pPr>
      <w:r>
        <w:rPr>
          <w:rFonts w:ascii="ＭＳ 明朝" w:hAnsi="ＭＳ 明朝" w:hint="eastAsia"/>
        </w:rPr>
        <w:t>防衛省所管</w:t>
      </w:r>
    </w:p>
    <w:p w14:paraId="612FAB69" w14:textId="77777777" w:rsidR="00417E39" w:rsidRDefault="00417E39" w:rsidP="00417E39">
      <w:pPr>
        <w:pStyle w:val="a3"/>
        <w:spacing w:line="340" w:lineRule="exact"/>
        <w:ind w:firstLineChars="200" w:firstLine="496"/>
        <w:rPr>
          <w:rFonts w:ascii="ＭＳ 明朝" w:hAnsi="ＭＳ 明朝"/>
        </w:rPr>
      </w:pPr>
      <w:r>
        <w:rPr>
          <w:rFonts w:ascii="ＭＳ 明朝" w:hAnsi="ＭＳ 明朝" w:hint="eastAsia"/>
        </w:rPr>
        <w:t>国有財産部局長　　　殿</w:t>
      </w:r>
    </w:p>
    <w:p w14:paraId="7CCFCB16" w14:textId="77777777" w:rsidR="0099671F" w:rsidRPr="00982817" w:rsidRDefault="00417E39" w:rsidP="00417E39">
      <w:pPr>
        <w:pStyle w:val="a3"/>
        <w:spacing w:line="340" w:lineRule="exact"/>
        <w:ind w:firstLineChars="300" w:firstLine="745"/>
        <w:rPr>
          <w:rFonts w:ascii="ＭＳ 明朝" w:hAnsi="ＭＳ 明朝"/>
        </w:rPr>
      </w:pPr>
      <w:r>
        <w:rPr>
          <w:rFonts w:ascii="ＭＳ 明朝" w:hAnsi="ＭＳ 明朝" w:hint="eastAsia"/>
        </w:rPr>
        <w:t>東海防衛支局</w:t>
      </w:r>
      <w:r w:rsidR="0099671F" w:rsidRPr="00982817">
        <w:rPr>
          <w:rFonts w:ascii="ＭＳ 明朝" w:hAnsi="ＭＳ 明朝" w:hint="eastAsia"/>
        </w:rPr>
        <w:t xml:space="preserve">長　</w:t>
      </w:r>
    </w:p>
    <w:p w14:paraId="4AAEF311" w14:textId="77777777" w:rsidR="0099671F" w:rsidRPr="00982817" w:rsidRDefault="0099671F" w:rsidP="00474CD9">
      <w:pPr>
        <w:pStyle w:val="a3"/>
        <w:spacing w:line="340" w:lineRule="exact"/>
        <w:rPr>
          <w:rFonts w:ascii="ＭＳ 明朝" w:hAnsi="ＭＳ 明朝"/>
        </w:rPr>
      </w:pPr>
    </w:p>
    <w:p w14:paraId="34AFB88E" w14:textId="77777777" w:rsidR="00417E39" w:rsidRDefault="00417E39" w:rsidP="00A819FF">
      <w:pPr>
        <w:pStyle w:val="a3"/>
        <w:spacing w:line="340" w:lineRule="exact"/>
        <w:jc w:val="left"/>
        <w:rPr>
          <w:rFonts w:ascii="ＭＳ 明朝" w:hAnsi="ＭＳ 明朝"/>
        </w:rPr>
      </w:pPr>
    </w:p>
    <w:p w14:paraId="5447F035" w14:textId="77777777" w:rsidR="00417E39" w:rsidRDefault="00417E39" w:rsidP="00A819FF">
      <w:pPr>
        <w:pStyle w:val="a3"/>
        <w:spacing w:line="340" w:lineRule="exact"/>
        <w:rPr>
          <w:rFonts w:ascii="ＭＳ 明朝" w:hAnsi="ＭＳ 明朝"/>
        </w:rPr>
      </w:pPr>
    </w:p>
    <w:p w14:paraId="66D70C2D" w14:textId="77777777" w:rsidR="00417E39" w:rsidRDefault="00417E39" w:rsidP="00A819FF">
      <w:pPr>
        <w:pStyle w:val="a3"/>
        <w:spacing w:line="340" w:lineRule="exact"/>
        <w:rPr>
          <w:rFonts w:ascii="ＭＳ 明朝" w:hAnsi="ＭＳ 明朝"/>
        </w:rPr>
      </w:pPr>
    </w:p>
    <w:p w14:paraId="62FAFBE7" w14:textId="02B2E966" w:rsidR="0099671F" w:rsidRPr="00982817" w:rsidRDefault="00A819FF" w:rsidP="00474CD9">
      <w:pPr>
        <w:pStyle w:val="a3"/>
        <w:spacing w:line="340" w:lineRule="exact"/>
        <w:ind w:firstLineChars="1700" w:firstLine="4219"/>
        <w:rPr>
          <w:rFonts w:ascii="ＭＳ 明朝" w:hAnsi="ＭＳ 明朝"/>
        </w:rPr>
      </w:pPr>
      <w:r>
        <w:rPr>
          <w:rFonts w:ascii="ＭＳ 明朝" w:hAnsi="ＭＳ 明朝" w:hint="eastAsia"/>
        </w:rPr>
        <w:t>令和</w:t>
      </w:r>
      <w:r w:rsidR="00204C62">
        <w:rPr>
          <w:rFonts w:ascii="ＭＳ 明朝" w:hAnsi="ＭＳ 明朝" w:hint="eastAsia"/>
        </w:rPr>
        <w:t xml:space="preserve">　</w:t>
      </w:r>
      <w:r w:rsidR="00C907B0">
        <w:rPr>
          <w:rFonts w:ascii="ＭＳ 明朝" w:hAnsi="ＭＳ 明朝" w:hint="eastAsia"/>
        </w:rPr>
        <w:t xml:space="preserve">　</w:t>
      </w:r>
      <w:r w:rsidR="0099671F" w:rsidRPr="00982817">
        <w:rPr>
          <w:rFonts w:ascii="ＭＳ 明朝" w:hAnsi="ＭＳ 明朝" w:hint="eastAsia"/>
        </w:rPr>
        <w:t>年　　月　　日</w:t>
      </w:r>
    </w:p>
    <w:p w14:paraId="519EB9CA" w14:textId="77777777" w:rsidR="00AD7259" w:rsidRPr="00982817" w:rsidRDefault="00AD7259" w:rsidP="00474CD9">
      <w:pPr>
        <w:pStyle w:val="a3"/>
        <w:spacing w:line="340" w:lineRule="exact"/>
        <w:rPr>
          <w:rFonts w:ascii="ＭＳ 明朝" w:hAnsi="ＭＳ 明朝"/>
        </w:rPr>
      </w:pPr>
    </w:p>
    <w:p w14:paraId="514A514D" w14:textId="77777777" w:rsidR="00AD7259" w:rsidRPr="00982817" w:rsidRDefault="00AD7259" w:rsidP="00474CD9">
      <w:pPr>
        <w:pStyle w:val="a3"/>
        <w:spacing w:line="340" w:lineRule="exact"/>
        <w:rPr>
          <w:rFonts w:ascii="ＭＳ 明朝" w:hAnsi="ＭＳ 明朝"/>
        </w:rPr>
      </w:pPr>
    </w:p>
    <w:p w14:paraId="2B1DC56D"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住所又は所在地</w:t>
      </w:r>
    </w:p>
    <w:p w14:paraId="302BA0E5" w14:textId="77777777" w:rsidR="0099671F" w:rsidRPr="00982817" w:rsidRDefault="0099671F" w:rsidP="00474CD9">
      <w:pPr>
        <w:pStyle w:val="a3"/>
        <w:spacing w:line="340" w:lineRule="exact"/>
        <w:rPr>
          <w:rFonts w:ascii="ＭＳ 明朝" w:hAnsi="ＭＳ 明朝"/>
        </w:rPr>
      </w:pPr>
    </w:p>
    <w:p w14:paraId="14C830CF" w14:textId="77777777" w:rsidR="0099671F" w:rsidRPr="00982817" w:rsidRDefault="0099671F" w:rsidP="00474CD9">
      <w:pPr>
        <w:pStyle w:val="a3"/>
        <w:spacing w:line="340" w:lineRule="exact"/>
        <w:rPr>
          <w:rFonts w:ascii="ＭＳ 明朝" w:hAnsi="ＭＳ 明朝"/>
        </w:rPr>
      </w:pPr>
    </w:p>
    <w:p w14:paraId="5F0530D7" w14:textId="77777777" w:rsidR="0099671F" w:rsidRPr="00982817" w:rsidRDefault="0099671F" w:rsidP="00417E39">
      <w:pPr>
        <w:pStyle w:val="a3"/>
        <w:spacing w:line="340" w:lineRule="exact"/>
        <w:rPr>
          <w:rFonts w:ascii="ＭＳ 明朝" w:hAnsi="ＭＳ 明朝"/>
        </w:rPr>
      </w:pPr>
      <w:r w:rsidRPr="00982817">
        <w:rPr>
          <w:rFonts w:ascii="ＭＳ 明朝" w:hAnsi="ＭＳ 明朝" w:hint="eastAsia"/>
        </w:rPr>
        <w:t xml:space="preserve">　　　　　　　　　　　　　　　　氏名又は名称</w:t>
      </w:r>
      <w:r w:rsidR="00417E39">
        <w:rPr>
          <w:rFonts w:ascii="ＭＳ 明朝" w:hAnsi="ＭＳ 明朝" w:hint="eastAsia"/>
        </w:rPr>
        <w:t xml:space="preserve">　　　　　　　　　　　　　　</w:t>
      </w:r>
      <w:r w:rsidRPr="00982817">
        <w:rPr>
          <w:rFonts w:ascii="ＭＳ 明朝" w:hAnsi="ＭＳ 明朝" w:hint="eastAsia"/>
        </w:rPr>
        <w:t>印</w:t>
      </w:r>
    </w:p>
    <w:p w14:paraId="652F986C" w14:textId="77777777" w:rsidR="0099671F" w:rsidRDefault="0099671F" w:rsidP="00474CD9">
      <w:pPr>
        <w:pStyle w:val="a3"/>
        <w:spacing w:line="340" w:lineRule="exact"/>
        <w:rPr>
          <w:rFonts w:ascii="ＭＳ 明朝" w:hAnsi="ＭＳ 明朝"/>
        </w:rPr>
      </w:pPr>
    </w:p>
    <w:p w14:paraId="6DF74BC9" w14:textId="77777777" w:rsidR="0053130E" w:rsidRDefault="0053130E" w:rsidP="00474CD9">
      <w:pPr>
        <w:pStyle w:val="a3"/>
        <w:spacing w:line="340" w:lineRule="exact"/>
        <w:rPr>
          <w:rFonts w:ascii="ＭＳ 明朝" w:hAnsi="ＭＳ 明朝"/>
        </w:rPr>
        <w:sectPr w:rsidR="0053130E" w:rsidSect="002F4932">
          <w:pgSz w:w="11906" w:h="16838" w:code="9"/>
          <w:pgMar w:top="1418" w:right="1134" w:bottom="1418" w:left="1134" w:header="851" w:footer="567" w:gutter="0"/>
          <w:cols w:space="720"/>
          <w:noEndnote/>
          <w:docGrid w:type="linesAndChars" w:linePitch="291" w:charSpace="855"/>
        </w:sectPr>
      </w:pPr>
    </w:p>
    <w:p w14:paraId="43235515" w14:textId="7AA1D3EC" w:rsidR="0099671F" w:rsidRDefault="00A819FF" w:rsidP="0053130E">
      <w:pPr>
        <w:pStyle w:val="a3"/>
        <w:spacing w:line="340" w:lineRule="exact"/>
        <w:jc w:val="right"/>
      </w:pPr>
      <w:r>
        <w:rPr>
          <w:rFonts w:hint="eastAsia"/>
        </w:rPr>
        <w:lastRenderedPageBreak/>
        <w:t xml:space="preserve">令和　</w:t>
      </w:r>
      <w:r w:rsidR="00312A6B">
        <w:rPr>
          <w:rFonts w:hint="eastAsia"/>
        </w:rPr>
        <w:t xml:space="preserve">　</w:t>
      </w:r>
      <w:r w:rsidR="0053130E" w:rsidRPr="0099671F">
        <w:rPr>
          <w:rFonts w:hint="eastAsia"/>
        </w:rPr>
        <w:t>年　　月　　日</w:t>
      </w:r>
    </w:p>
    <w:p w14:paraId="3D83D23B" w14:textId="77777777" w:rsidR="0053130E" w:rsidRPr="00A819FF" w:rsidRDefault="0053130E" w:rsidP="00A819FF">
      <w:pPr>
        <w:pStyle w:val="a3"/>
        <w:spacing w:line="340" w:lineRule="exact"/>
        <w:jc w:val="lef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268"/>
        <w:gridCol w:w="1559"/>
        <w:gridCol w:w="709"/>
        <w:gridCol w:w="3827"/>
      </w:tblGrid>
      <w:tr w:rsidR="0099671F" w:rsidRPr="0099671F" w14:paraId="785DCBDD" w14:textId="77777777" w:rsidTr="00EE07DE">
        <w:trPr>
          <w:trHeight w:val="448"/>
        </w:trPr>
        <w:tc>
          <w:tcPr>
            <w:tcW w:w="9639" w:type="dxa"/>
            <w:gridSpan w:val="5"/>
            <w:vAlign w:val="center"/>
          </w:tcPr>
          <w:p w14:paraId="052505D7" w14:textId="77777777" w:rsidR="0099671F" w:rsidRPr="0099671F" w:rsidRDefault="0099671F" w:rsidP="0053130E">
            <w:pPr>
              <w:pStyle w:val="a3"/>
              <w:jc w:val="center"/>
            </w:pPr>
            <w:r w:rsidRPr="0099671F">
              <w:rPr>
                <w:rFonts w:hint="eastAsia"/>
              </w:rPr>
              <w:t>役</w:t>
            </w:r>
            <w:r w:rsidR="00AD7259">
              <w:rPr>
                <w:rFonts w:hint="eastAsia"/>
              </w:rPr>
              <w:t xml:space="preserve">　</w:t>
            </w:r>
            <w:r w:rsidRPr="0099671F">
              <w:rPr>
                <w:rFonts w:hint="eastAsia"/>
              </w:rPr>
              <w:t>員</w:t>
            </w:r>
            <w:r w:rsidR="00AD7259">
              <w:rPr>
                <w:rFonts w:hint="eastAsia"/>
              </w:rPr>
              <w:t xml:space="preserve">　</w:t>
            </w:r>
            <w:r w:rsidRPr="0099671F">
              <w:rPr>
                <w:rFonts w:hint="eastAsia"/>
              </w:rPr>
              <w:t>名</w:t>
            </w:r>
            <w:r w:rsidR="00AD7259">
              <w:rPr>
                <w:rFonts w:hint="eastAsia"/>
              </w:rPr>
              <w:t xml:space="preserve">　</w:t>
            </w:r>
            <w:r w:rsidRPr="0099671F">
              <w:rPr>
                <w:rFonts w:hint="eastAsia"/>
              </w:rPr>
              <w:t>簿</w:t>
            </w:r>
          </w:p>
        </w:tc>
      </w:tr>
      <w:tr w:rsidR="0099671F" w:rsidRPr="0099671F" w14:paraId="76FAFB9D" w14:textId="77777777" w:rsidTr="00EE07DE">
        <w:trPr>
          <w:trHeight w:val="553"/>
        </w:trPr>
        <w:tc>
          <w:tcPr>
            <w:tcW w:w="1276" w:type="dxa"/>
            <w:vAlign w:val="center"/>
          </w:tcPr>
          <w:p w14:paraId="4162D76B" w14:textId="77777777" w:rsidR="0099671F" w:rsidRPr="0053130E" w:rsidRDefault="0099671F" w:rsidP="0053130E">
            <w:pPr>
              <w:pStyle w:val="a3"/>
              <w:jc w:val="center"/>
            </w:pPr>
            <w:r w:rsidRPr="00A819FF">
              <w:rPr>
                <w:rFonts w:hint="eastAsia"/>
                <w:spacing w:val="0"/>
                <w:w w:val="66"/>
                <w:fitText w:val="952" w:id="1361315072"/>
              </w:rPr>
              <w:t>商号又は氏</w:t>
            </w:r>
            <w:r w:rsidRPr="00A819FF">
              <w:rPr>
                <w:rFonts w:hint="eastAsia"/>
                <w:spacing w:val="3"/>
                <w:w w:val="66"/>
                <w:fitText w:val="952" w:id="1361315072"/>
              </w:rPr>
              <w:t>名</w:t>
            </w:r>
          </w:p>
        </w:tc>
        <w:tc>
          <w:tcPr>
            <w:tcW w:w="8363" w:type="dxa"/>
            <w:gridSpan w:val="4"/>
            <w:vAlign w:val="center"/>
          </w:tcPr>
          <w:p w14:paraId="07EF00B6" w14:textId="77777777" w:rsidR="0099671F" w:rsidRPr="0099671F" w:rsidRDefault="0099671F" w:rsidP="0053130E">
            <w:pPr>
              <w:pStyle w:val="a3"/>
            </w:pPr>
          </w:p>
        </w:tc>
      </w:tr>
      <w:tr w:rsidR="0099671F" w:rsidRPr="0099671F" w14:paraId="6D6A30E9" w14:textId="77777777" w:rsidTr="00EE07DE">
        <w:trPr>
          <w:trHeight w:val="560"/>
        </w:trPr>
        <w:tc>
          <w:tcPr>
            <w:tcW w:w="1276" w:type="dxa"/>
            <w:vAlign w:val="center"/>
          </w:tcPr>
          <w:p w14:paraId="1593AA67" w14:textId="77777777" w:rsidR="0099671F" w:rsidRPr="0099671F" w:rsidRDefault="0099671F" w:rsidP="0053130E">
            <w:pPr>
              <w:pStyle w:val="a3"/>
              <w:jc w:val="center"/>
            </w:pPr>
            <w:r w:rsidRPr="0099671F">
              <w:rPr>
                <w:rFonts w:hint="eastAsia"/>
              </w:rPr>
              <w:t>所</w:t>
            </w:r>
            <w:r w:rsidR="0053130E">
              <w:rPr>
                <w:rFonts w:hint="eastAsia"/>
              </w:rPr>
              <w:t xml:space="preserve"> </w:t>
            </w:r>
            <w:r w:rsidRPr="0099671F">
              <w:rPr>
                <w:rFonts w:hint="eastAsia"/>
              </w:rPr>
              <w:t>在</w:t>
            </w:r>
            <w:r w:rsidR="0053130E">
              <w:rPr>
                <w:rFonts w:hint="eastAsia"/>
              </w:rPr>
              <w:t xml:space="preserve"> </w:t>
            </w:r>
            <w:r w:rsidRPr="0099671F">
              <w:rPr>
                <w:rFonts w:hint="eastAsia"/>
              </w:rPr>
              <w:t>地</w:t>
            </w:r>
          </w:p>
        </w:tc>
        <w:tc>
          <w:tcPr>
            <w:tcW w:w="8363" w:type="dxa"/>
            <w:gridSpan w:val="4"/>
            <w:vAlign w:val="center"/>
          </w:tcPr>
          <w:p w14:paraId="5CFCE857" w14:textId="77777777" w:rsidR="0099671F" w:rsidRPr="0099671F" w:rsidRDefault="0099671F" w:rsidP="0053130E">
            <w:pPr>
              <w:pStyle w:val="a3"/>
            </w:pPr>
          </w:p>
        </w:tc>
      </w:tr>
      <w:tr w:rsidR="0099671F" w:rsidRPr="0099671F" w14:paraId="2843A007" w14:textId="77777777" w:rsidTr="00EE07DE">
        <w:trPr>
          <w:trHeight w:val="129"/>
        </w:trPr>
        <w:tc>
          <w:tcPr>
            <w:tcW w:w="1276" w:type="dxa"/>
            <w:vMerge w:val="restart"/>
            <w:vAlign w:val="center"/>
          </w:tcPr>
          <w:p w14:paraId="1DE35CA6" w14:textId="77777777" w:rsidR="0099671F" w:rsidRPr="0099671F" w:rsidRDefault="0099671F" w:rsidP="0053130E">
            <w:pPr>
              <w:pStyle w:val="a3"/>
              <w:jc w:val="center"/>
            </w:pPr>
            <w:r w:rsidRPr="0099671F">
              <w:rPr>
                <w:rFonts w:hint="eastAsia"/>
              </w:rPr>
              <w:t>役</w:t>
            </w:r>
            <w:r w:rsidR="0053130E">
              <w:rPr>
                <w:rFonts w:hint="eastAsia"/>
              </w:rPr>
              <w:t xml:space="preserve"> </w:t>
            </w:r>
            <w:r w:rsidRPr="0099671F">
              <w:rPr>
                <w:rFonts w:hint="eastAsia"/>
              </w:rPr>
              <w:t>職</w:t>
            </w:r>
            <w:r w:rsidR="0053130E">
              <w:rPr>
                <w:rFonts w:hint="eastAsia"/>
              </w:rPr>
              <w:t xml:space="preserve"> </w:t>
            </w:r>
            <w:r w:rsidRPr="0099671F">
              <w:rPr>
                <w:rFonts w:hint="eastAsia"/>
              </w:rPr>
              <w:t>名</w:t>
            </w:r>
          </w:p>
        </w:tc>
        <w:tc>
          <w:tcPr>
            <w:tcW w:w="2268" w:type="dxa"/>
            <w:vAlign w:val="center"/>
          </w:tcPr>
          <w:p w14:paraId="3666057A" w14:textId="77777777" w:rsidR="0099671F" w:rsidRPr="0099671F" w:rsidRDefault="00524A10" w:rsidP="0053130E">
            <w:pPr>
              <w:pStyle w:val="a3"/>
              <w:jc w:val="center"/>
            </w:pPr>
            <w:r>
              <w:rPr>
                <w:rFonts w:hint="eastAsia"/>
              </w:rPr>
              <w:t>（</w:t>
            </w:r>
            <w:r w:rsidR="0099671F" w:rsidRPr="0099671F">
              <w:rPr>
                <w:rFonts w:hint="eastAsia"/>
              </w:rPr>
              <w:t>ﾌﾘｶﾞﾅ</w:t>
            </w:r>
            <w:r>
              <w:rPr>
                <w:rFonts w:hint="eastAsia"/>
              </w:rPr>
              <w:t>）</w:t>
            </w:r>
          </w:p>
        </w:tc>
        <w:tc>
          <w:tcPr>
            <w:tcW w:w="1559" w:type="dxa"/>
            <w:vMerge w:val="restart"/>
            <w:vAlign w:val="center"/>
          </w:tcPr>
          <w:p w14:paraId="02ECE381" w14:textId="77777777" w:rsidR="0099671F" w:rsidRPr="0099671F" w:rsidRDefault="0099671F" w:rsidP="0053130E">
            <w:pPr>
              <w:pStyle w:val="a3"/>
              <w:jc w:val="center"/>
            </w:pPr>
            <w:r w:rsidRPr="0099671F">
              <w:rPr>
                <w:rFonts w:hint="eastAsia"/>
              </w:rPr>
              <w:t>生年月日</w:t>
            </w:r>
          </w:p>
        </w:tc>
        <w:tc>
          <w:tcPr>
            <w:tcW w:w="709" w:type="dxa"/>
            <w:vMerge w:val="restart"/>
            <w:vAlign w:val="center"/>
          </w:tcPr>
          <w:p w14:paraId="54E07898" w14:textId="77777777" w:rsidR="0099671F" w:rsidRPr="0099671F" w:rsidRDefault="0099671F" w:rsidP="0053130E">
            <w:pPr>
              <w:pStyle w:val="a3"/>
              <w:jc w:val="center"/>
            </w:pPr>
            <w:r w:rsidRPr="0099671F">
              <w:rPr>
                <w:rFonts w:hint="eastAsia"/>
              </w:rPr>
              <w:t>性別</w:t>
            </w:r>
          </w:p>
        </w:tc>
        <w:tc>
          <w:tcPr>
            <w:tcW w:w="3827" w:type="dxa"/>
            <w:vMerge w:val="restart"/>
            <w:vAlign w:val="center"/>
          </w:tcPr>
          <w:p w14:paraId="427F49EB" w14:textId="77777777" w:rsidR="0099671F" w:rsidRPr="0099671F" w:rsidRDefault="0099671F" w:rsidP="0053130E">
            <w:pPr>
              <w:pStyle w:val="a3"/>
              <w:jc w:val="center"/>
            </w:pPr>
            <w:r w:rsidRPr="0099671F">
              <w:rPr>
                <w:rFonts w:hint="eastAsia"/>
              </w:rPr>
              <w:t>住　　所</w:t>
            </w:r>
          </w:p>
        </w:tc>
      </w:tr>
      <w:tr w:rsidR="0099671F" w:rsidRPr="0099671F" w14:paraId="122AA77F" w14:textId="77777777" w:rsidTr="0053130E">
        <w:trPr>
          <w:trHeight w:val="300"/>
        </w:trPr>
        <w:tc>
          <w:tcPr>
            <w:tcW w:w="1276" w:type="dxa"/>
            <w:vMerge/>
            <w:vAlign w:val="center"/>
          </w:tcPr>
          <w:p w14:paraId="455EF659" w14:textId="77777777" w:rsidR="0099671F" w:rsidRPr="0099671F" w:rsidRDefault="0099671F" w:rsidP="0053130E">
            <w:pPr>
              <w:pStyle w:val="a3"/>
            </w:pPr>
          </w:p>
        </w:tc>
        <w:tc>
          <w:tcPr>
            <w:tcW w:w="2268" w:type="dxa"/>
            <w:vAlign w:val="center"/>
          </w:tcPr>
          <w:p w14:paraId="671D8AF2" w14:textId="77777777" w:rsidR="0099671F" w:rsidRPr="0099671F" w:rsidRDefault="0099671F" w:rsidP="0053130E">
            <w:pPr>
              <w:pStyle w:val="a3"/>
              <w:jc w:val="center"/>
            </w:pPr>
            <w:r w:rsidRPr="0099671F">
              <w:rPr>
                <w:rFonts w:hint="eastAsia"/>
              </w:rPr>
              <w:t>氏</w:t>
            </w:r>
            <w:r w:rsidR="00AD7259">
              <w:rPr>
                <w:rFonts w:hint="eastAsia"/>
              </w:rPr>
              <w:t xml:space="preserve">　</w:t>
            </w:r>
            <w:r w:rsidRPr="0099671F">
              <w:rPr>
                <w:rFonts w:hint="eastAsia"/>
              </w:rPr>
              <w:t>名</w:t>
            </w:r>
          </w:p>
        </w:tc>
        <w:tc>
          <w:tcPr>
            <w:tcW w:w="1559" w:type="dxa"/>
            <w:vMerge/>
            <w:vAlign w:val="center"/>
          </w:tcPr>
          <w:p w14:paraId="73686537" w14:textId="77777777" w:rsidR="0099671F" w:rsidRPr="0099671F" w:rsidRDefault="0099671F" w:rsidP="0053130E">
            <w:pPr>
              <w:pStyle w:val="a3"/>
            </w:pPr>
          </w:p>
        </w:tc>
        <w:tc>
          <w:tcPr>
            <w:tcW w:w="709" w:type="dxa"/>
            <w:vMerge/>
            <w:vAlign w:val="center"/>
          </w:tcPr>
          <w:p w14:paraId="06FFE020" w14:textId="77777777" w:rsidR="0099671F" w:rsidRPr="0099671F" w:rsidRDefault="0099671F" w:rsidP="0053130E">
            <w:pPr>
              <w:pStyle w:val="a3"/>
            </w:pPr>
          </w:p>
        </w:tc>
        <w:tc>
          <w:tcPr>
            <w:tcW w:w="3827" w:type="dxa"/>
            <w:vMerge/>
            <w:vAlign w:val="center"/>
          </w:tcPr>
          <w:p w14:paraId="2145E9E5" w14:textId="77777777" w:rsidR="0099671F" w:rsidRPr="0099671F" w:rsidRDefault="0099671F" w:rsidP="0053130E">
            <w:pPr>
              <w:pStyle w:val="a3"/>
            </w:pPr>
          </w:p>
        </w:tc>
      </w:tr>
      <w:tr w:rsidR="0099671F" w:rsidRPr="0099671F" w14:paraId="3CF7BEF6" w14:textId="77777777" w:rsidTr="00EE07DE">
        <w:trPr>
          <w:trHeight w:val="478"/>
        </w:trPr>
        <w:tc>
          <w:tcPr>
            <w:tcW w:w="1276" w:type="dxa"/>
            <w:vAlign w:val="center"/>
          </w:tcPr>
          <w:p w14:paraId="09687A8C" w14:textId="77777777" w:rsidR="0099671F" w:rsidRPr="0099671F" w:rsidRDefault="0099671F" w:rsidP="0053130E">
            <w:pPr>
              <w:pStyle w:val="a3"/>
            </w:pPr>
          </w:p>
        </w:tc>
        <w:tc>
          <w:tcPr>
            <w:tcW w:w="2268" w:type="dxa"/>
          </w:tcPr>
          <w:p w14:paraId="0832044F" w14:textId="77777777" w:rsidR="0099671F" w:rsidRDefault="0099671F" w:rsidP="0053130E">
            <w:pPr>
              <w:pStyle w:val="a3"/>
            </w:pPr>
          </w:p>
          <w:p w14:paraId="01DC0E10" w14:textId="77777777" w:rsidR="0053130E" w:rsidRPr="0099671F" w:rsidRDefault="0053130E" w:rsidP="0053130E">
            <w:pPr>
              <w:pStyle w:val="a3"/>
            </w:pPr>
          </w:p>
        </w:tc>
        <w:tc>
          <w:tcPr>
            <w:tcW w:w="1559" w:type="dxa"/>
            <w:vAlign w:val="center"/>
          </w:tcPr>
          <w:p w14:paraId="72143A9A" w14:textId="77777777" w:rsidR="0099671F" w:rsidRPr="0099671F" w:rsidRDefault="0099671F" w:rsidP="0053130E">
            <w:pPr>
              <w:pStyle w:val="a3"/>
              <w:jc w:val="center"/>
            </w:pPr>
          </w:p>
        </w:tc>
        <w:tc>
          <w:tcPr>
            <w:tcW w:w="709" w:type="dxa"/>
            <w:vAlign w:val="center"/>
          </w:tcPr>
          <w:p w14:paraId="0D190808" w14:textId="77777777" w:rsidR="0099671F" w:rsidRPr="0099671F" w:rsidRDefault="0099671F" w:rsidP="0053130E">
            <w:pPr>
              <w:pStyle w:val="a3"/>
              <w:jc w:val="center"/>
            </w:pPr>
          </w:p>
        </w:tc>
        <w:tc>
          <w:tcPr>
            <w:tcW w:w="3827" w:type="dxa"/>
            <w:vAlign w:val="center"/>
          </w:tcPr>
          <w:p w14:paraId="1455DC79" w14:textId="77777777" w:rsidR="0099671F" w:rsidRPr="0099671F" w:rsidRDefault="0099671F" w:rsidP="0053130E">
            <w:pPr>
              <w:pStyle w:val="a3"/>
            </w:pPr>
          </w:p>
        </w:tc>
      </w:tr>
      <w:tr w:rsidR="0099671F" w:rsidRPr="0099671F" w14:paraId="206F020D" w14:textId="77777777" w:rsidTr="00EE07DE">
        <w:trPr>
          <w:trHeight w:val="417"/>
        </w:trPr>
        <w:tc>
          <w:tcPr>
            <w:tcW w:w="1276" w:type="dxa"/>
            <w:vAlign w:val="center"/>
          </w:tcPr>
          <w:p w14:paraId="0765B545" w14:textId="77777777" w:rsidR="0099671F" w:rsidRPr="0099671F" w:rsidRDefault="0099671F" w:rsidP="0053130E">
            <w:pPr>
              <w:pStyle w:val="a3"/>
            </w:pPr>
          </w:p>
        </w:tc>
        <w:tc>
          <w:tcPr>
            <w:tcW w:w="2268" w:type="dxa"/>
          </w:tcPr>
          <w:p w14:paraId="63E7B9A2" w14:textId="77777777" w:rsidR="0099671F" w:rsidRDefault="0099671F" w:rsidP="0053130E">
            <w:pPr>
              <w:pStyle w:val="a3"/>
            </w:pPr>
          </w:p>
          <w:p w14:paraId="4BC96414" w14:textId="77777777" w:rsidR="0053130E" w:rsidRPr="0099671F" w:rsidRDefault="0053130E" w:rsidP="0053130E">
            <w:pPr>
              <w:pStyle w:val="a3"/>
            </w:pPr>
          </w:p>
        </w:tc>
        <w:tc>
          <w:tcPr>
            <w:tcW w:w="1559" w:type="dxa"/>
            <w:vAlign w:val="center"/>
          </w:tcPr>
          <w:p w14:paraId="08112025" w14:textId="77777777" w:rsidR="0099671F" w:rsidRPr="0099671F" w:rsidRDefault="0099671F" w:rsidP="0053130E">
            <w:pPr>
              <w:pStyle w:val="a3"/>
              <w:jc w:val="center"/>
            </w:pPr>
          </w:p>
        </w:tc>
        <w:tc>
          <w:tcPr>
            <w:tcW w:w="709" w:type="dxa"/>
            <w:vAlign w:val="center"/>
          </w:tcPr>
          <w:p w14:paraId="140AECDB" w14:textId="77777777" w:rsidR="0099671F" w:rsidRPr="0099671F" w:rsidRDefault="0099671F" w:rsidP="0053130E">
            <w:pPr>
              <w:pStyle w:val="a3"/>
              <w:jc w:val="center"/>
            </w:pPr>
          </w:p>
        </w:tc>
        <w:tc>
          <w:tcPr>
            <w:tcW w:w="3827" w:type="dxa"/>
            <w:vAlign w:val="center"/>
          </w:tcPr>
          <w:p w14:paraId="022D56FE" w14:textId="77777777" w:rsidR="0099671F" w:rsidRPr="0099671F" w:rsidRDefault="0099671F" w:rsidP="0053130E">
            <w:pPr>
              <w:pStyle w:val="a3"/>
            </w:pPr>
          </w:p>
        </w:tc>
      </w:tr>
      <w:tr w:rsidR="0099671F" w:rsidRPr="0099671F" w14:paraId="63768220" w14:textId="77777777" w:rsidTr="00EE07DE">
        <w:trPr>
          <w:trHeight w:val="355"/>
        </w:trPr>
        <w:tc>
          <w:tcPr>
            <w:tcW w:w="1276" w:type="dxa"/>
            <w:vAlign w:val="center"/>
          </w:tcPr>
          <w:p w14:paraId="5DAE73E8" w14:textId="77777777" w:rsidR="0099671F" w:rsidRPr="0099671F" w:rsidRDefault="0099671F" w:rsidP="0053130E">
            <w:pPr>
              <w:pStyle w:val="a3"/>
            </w:pPr>
          </w:p>
        </w:tc>
        <w:tc>
          <w:tcPr>
            <w:tcW w:w="2268" w:type="dxa"/>
          </w:tcPr>
          <w:p w14:paraId="08A16B31" w14:textId="77777777" w:rsidR="0099671F" w:rsidRDefault="0099671F" w:rsidP="0053130E">
            <w:pPr>
              <w:pStyle w:val="a3"/>
            </w:pPr>
          </w:p>
          <w:p w14:paraId="3399FD76" w14:textId="77777777" w:rsidR="0053130E" w:rsidRPr="0099671F" w:rsidRDefault="0053130E" w:rsidP="0053130E">
            <w:pPr>
              <w:pStyle w:val="a3"/>
            </w:pPr>
          </w:p>
        </w:tc>
        <w:tc>
          <w:tcPr>
            <w:tcW w:w="1559" w:type="dxa"/>
            <w:vAlign w:val="center"/>
          </w:tcPr>
          <w:p w14:paraId="359D565C" w14:textId="77777777" w:rsidR="0099671F" w:rsidRPr="0099671F" w:rsidRDefault="0099671F" w:rsidP="0053130E">
            <w:pPr>
              <w:pStyle w:val="a3"/>
              <w:jc w:val="center"/>
            </w:pPr>
          </w:p>
        </w:tc>
        <w:tc>
          <w:tcPr>
            <w:tcW w:w="709" w:type="dxa"/>
            <w:vAlign w:val="center"/>
          </w:tcPr>
          <w:p w14:paraId="7006CDA1" w14:textId="77777777" w:rsidR="0099671F" w:rsidRPr="0099671F" w:rsidRDefault="0099671F" w:rsidP="0053130E">
            <w:pPr>
              <w:pStyle w:val="a3"/>
              <w:jc w:val="center"/>
            </w:pPr>
          </w:p>
        </w:tc>
        <w:tc>
          <w:tcPr>
            <w:tcW w:w="3827" w:type="dxa"/>
            <w:vAlign w:val="center"/>
          </w:tcPr>
          <w:p w14:paraId="500B7AE5" w14:textId="77777777" w:rsidR="0099671F" w:rsidRPr="0099671F" w:rsidRDefault="0099671F" w:rsidP="0053130E">
            <w:pPr>
              <w:pStyle w:val="a3"/>
            </w:pPr>
          </w:p>
        </w:tc>
      </w:tr>
      <w:tr w:rsidR="0099671F" w:rsidRPr="0099671F" w14:paraId="4F67D5D5" w14:textId="77777777" w:rsidTr="00EE07DE">
        <w:trPr>
          <w:trHeight w:val="434"/>
        </w:trPr>
        <w:tc>
          <w:tcPr>
            <w:tcW w:w="1276" w:type="dxa"/>
            <w:vAlign w:val="center"/>
          </w:tcPr>
          <w:p w14:paraId="546AE4C8" w14:textId="77777777" w:rsidR="0099671F" w:rsidRPr="0099671F" w:rsidRDefault="0099671F" w:rsidP="0053130E">
            <w:pPr>
              <w:pStyle w:val="a3"/>
            </w:pPr>
          </w:p>
        </w:tc>
        <w:tc>
          <w:tcPr>
            <w:tcW w:w="2268" w:type="dxa"/>
          </w:tcPr>
          <w:p w14:paraId="23D7C0B9" w14:textId="77777777" w:rsidR="0099671F" w:rsidRDefault="0099671F" w:rsidP="0053130E">
            <w:pPr>
              <w:pStyle w:val="a3"/>
            </w:pPr>
          </w:p>
          <w:p w14:paraId="27093A8C" w14:textId="77777777" w:rsidR="0053130E" w:rsidRPr="0099671F" w:rsidRDefault="0053130E" w:rsidP="0053130E">
            <w:pPr>
              <w:pStyle w:val="a3"/>
            </w:pPr>
          </w:p>
        </w:tc>
        <w:tc>
          <w:tcPr>
            <w:tcW w:w="1559" w:type="dxa"/>
            <w:vAlign w:val="center"/>
          </w:tcPr>
          <w:p w14:paraId="2817CF53" w14:textId="77777777" w:rsidR="0099671F" w:rsidRPr="0099671F" w:rsidRDefault="0099671F" w:rsidP="0053130E">
            <w:pPr>
              <w:pStyle w:val="a3"/>
              <w:jc w:val="center"/>
            </w:pPr>
          </w:p>
        </w:tc>
        <w:tc>
          <w:tcPr>
            <w:tcW w:w="709" w:type="dxa"/>
            <w:vAlign w:val="center"/>
          </w:tcPr>
          <w:p w14:paraId="34795B0D" w14:textId="77777777" w:rsidR="0099671F" w:rsidRPr="0099671F" w:rsidRDefault="0099671F" w:rsidP="0053130E">
            <w:pPr>
              <w:pStyle w:val="a3"/>
              <w:jc w:val="center"/>
            </w:pPr>
          </w:p>
        </w:tc>
        <w:tc>
          <w:tcPr>
            <w:tcW w:w="3827" w:type="dxa"/>
            <w:vAlign w:val="center"/>
          </w:tcPr>
          <w:p w14:paraId="2EA6C888" w14:textId="77777777" w:rsidR="0099671F" w:rsidRPr="0099671F" w:rsidRDefault="0099671F" w:rsidP="0053130E">
            <w:pPr>
              <w:pStyle w:val="a3"/>
            </w:pPr>
          </w:p>
        </w:tc>
      </w:tr>
      <w:tr w:rsidR="0099671F" w:rsidRPr="0099671F" w14:paraId="2720597D" w14:textId="77777777" w:rsidTr="00EE07DE">
        <w:trPr>
          <w:trHeight w:val="501"/>
        </w:trPr>
        <w:tc>
          <w:tcPr>
            <w:tcW w:w="1276" w:type="dxa"/>
            <w:vAlign w:val="center"/>
          </w:tcPr>
          <w:p w14:paraId="5D8330B5" w14:textId="77777777" w:rsidR="0099671F" w:rsidRPr="0099671F" w:rsidRDefault="0099671F" w:rsidP="0053130E">
            <w:pPr>
              <w:pStyle w:val="a3"/>
            </w:pPr>
          </w:p>
        </w:tc>
        <w:tc>
          <w:tcPr>
            <w:tcW w:w="2268" w:type="dxa"/>
          </w:tcPr>
          <w:p w14:paraId="0CF071EA" w14:textId="77777777" w:rsidR="0099671F" w:rsidRDefault="0099671F" w:rsidP="0053130E">
            <w:pPr>
              <w:pStyle w:val="a3"/>
            </w:pPr>
          </w:p>
          <w:p w14:paraId="7F4ECF88" w14:textId="77777777" w:rsidR="0053130E" w:rsidRPr="0099671F" w:rsidRDefault="0053130E" w:rsidP="0053130E">
            <w:pPr>
              <w:pStyle w:val="a3"/>
            </w:pPr>
          </w:p>
        </w:tc>
        <w:tc>
          <w:tcPr>
            <w:tcW w:w="1559" w:type="dxa"/>
            <w:vAlign w:val="center"/>
          </w:tcPr>
          <w:p w14:paraId="0D7C9716" w14:textId="77777777" w:rsidR="0099671F" w:rsidRPr="0099671F" w:rsidRDefault="0099671F" w:rsidP="0053130E">
            <w:pPr>
              <w:pStyle w:val="a3"/>
              <w:jc w:val="center"/>
            </w:pPr>
          </w:p>
        </w:tc>
        <w:tc>
          <w:tcPr>
            <w:tcW w:w="709" w:type="dxa"/>
            <w:vAlign w:val="center"/>
          </w:tcPr>
          <w:p w14:paraId="7FBCD213" w14:textId="77777777" w:rsidR="0099671F" w:rsidRPr="0099671F" w:rsidRDefault="0099671F" w:rsidP="0053130E">
            <w:pPr>
              <w:pStyle w:val="a3"/>
              <w:jc w:val="center"/>
            </w:pPr>
          </w:p>
        </w:tc>
        <w:tc>
          <w:tcPr>
            <w:tcW w:w="3827" w:type="dxa"/>
            <w:vAlign w:val="center"/>
          </w:tcPr>
          <w:p w14:paraId="09D40DC1" w14:textId="77777777" w:rsidR="0099671F" w:rsidRPr="0099671F" w:rsidRDefault="0099671F" w:rsidP="0053130E">
            <w:pPr>
              <w:pStyle w:val="a3"/>
            </w:pPr>
          </w:p>
        </w:tc>
      </w:tr>
      <w:tr w:rsidR="0099671F" w:rsidRPr="0099671F" w14:paraId="0A2FE59D" w14:textId="77777777" w:rsidTr="00EE07DE">
        <w:trPr>
          <w:trHeight w:val="439"/>
        </w:trPr>
        <w:tc>
          <w:tcPr>
            <w:tcW w:w="1276" w:type="dxa"/>
            <w:vAlign w:val="center"/>
          </w:tcPr>
          <w:p w14:paraId="1F15E8FA" w14:textId="77777777" w:rsidR="0099671F" w:rsidRPr="0099671F" w:rsidRDefault="0099671F" w:rsidP="0053130E">
            <w:pPr>
              <w:pStyle w:val="a3"/>
            </w:pPr>
          </w:p>
        </w:tc>
        <w:tc>
          <w:tcPr>
            <w:tcW w:w="2268" w:type="dxa"/>
          </w:tcPr>
          <w:p w14:paraId="26978D1F" w14:textId="77777777" w:rsidR="0099671F" w:rsidRDefault="0099671F" w:rsidP="0053130E">
            <w:pPr>
              <w:pStyle w:val="a3"/>
            </w:pPr>
          </w:p>
          <w:p w14:paraId="1F0DB0FC" w14:textId="77777777" w:rsidR="0053130E" w:rsidRPr="0099671F" w:rsidRDefault="0053130E" w:rsidP="0053130E">
            <w:pPr>
              <w:pStyle w:val="a3"/>
            </w:pPr>
          </w:p>
        </w:tc>
        <w:tc>
          <w:tcPr>
            <w:tcW w:w="1559" w:type="dxa"/>
            <w:vAlign w:val="center"/>
          </w:tcPr>
          <w:p w14:paraId="6B4B7B67" w14:textId="77777777" w:rsidR="0099671F" w:rsidRPr="0099671F" w:rsidRDefault="0099671F" w:rsidP="0053130E">
            <w:pPr>
              <w:pStyle w:val="a3"/>
              <w:jc w:val="center"/>
            </w:pPr>
          </w:p>
        </w:tc>
        <w:tc>
          <w:tcPr>
            <w:tcW w:w="709" w:type="dxa"/>
            <w:vAlign w:val="center"/>
          </w:tcPr>
          <w:p w14:paraId="49C9FFAD" w14:textId="77777777" w:rsidR="0099671F" w:rsidRPr="0099671F" w:rsidRDefault="0099671F" w:rsidP="0053130E">
            <w:pPr>
              <w:pStyle w:val="a3"/>
              <w:jc w:val="center"/>
            </w:pPr>
          </w:p>
        </w:tc>
        <w:tc>
          <w:tcPr>
            <w:tcW w:w="3827" w:type="dxa"/>
            <w:vAlign w:val="center"/>
          </w:tcPr>
          <w:p w14:paraId="656260FE" w14:textId="77777777" w:rsidR="0099671F" w:rsidRPr="0099671F" w:rsidRDefault="0099671F" w:rsidP="0053130E">
            <w:pPr>
              <w:pStyle w:val="a3"/>
            </w:pPr>
          </w:p>
        </w:tc>
      </w:tr>
      <w:tr w:rsidR="0099671F" w:rsidRPr="0099671F" w14:paraId="3E339B90" w14:textId="77777777" w:rsidTr="00EE07DE">
        <w:trPr>
          <w:trHeight w:val="377"/>
        </w:trPr>
        <w:tc>
          <w:tcPr>
            <w:tcW w:w="1276" w:type="dxa"/>
            <w:vAlign w:val="center"/>
          </w:tcPr>
          <w:p w14:paraId="6A887CBE" w14:textId="77777777" w:rsidR="0099671F" w:rsidRPr="0099671F" w:rsidRDefault="0099671F" w:rsidP="0053130E">
            <w:pPr>
              <w:pStyle w:val="a3"/>
            </w:pPr>
          </w:p>
        </w:tc>
        <w:tc>
          <w:tcPr>
            <w:tcW w:w="2268" w:type="dxa"/>
          </w:tcPr>
          <w:p w14:paraId="11267485" w14:textId="77777777" w:rsidR="0099671F" w:rsidRDefault="0099671F" w:rsidP="0053130E">
            <w:pPr>
              <w:pStyle w:val="a3"/>
            </w:pPr>
          </w:p>
          <w:p w14:paraId="0B50D096" w14:textId="77777777" w:rsidR="0053130E" w:rsidRPr="0099671F" w:rsidRDefault="0053130E" w:rsidP="0053130E">
            <w:pPr>
              <w:pStyle w:val="a3"/>
            </w:pPr>
          </w:p>
        </w:tc>
        <w:tc>
          <w:tcPr>
            <w:tcW w:w="1559" w:type="dxa"/>
            <w:vAlign w:val="center"/>
          </w:tcPr>
          <w:p w14:paraId="365EBBCC" w14:textId="77777777" w:rsidR="0099671F" w:rsidRPr="0099671F" w:rsidRDefault="0099671F" w:rsidP="0053130E">
            <w:pPr>
              <w:pStyle w:val="a3"/>
              <w:jc w:val="center"/>
            </w:pPr>
          </w:p>
        </w:tc>
        <w:tc>
          <w:tcPr>
            <w:tcW w:w="709" w:type="dxa"/>
            <w:vAlign w:val="center"/>
          </w:tcPr>
          <w:p w14:paraId="6B574884" w14:textId="77777777" w:rsidR="0099671F" w:rsidRPr="0099671F" w:rsidRDefault="0099671F" w:rsidP="0053130E">
            <w:pPr>
              <w:pStyle w:val="a3"/>
              <w:jc w:val="center"/>
            </w:pPr>
          </w:p>
        </w:tc>
        <w:tc>
          <w:tcPr>
            <w:tcW w:w="3827" w:type="dxa"/>
            <w:vAlign w:val="center"/>
          </w:tcPr>
          <w:p w14:paraId="0E85CDC4" w14:textId="77777777" w:rsidR="0099671F" w:rsidRPr="0099671F" w:rsidRDefault="0099671F" w:rsidP="0053130E">
            <w:pPr>
              <w:pStyle w:val="a3"/>
            </w:pPr>
          </w:p>
        </w:tc>
      </w:tr>
      <w:tr w:rsidR="0099671F" w:rsidRPr="0099671F" w14:paraId="3A408861" w14:textId="77777777" w:rsidTr="00EE07DE">
        <w:trPr>
          <w:trHeight w:val="173"/>
        </w:trPr>
        <w:tc>
          <w:tcPr>
            <w:tcW w:w="1276" w:type="dxa"/>
            <w:vAlign w:val="center"/>
          </w:tcPr>
          <w:p w14:paraId="5CE3C877" w14:textId="77777777" w:rsidR="0099671F" w:rsidRPr="0099671F" w:rsidRDefault="0099671F" w:rsidP="0053130E">
            <w:pPr>
              <w:pStyle w:val="a3"/>
            </w:pPr>
          </w:p>
        </w:tc>
        <w:tc>
          <w:tcPr>
            <w:tcW w:w="2268" w:type="dxa"/>
          </w:tcPr>
          <w:p w14:paraId="298E5F50" w14:textId="77777777" w:rsidR="0099671F" w:rsidRDefault="0099671F" w:rsidP="0053130E">
            <w:pPr>
              <w:pStyle w:val="a3"/>
            </w:pPr>
          </w:p>
          <w:p w14:paraId="55EB50FC" w14:textId="77777777" w:rsidR="0053130E" w:rsidRPr="0099671F" w:rsidRDefault="0053130E" w:rsidP="0053130E">
            <w:pPr>
              <w:pStyle w:val="a3"/>
            </w:pPr>
          </w:p>
        </w:tc>
        <w:tc>
          <w:tcPr>
            <w:tcW w:w="1559" w:type="dxa"/>
            <w:vAlign w:val="center"/>
          </w:tcPr>
          <w:p w14:paraId="3F8EB3FB" w14:textId="77777777" w:rsidR="0099671F" w:rsidRPr="0099671F" w:rsidRDefault="0099671F" w:rsidP="0053130E">
            <w:pPr>
              <w:pStyle w:val="a3"/>
              <w:jc w:val="center"/>
            </w:pPr>
          </w:p>
        </w:tc>
        <w:tc>
          <w:tcPr>
            <w:tcW w:w="709" w:type="dxa"/>
            <w:vAlign w:val="center"/>
          </w:tcPr>
          <w:p w14:paraId="609B7541" w14:textId="77777777" w:rsidR="0099671F" w:rsidRPr="0099671F" w:rsidRDefault="0099671F" w:rsidP="0053130E">
            <w:pPr>
              <w:pStyle w:val="a3"/>
              <w:jc w:val="center"/>
            </w:pPr>
          </w:p>
        </w:tc>
        <w:tc>
          <w:tcPr>
            <w:tcW w:w="3827" w:type="dxa"/>
            <w:vAlign w:val="center"/>
          </w:tcPr>
          <w:p w14:paraId="46EE2CFC" w14:textId="77777777" w:rsidR="0099671F" w:rsidRPr="0099671F" w:rsidRDefault="0099671F" w:rsidP="0053130E">
            <w:pPr>
              <w:pStyle w:val="a3"/>
            </w:pPr>
          </w:p>
        </w:tc>
      </w:tr>
      <w:tr w:rsidR="0099671F" w:rsidRPr="0099671F" w14:paraId="0E2ED9EE" w14:textId="77777777" w:rsidTr="00EE07DE">
        <w:trPr>
          <w:trHeight w:val="111"/>
        </w:trPr>
        <w:tc>
          <w:tcPr>
            <w:tcW w:w="1276" w:type="dxa"/>
            <w:vAlign w:val="center"/>
          </w:tcPr>
          <w:p w14:paraId="58BCB9FE" w14:textId="77777777" w:rsidR="0099671F" w:rsidRPr="0099671F" w:rsidRDefault="0099671F" w:rsidP="0053130E">
            <w:pPr>
              <w:pStyle w:val="a3"/>
            </w:pPr>
          </w:p>
        </w:tc>
        <w:tc>
          <w:tcPr>
            <w:tcW w:w="2268" w:type="dxa"/>
          </w:tcPr>
          <w:p w14:paraId="5B382D6C" w14:textId="77777777" w:rsidR="0099671F" w:rsidRDefault="0099671F" w:rsidP="0053130E">
            <w:pPr>
              <w:pStyle w:val="a3"/>
            </w:pPr>
          </w:p>
          <w:p w14:paraId="15337482" w14:textId="77777777" w:rsidR="0053130E" w:rsidRPr="0099671F" w:rsidRDefault="0053130E" w:rsidP="0053130E">
            <w:pPr>
              <w:pStyle w:val="a3"/>
            </w:pPr>
          </w:p>
        </w:tc>
        <w:tc>
          <w:tcPr>
            <w:tcW w:w="1559" w:type="dxa"/>
            <w:vAlign w:val="center"/>
          </w:tcPr>
          <w:p w14:paraId="720964C2" w14:textId="77777777" w:rsidR="0099671F" w:rsidRPr="0099671F" w:rsidRDefault="0099671F" w:rsidP="0053130E">
            <w:pPr>
              <w:pStyle w:val="a3"/>
              <w:jc w:val="center"/>
            </w:pPr>
          </w:p>
        </w:tc>
        <w:tc>
          <w:tcPr>
            <w:tcW w:w="709" w:type="dxa"/>
            <w:vAlign w:val="center"/>
          </w:tcPr>
          <w:p w14:paraId="6D6B55E4" w14:textId="77777777" w:rsidR="0099671F" w:rsidRPr="0099671F" w:rsidRDefault="0099671F" w:rsidP="0053130E">
            <w:pPr>
              <w:pStyle w:val="a3"/>
              <w:jc w:val="center"/>
            </w:pPr>
          </w:p>
        </w:tc>
        <w:tc>
          <w:tcPr>
            <w:tcW w:w="3827" w:type="dxa"/>
            <w:vAlign w:val="center"/>
          </w:tcPr>
          <w:p w14:paraId="49CB0FED" w14:textId="77777777" w:rsidR="0099671F" w:rsidRPr="0099671F" w:rsidRDefault="0099671F" w:rsidP="0053130E">
            <w:pPr>
              <w:pStyle w:val="a3"/>
            </w:pPr>
          </w:p>
        </w:tc>
      </w:tr>
      <w:tr w:rsidR="0099671F" w:rsidRPr="0099671F" w14:paraId="0D9A6FDE" w14:textId="77777777" w:rsidTr="00EE07DE">
        <w:trPr>
          <w:trHeight w:val="475"/>
        </w:trPr>
        <w:tc>
          <w:tcPr>
            <w:tcW w:w="1276" w:type="dxa"/>
            <w:vAlign w:val="center"/>
          </w:tcPr>
          <w:p w14:paraId="366B4957" w14:textId="77777777" w:rsidR="0099671F" w:rsidRPr="0099671F" w:rsidRDefault="0099671F" w:rsidP="0053130E">
            <w:pPr>
              <w:pStyle w:val="a3"/>
            </w:pPr>
          </w:p>
        </w:tc>
        <w:tc>
          <w:tcPr>
            <w:tcW w:w="2268" w:type="dxa"/>
          </w:tcPr>
          <w:p w14:paraId="4CE96C31" w14:textId="77777777" w:rsidR="0099671F" w:rsidRDefault="0099671F" w:rsidP="0053130E">
            <w:pPr>
              <w:pStyle w:val="a3"/>
            </w:pPr>
          </w:p>
          <w:p w14:paraId="31E8689F" w14:textId="77777777" w:rsidR="0053130E" w:rsidRPr="0099671F" w:rsidRDefault="0053130E" w:rsidP="0053130E">
            <w:pPr>
              <w:pStyle w:val="a3"/>
            </w:pPr>
          </w:p>
        </w:tc>
        <w:tc>
          <w:tcPr>
            <w:tcW w:w="1559" w:type="dxa"/>
            <w:vAlign w:val="center"/>
          </w:tcPr>
          <w:p w14:paraId="3C0266EA" w14:textId="77777777" w:rsidR="0099671F" w:rsidRPr="0099671F" w:rsidRDefault="0099671F" w:rsidP="0053130E">
            <w:pPr>
              <w:pStyle w:val="a3"/>
              <w:jc w:val="center"/>
            </w:pPr>
          </w:p>
        </w:tc>
        <w:tc>
          <w:tcPr>
            <w:tcW w:w="709" w:type="dxa"/>
            <w:vAlign w:val="center"/>
          </w:tcPr>
          <w:p w14:paraId="4332FFF7" w14:textId="77777777" w:rsidR="0099671F" w:rsidRPr="0099671F" w:rsidRDefault="0099671F" w:rsidP="0053130E">
            <w:pPr>
              <w:pStyle w:val="a3"/>
              <w:jc w:val="center"/>
            </w:pPr>
          </w:p>
        </w:tc>
        <w:tc>
          <w:tcPr>
            <w:tcW w:w="3827" w:type="dxa"/>
            <w:vAlign w:val="center"/>
          </w:tcPr>
          <w:p w14:paraId="16928239" w14:textId="77777777" w:rsidR="0099671F" w:rsidRPr="0099671F" w:rsidRDefault="0099671F" w:rsidP="0053130E">
            <w:pPr>
              <w:pStyle w:val="a3"/>
            </w:pPr>
          </w:p>
        </w:tc>
      </w:tr>
      <w:tr w:rsidR="0099671F" w:rsidRPr="0099671F" w14:paraId="42A83E89" w14:textId="77777777" w:rsidTr="00EE07DE">
        <w:trPr>
          <w:trHeight w:val="271"/>
        </w:trPr>
        <w:tc>
          <w:tcPr>
            <w:tcW w:w="1276" w:type="dxa"/>
            <w:vAlign w:val="center"/>
          </w:tcPr>
          <w:p w14:paraId="78C26319" w14:textId="77777777" w:rsidR="0099671F" w:rsidRPr="0099671F" w:rsidRDefault="0099671F" w:rsidP="0053130E">
            <w:pPr>
              <w:pStyle w:val="a3"/>
            </w:pPr>
          </w:p>
        </w:tc>
        <w:tc>
          <w:tcPr>
            <w:tcW w:w="2268" w:type="dxa"/>
          </w:tcPr>
          <w:p w14:paraId="5460B2E9" w14:textId="77777777" w:rsidR="0099671F" w:rsidRDefault="0099671F" w:rsidP="0053130E">
            <w:pPr>
              <w:pStyle w:val="a3"/>
            </w:pPr>
          </w:p>
          <w:p w14:paraId="1CBC862A" w14:textId="77777777" w:rsidR="0053130E" w:rsidRPr="0099671F" w:rsidRDefault="0053130E" w:rsidP="0053130E">
            <w:pPr>
              <w:pStyle w:val="a3"/>
            </w:pPr>
          </w:p>
        </w:tc>
        <w:tc>
          <w:tcPr>
            <w:tcW w:w="1559" w:type="dxa"/>
            <w:vAlign w:val="center"/>
          </w:tcPr>
          <w:p w14:paraId="0773B3DB" w14:textId="77777777" w:rsidR="0099671F" w:rsidRPr="0099671F" w:rsidRDefault="0099671F" w:rsidP="0053130E">
            <w:pPr>
              <w:pStyle w:val="a3"/>
              <w:jc w:val="center"/>
            </w:pPr>
          </w:p>
        </w:tc>
        <w:tc>
          <w:tcPr>
            <w:tcW w:w="709" w:type="dxa"/>
            <w:vAlign w:val="center"/>
          </w:tcPr>
          <w:p w14:paraId="7CC78DAE" w14:textId="77777777" w:rsidR="0099671F" w:rsidRPr="0099671F" w:rsidRDefault="0099671F" w:rsidP="0053130E">
            <w:pPr>
              <w:pStyle w:val="a3"/>
              <w:jc w:val="center"/>
            </w:pPr>
          </w:p>
        </w:tc>
        <w:tc>
          <w:tcPr>
            <w:tcW w:w="3827" w:type="dxa"/>
            <w:vAlign w:val="center"/>
          </w:tcPr>
          <w:p w14:paraId="0E934419" w14:textId="77777777" w:rsidR="0099671F" w:rsidRPr="0099671F" w:rsidRDefault="0099671F" w:rsidP="0053130E">
            <w:pPr>
              <w:pStyle w:val="a3"/>
            </w:pPr>
          </w:p>
        </w:tc>
      </w:tr>
      <w:tr w:rsidR="0099671F" w:rsidRPr="0099671F" w14:paraId="37BF5F46" w14:textId="77777777" w:rsidTr="00EE07DE">
        <w:trPr>
          <w:trHeight w:val="351"/>
        </w:trPr>
        <w:tc>
          <w:tcPr>
            <w:tcW w:w="1276" w:type="dxa"/>
            <w:vAlign w:val="center"/>
          </w:tcPr>
          <w:p w14:paraId="4B73E43D" w14:textId="77777777" w:rsidR="0099671F" w:rsidRPr="0099671F" w:rsidRDefault="0099671F" w:rsidP="0053130E">
            <w:pPr>
              <w:pStyle w:val="a3"/>
            </w:pPr>
          </w:p>
        </w:tc>
        <w:tc>
          <w:tcPr>
            <w:tcW w:w="2268" w:type="dxa"/>
          </w:tcPr>
          <w:p w14:paraId="3807C32A" w14:textId="77777777" w:rsidR="0099671F" w:rsidRDefault="0099671F" w:rsidP="0053130E">
            <w:pPr>
              <w:pStyle w:val="a3"/>
            </w:pPr>
          </w:p>
          <w:p w14:paraId="1CD6F548" w14:textId="77777777" w:rsidR="0053130E" w:rsidRPr="0099671F" w:rsidRDefault="0053130E" w:rsidP="0053130E">
            <w:pPr>
              <w:pStyle w:val="a3"/>
            </w:pPr>
          </w:p>
        </w:tc>
        <w:tc>
          <w:tcPr>
            <w:tcW w:w="1559" w:type="dxa"/>
            <w:vAlign w:val="center"/>
          </w:tcPr>
          <w:p w14:paraId="7D8C8885" w14:textId="77777777" w:rsidR="0099671F" w:rsidRPr="0099671F" w:rsidRDefault="0099671F" w:rsidP="0053130E">
            <w:pPr>
              <w:pStyle w:val="a3"/>
              <w:jc w:val="center"/>
            </w:pPr>
          </w:p>
        </w:tc>
        <w:tc>
          <w:tcPr>
            <w:tcW w:w="709" w:type="dxa"/>
            <w:vAlign w:val="center"/>
          </w:tcPr>
          <w:p w14:paraId="135E4D75" w14:textId="77777777" w:rsidR="0099671F" w:rsidRPr="0099671F" w:rsidRDefault="0099671F" w:rsidP="0053130E">
            <w:pPr>
              <w:pStyle w:val="a3"/>
              <w:jc w:val="center"/>
            </w:pPr>
          </w:p>
        </w:tc>
        <w:tc>
          <w:tcPr>
            <w:tcW w:w="3827" w:type="dxa"/>
            <w:vAlign w:val="center"/>
          </w:tcPr>
          <w:p w14:paraId="23CE2DCA" w14:textId="77777777" w:rsidR="0099671F" w:rsidRPr="0099671F" w:rsidRDefault="0099671F" w:rsidP="0053130E">
            <w:pPr>
              <w:pStyle w:val="a3"/>
            </w:pPr>
          </w:p>
        </w:tc>
      </w:tr>
      <w:tr w:rsidR="00EE07DE" w:rsidRPr="0099671F" w14:paraId="79678577" w14:textId="77777777" w:rsidTr="00EE07DE">
        <w:trPr>
          <w:trHeight w:val="147"/>
        </w:trPr>
        <w:tc>
          <w:tcPr>
            <w:tcW w:w="1276" w:type="dxa"/>
            <w:vAlign w:val="center"/>
          </w:tcPr>
          <w:p w14:paraId="43B6BF72" w14:textId="77777777" w:rsidR="00EE07DE" w:rsidRPr="0099671F" w:rsidRDefault="00EE07DE" w:rsidP="0053130E">
            <w:pPr>
              <w:pStyle w:val="a3"/>
            </w:pPr>
          </w:p>
        </w:tc>
        <w:tc>
          <w:tcPr>
            <w:tcW w:w="2268" w:type="dxa"/>
          </w:tcPr>
          <w:p w14:paraId="54DB4909" w14:textId="77777777" w:rsidR="00EE07DE" w:rsidRDefault="00EE07DE" w:rsidP="0053130E">
            <w:pPr>
              <w:pStyle w:val="a3"/>
            </w:pPr>
          </w:p>
          <w:p w14:paraId="7B8DC930" w14:textId="77777777" w:rsidR="00EE07DE" w:rsidRDefault="00EE07DE" w:rsidP="0053130E">
            <w:pPr>
              <w:pStyle w:val="a3"/>
            </w:pPr>
          </w:p>
        </w:tc>
        <w:tc>
          <w:tcPr>
            <w:tcW w:w="1559" w:type="dxa"/>
            <w:vAlign w:val="center"/>
          </w:tcPr>
          <w:p w14:paraId="096C3E5C" w14:textId="77777777" w:rsidR="00EE07DE" w:rsidRPr="0099671F" w:rsidRDefault="00EE07DE" w:rsidP="0053130E">
            <w:pPr>
              <w:pStyle w:val="a3"/>
              <w:jc w:val="center"/>
            </w:pPr>
          </w:p>
        </w:tc>
        <w:tc>
          <w:tcPr>
            <w:tcW w:w="709" w:type="dxa"/>
            <w:vAlign w:val="center"/>
          </w:tcPr>
          <w:p w14:paraId="18A11615" w14:textId="77777777" w:rsidR="00EE07DE" w:rsidRPr="0099671F" w:rsidRDefault="00EE07DE" w:rsidP="0053130E">
            <w:pPr>
              <w:pStyle w:val="a3"/>
              <w:jc w:val="center"/>
            </w:pPr>
          </w:p>
        </w:tc>
        <w:tc>
          <w:tcPr>
            <w:tcW w:w="3827" w:type="dxa"/>
            <w:vAlign w:val="center"/>
          </w:tcPr>
          <w:p w14:paraId="76D8E21E" w14:textId="77777777" w:rsidR="00EE07DE" w:rsidRPr="0099671F" w:rsidRDefault="00EE07DE" w:rsidP="0053130E">
            <w:pPr>
              <w:pStyle w:val="a3"/>
            </w:pPr>
          </w:p>
        </w:tc>
      </w:tr>
      <w:tr w:rsidR="00EE07DE" w:rsidRPr="0099671F" w14:paraId="701ECBD2" w14:textId="77777777" w:rsidTr="00EE07DE">
        <w:trPr>
          <w:trHeight w:val="228"/>
        </w:trPr>
        <w:tc>
          <w:tcPr>
            <w:tcW w:w="1276" w:type="dxa"/>
            <w:vAlign w:val="center"/>
          </w:tcPr>
          <w:p w14:paraId="13782E14" w14:textId="77777777" w:rsidR="00EE07DE" w:rsidRPr="0099671F" w:rsidRDefault="00EE07DE" w:rsidP="0053130E">
            <w:pPr>
              <w:pStyle w:val="a3"/>
            </w:pPr>
          </w:p>
        </w:tc>
        <w:tc>
          <w:tcPr>
            <w:tcW w:w="2268" w:type="dxa"/>
          </w:tcPr>
          <w:p w14:paraId="048C74E2" w14:textId="77777777" w:rsidR="00EE07DE" w:rsidRDefault="00EE07DE" w:rsidP="0053130E">
            <w:pPr>
              <w:pStyle w:val="a3"/>
            </w:pPr>
          </w:p>
          <w:p w14:paraId="1B6CBDBF" w14:textId="77777777" w:rsidR="00EE07DE" w:rsidRDefault="00EE07DE" w:rsidP="0053130E">
            <w:pPr>
              <w:pStyle w:val="a3"/>
            </w:pPr>
          </w:p>
        </w:tc>
        <w:tc>
          <w:tcPr>
            <w:tcW w:w="1559" w:type="dxa"/>
            <w:vAlign w:val="center"/>
          </w:tcPr>
          <w:p w14:paraId="35B81258" w14:textId="77777777" w:rsidR="00EE07DE" w:rsidRPr="0099671F" w:rsidRDefault="00EE07DE" w:rsidP="0053130E">
            <w:pPr>
              <w:pStyle w:val="a3"/>
              <w:jc w:val="center"/>
            </w:pPr>
          </w:p>
        </w:tc>
        <w:tc>
          <w:tcPr>
            <w:tcW w:w="709" w:type="dxa"/>
            <w:vAlign w:val="center"/>
          </w:tcPr>
          <w:p w14:paraId="71A47828" w14:textId="77777777" w:rsidR="00EE07DE" w:rsidRPr="0099671F" w:rsidRDefault="00EE07DE" w:rsidP="0053130E">
            <w:pPr>
              <w:pStyle w:val="a3"/>
              <w:jc w:val="center"/>
            </w:pPr>
          </w:p>
        </w:tc>
        <w:tc>
          <w:tcPr>
            <w:tcW w:w="3827" w:type="dxa"/>
            <w:vAlign w:val="center"/>
          </w:tcPr>
          <w:p w14:paraId="4DA28D98" w14:textId="77777777" w:rsidR="00EE07DE" w:rsidRPr="0099671F" w:rsidRDefault="00EE07DE" w:rsidP="0053130E">
            <w:pPr>
              <w:pStyle w:val="a3"/>
            </w:pPr>
          </w:p>
        </w:tc>
      </w:tr>
      <w:tr w:rsidR="00EE07DE" w:rsidRPr="0099671F" w14:paraId="4AA05A3F" w14:textId="77777777" w:rsidTr="00EE07DE">
        <w:trPr>
          <w:trHeight w:val="166"/>
        </w:trPr>
        <w:tc>
          <w:tcPr>
            <w:tcW w:w="1276" w:type="dxa"/>
            <w:vAlign w:val="center"/>
          </w:tcPr>
          <w:p w14:paraId="687E1BB1" w14:textId="77777777" w:rsidR="00EE07DE" w:rsidRPr="0099671F" w:rsidRDefault="00EE07DE" w:rsidP="0053130E">
            <w:pPr>
              <w:pStyle w:val="a3"/>
            </w:pPr>
          </w:p>
        </w:tc>
        <w:tc>
          <w:tcPr>
            <w:tcW w:w="2268" w:type="dxa"/>
          </w:tcPr>
          <w:p w14:paraId="48F93E6D" w14:textId="77777777" w:rsidR="00EE07DE" w:rsidRDefault="00EE07DE" w:rsidP="0053130E">
            <w:pPr>
              <w:pStyle w:val="a3"/>
            </w:pPr>
          </w:p>
          <w:p w14:paraId="1CDCAF5F" w14:textId="77777777" w:rsidR="00EE07DE" w:rsidRDefault="00EE07DE" w:rsidP="0053130E">
            <w:pPr>
              <w:pStyle w:val="a3"/>
            </w:pPr>
          </w:p>
        </w:tc>
        <w:tc>
          <w:tcPr>
            <w:tcW w:w="1559" w:type="dxa"/>
            <w:vAlign w:val="center"/>
          </w:tcPr>
          <w:p w14:paraId="594085D5" w14:textId="77777777" w:rsidR="00EE07DE" w:rsidRPr="0099671F" w:rsidRDefault="00EE07DE" w:rsidP="0053130E">
            <w:pPr>
              <w:pStyle w:val="a3"/>
              <w:jc w:val="center"/>
            </w:pPr>
          </w:p>
        </w:tc>
        <w:tc>
          <w:tcPr>
            <w:tcW w:w="709" w:type="dxa"/>
            <w:vAlign w:val="center"/>
          </w:tcPr>
          <w:p w14:paraId="1B5B30AC" w14:textId="77777777" w:rsidR="00EE07DE" w:rsidRPr="0099671F" w:rsidRDefault="00EE07DE" w:rsidP="0053130E">
            <w:pPr>
              <w:pStyle w:val="a3"/>
              <w:jc w:val="center"/>
            </w:pPr>
          </w:p>
        </w:tc>
        <w:tc>
          <w:tcPr>
            <w:tcW w:w="3827" w:type="dxa"/>
            <w:vAlign w:val="center"/>
          </w:tcPr>
          <w:p w14:paraId="1466E65E" w14:textId="77777777" w:rsidR="00EE07DE" w:rsidRPr="0099671F" w:rsidRDefault="00EE07DE" w:rsidP="0053130E">
            <w:pPr>
              <w:pStyle w:val="a3"/>
            </w:pPr>
          </w:p>
        </w:tc>
      </w:tr>
      <w:tr w:rsidR="00EE07DE" w:rsidRPr="0099671F" w14:paraId="274661D7" w14:textId="77777777" w:rsidTr="00EE07DE">
        <w:trPr>
          <w:trHeight w:val="166"/>
        </w:trPr>
        <w:tc>
          <w:tcPr>
            <w:tcW w:w="1276" w:type="dxa"/>
            <w:vAlign w:val="center"/>
          </w:tcPr>
          <w:p w14:paraId="04B30246" w14:textId="77777777" w:rsidR="00EE07DE" w:rsidRPr="0099671F" w:rsidRDefault="00EE07DE" w:rsidP="0053130E">
            <w:pPr>
              <w:pStyle w:val="a3"/>
            </w:pPr>
          </w:p>
        </w:tc>
        <w:tc>
          <w:tcPr>
            <w:tcW w:w="2268" w:type="dxa"/>
          </w:tcPr>
          <w:p w14:paraId="626AF3AC" w14:textId="77777777" w:rsidR="00EE07DE" w:rsidRDefault="00EE07DE" w:rsidP="0053130E">
            <w:pPr>
              <w:pStyle w:val="a3"/>
            </w:pPr>
          </w:p>
          <w:p w14:paraId="3C12E8D3" w14:textId="77777777" w:rsidR="00EE07DE" w:rsidRDefault="00EE07DE" w:rsidP="0053130E">
            <w:pPr>
              <w:pStyle w:val="a3"/>
            </w:pPr>
          </w:p>
        </w:tc>
        <w:tc>
          <w:tcPr>
            <w:tcW w:w="1559" w:type="dxa"/>
            <w:vAlign w:val="center"/>
          </w:tcPr>
          <w:p w14:paraId="3C7AAA3D" w14:textId="77777777" w:rsidR="00EE07DE" w:rsidRPr="0099671F" w:rsidRDefault="00EE07DE" w:rsidP="0053130E">
            <w:pPr>
              <w:pStyle w:val="a3"/>
              <w:jc w:val="center"/>
            </w:pPr>
          </w:p>
        </w:tc>
        <w:tc>
          <w:tcPr>
            <w:tcW w:w="709" w:type="dxa"/>
            <w:vAlign w:val="center"/>
          </w:tcPr>
          <w:p w14:paraId="48E1B9DB" w14:textId="77777777" w:rsidR="00EE07DE" w:rsidRPr="0099671F" w:rsidRDefault="00EE07DE" w:rsidP="0053130E">
            <w:pPr>
              <w:pStyle w:val="a3"/>
              <w:jc w:val="center"/>
            </w:pPr>
          </w:p>
        </w:tc>
        <w:tc>
          <w:tcPr>
            <w:tcW w:w="3827" w:type="dxa"/>
            <w:vAlign w:val="center"/>
          </w:tcPr>
          <w:p w14:paraId="16A3DC48" w14:textId="77777777" w:rsidR="00EE07DE" w:rsidRPr="0099671F" w:rsidRDefault="00EE07DE" w:rsidP="0053130E">
            <w:pPr>
              <w:pStyle w:val="a3"/>
            </w:pPr>
          </w:p>
        </w:tc>
      </w:tr>
      <w:tr w:rsidR="00EE07DE" w:rsidRPr="0099671F" w14:paraId="0037FFBD" w14:textId="77777777" w:rsidTr="00EE07DE">
        <w:trPr>
          <w:trHeight w:val="166"/>
        </w:trPr>
        <w:tc>
          <w:tcPr>
            <w:tcW w:w="1276" w:type="dxa"/>
            <w:vAlign w:val="center"/>
          </w:tcPr>
          <w:p w14:paraId="52244AF9" w14:textId="77777777" w:rsidR="00EE07DE" w:rsidRPr="0099671F" w:rsidRDefault="00EE07DE" w:rsidP="0053130E">
            <w:pPr>
              <w:pStyle w:val="a3"/>
            </w:pPr>
          </w:p>
        </w:tc>
        <w:tc>
          <w:tcPr>
            <w:tcW w:w="2268" w:type="dxa"/>
          </w:tcPr>
          <w:p w14:paraId="555D1270" w14:textId="77777777" w:rsidR="00EE07DE" w:rsidRDefault="00EE07DE" w:rsidP="0053130E">
            <w:pPr>
              <w:pStyle w:val="a3"/>
            </w:pPr>
          </w:p>
          <w:p w14:paraId="6E9946AD" w14:textId="77777777" w:rsidR="00EE07DE" w:rsidRDefault="00EE07DE" w:rsidP="0053130E">
            <w:pPr>
              <w:pStyle w:val="a3"/>
            </w:pPr>
          </w:p>
        </w:tc>
        <w:tc>
          <w:tcPr>
            <w:tcW w:w="1559" w:type="dxa"/>
            <w:vAlign w:val="center"/>
          </w:tcPr>
          <w:p w14:paraId="09393B95" w14:textId="77777777" w:rsidR="00EE07DE" w:rsidRPr="0099671F" w:rsidRDefault="00EE07DE" w:rsidP="0053130E">
            <w:pPr>
              <w:pStyle w:val="a3"/>
              <w:jc w:val="center"/>
            </w:pPr>
          </w:p>
        </w:tc>
        <w:tc>
          <w:tcPr>
            <w:tcW w:w="709" w:type="dxa"/>
            <w:vAlign w:val="center"/>
          </w:tcPr>
          <w:p w14:paraId="73AF89C9" w14:textId="77777777" w:rsidR="00EE07DE" w:rsidRPr="0099671F" w:rsidRDefault="00EE07DE" w:rsidP="0053130E">
            <w:pPr>
              <w:pStyle w:val="a3"/>
              <w:jc w:val="center"/>
            </w:pPr>
          </w:p>
        </w:tc>
        <w:tc>
          <w:tcPr>
            <w:tcW w:w="3827" w:type="dxa"/>
            <w:vAlign w:val="center"/>
          </w:tcPr>
          <w:p w14:paraId="3045C8E0" w14:textId="77777777" w:rsidR="00EE07DE" w:rsidRPr="0099671F" w:rsidRDefault="00EE07DE" w:rsidP="0053130E">
            <w:pPr>
              <w:pStyle w:val="a3"/>
            </w:pPr>
          </w:p>
        </w:tc>
      </w:tr>
    </w:tbl>
    <w:p w14:paraId="7F5A9846" w14:textId="6D5298F3" w:rsidR="0099671F" w:rsidRDefault="0099671F" w:rsidP="00DC386D">
      <w:pPr>
        <w:pStyle w:val="a3"/>
        <w:spacing w:line="340" w:lineRule="exact"/>
        <w:jc w:val="left"/>
      </w:pPr>
    </w:p>
    <w:p w14:paraId="5224827C" w14:textId="77777777" w:rsidR="00DC386D" w:rsidRPr="0053130E" w:rsidRDefault="00DC386D" w:rsidP="00DC386D">
      <w:pPr>
        <w:snapToGrid w:val="0"/>
        <w:jc w:val="center"/>
        <w:rPr>
          <w:rFonts w:hAnsi="ＭＳ 明朝"/>
          <w:sz w:val="24"/>
        </w:rPr>
      </w:pPr>
      <w:r w:rsidRPr="0053130E">
        <w:rPr>
          <w:rFonts w:hAnsi="ＭＳ 明朝" w:hint="eastAsia"/>
          <w:sz w:val="24"/>
        </w:rPr>
        <w:lastRenderedPageBreak/>
        <w:t>委　　　任　　　状</w:t>
      </w:r>
    </w:p>
    <w:p w14:paraId="5DAEB7A5" w14:textId="77777777" w:rsidR="00DC386D" w:rsidRDefault="00DC386D" w:rsidP="00DC386D">
      <w:pPr>
        <w:snapToGrid w:val="0"/>
        <w:rPr>
          <w:rFonts w:hAnsi="ＭＳ 明朝"/>
          <w:sz w:val="24"/>
        </w:rPr>
      </w:pPr>
    </w:p>
    <w:p w14:paraId="12C824AA" w14:textId="77777777" w:rsidR="00DC386D" w:rsidRPr="00D1559E" w:rsidRDefault="00DC386D" w:rsidP="00DC386D">
      <w:pPr>
        <w:snapToGrid w:val="0"/>
        <w:rPr>
          <w:rFonts w:hAnsi="ＭＳ 明朝"/>
          <w:sz w:val="24"/>
        </w:rPr>
      </w:pPr>
    </w:p>
    <w:p w14:paraId="23333A91" w14:textId="77777777" w:rsidR="00DC386D" w:rsidRPr="00D1559E" w:rsidRDefault="00DC386D" w:rsidP="00DC386D">
      <w:pPr>
        <w:snapToGrid w:val="0"/>
        <w:rPr>
          <w:rFonts w:hAnsi="ＭＳ 明朝"/>
          <w:sz w:val="24"/>
        </w:rPr>
      </w:pPr>
    </w:p>
    <w:p w14:paraId="7F5A97FA" w14:textId="77777777" w:rsidR="00DC386D" w:rsidRPr="00D1559E" w:rsidRDefault="00DC386D" w:rsidP="00DC386D">
      <w:pPr>
        <w:snapToGrid w:val="0"/>
        <w:ind w:firstLineChars="100" w:firstLine="238"/>
        <w:rPr>
          <w:rFonts w:hAnsi="ＭＳ 明朝"/>
          <w:sz w:val="24"/>
        </w:rPr>
      </w:pPr>
      <w:r w:rsidRPr="00D1559E">
        <w:rPr>
          <w:rFonts w:hAnsi="ＭＳ 明朝" w:hint="eastAsia"/>
          <w:sz w:val="24"/>
        </w:rPr>
        <w:t>愛知県名古屋市中村区名駅四丁目４番３８号</w:t>
      </w:r>
    </w:p>
    <w:p w14:paraId="518540B7" w14:textId="77777777" w:rsidR="00DC386D" w:rsidRPr="00D1559E" w:rsidRDefault="00DC386D" w:rsidP="00DC386D">
      <w:pPr>
        <w:snapToGrid w:val="0"/>
        <w:rPr>
          <w:rFonts w:hAnsi="ＭＳ 明朝"/>
          <w:sz w:val="24"/>
        </w:rPr>
      </w:pPr>
      <w:r w:rsidRPr="00D1559E">
        <w:rPr>
          <w:rFonts w:hAnsi="ＭＳ 明朝" w:hint="eastAsia"/>
          <w:sz w:val="24"/>
        </w:rPr>
        <w:t xml:space="preserve">　愛知県産業労働センター　１６階</w:t>
      </w:r>
    </w:p>
    <w:p w14:paraId="00107FBB" w14:textId="77777777" w:rsidR="00DC386D" w:rsidRPr="00D1559E" w:rsidRDefault="00DC386D" w:rsidP="00DC386D">
      <w:pPr>
        <w:snapToGrid w:val="0"/>
        <w:ind w:firstLineChars="200" w:firstLine="476"/>
        <w:rPr>
          <w:rFonts w:hAnsi="ＭＳ 明朝"/>
          <w:sz w:val="24"/>
        </w:rPr>
      </w:pPr>
      <w:r w:rsidRPr="00D1559E">
        <w:rPr>
          <w:rFonts w:hAnsi="ＭＳ 明朝" w:hint="eastAsia"/>
          <w:sz w:val="24"/>
        </w:rPr>
        <w:t>愛知県商工会連合会</w:t>
      </w:r>
    </w:p>
    <w:p w14:paraId="1400D4D8" w14:textId="77777777" w:rsidR="00DC386D" w:rsidRPr="00D1559E" w:rsidRDefault="00DC386D" w:rsidP="00DC386D">
      <w:pPr>
        <w:snapToGrid w:val="0"/>
        <w:ind w:firstLineChars="300" w:firstLine="714"/>
        <w:rPr>
          <w:rFonts w:hAnsi="ＭＳ 明朝"/>
          <w:sz w:val="24"/>
        </w:rPr>
      </w:pPr>
      <w:r w:rsidRPr="00D1559E">
        <w:rPr>
          <w:rFonts w:hAnsi="ＭＳ 明朝" w:hint="eastAsia"/>
          <w:sz w:val="24"/>
        </w:rPr>
        <w:t>会長　　新　美　文　二　殿</w:t>
      </w:r>
    </w:p>
    <w:p w14:paraId="7EF226E0" w14:textId="77777777" w:rsidR="00DC386D" w:rsidRPr="00D1559E" w:rsidRDefault="00DC386D" w:rsidP="00DC386D">
      <w:pPr>
        <w:snapToGrid w:val="0"/>
        <w:rPr>
          <w:rFonts w:hAnsi="ＭＳ 明朝"/>
          <w:sz w:val="24"/>
        </w:rPr>
      </w:pPr>
    </w:p>
    <w:p w14:paraId="2ACA6704" w14:textId="77777777" w:rsidR="00DC386D" w:rsidRPr="0053130E" w:rsidRDefault="00DC386D" w:rsidP="00DC386D">
      <w:pPr>
        <w:snapToGrid w:val="0"/>
        <w:rPr>
          <w:rFonts w:hAnsi="ＭＳ 明朝"/>
          <w:color w:val="FF0000"/>
          <w:sz w:val="24"/>
        </w:rPr>
      </w:pPr>
    </w:p>
    <w:p w14:paraId="31DECDA9" w14:textId="77777777" w:rsidR="00DC386D" w:rsidRPr="0053130E" w:rsidRDefault="00DC386D" w:rsidP="00DC386D">
      <w:pPr>
        <w:snapToGrid w:val="0"/>
        <w:rPr>
          <w:rFonts w:hAnsi="ＭＳ 明朝"/>
          <w:sz w:val="24"/>
        </w:rPr>
      </w:pPr>
    </w:p>
    <w:p w14:paraId="4B8491A1" w14:textId="77777777" w:rsidR="00DC386D" w:rsidRPr="0053130E" w:rsidRDefault="00DC386D" w:rsidP="00DC386D">
      <w:pPr>
        <w:snapToGrid w:val="0"/>
        <w:rPr>
          <w:rFonts w:hAnsi="ＭＳ 明朝"/>
          <w:sz w:val="24"/>
        </w:rPr>
      </w:pPr>
    </w:p>
    <w:p w14:paraId="37D3A109" w14:textId="77777777" w:rsidR="00DC386D" w:rsidRPr="0053130E" w:rsidRDefault="00DC386D" w:rsidP="00DC386D">
      <w:pPr>
        <w:snapToGrid w:val="0"/>
        <w:rPr>
          <w:rFonts w:hAnsi="ＭＳ 明朝"/>
          <w:sz w:val="24"/>
        </w:rPr>
      </w:pPr>
    </w:p>
    <w:p w14:paraId="4CD59E0D" w14:textId="0B526F27" w:rsidR="00DC386D" w:rsidRPr="0053130E" w:rsidRDefault="00DC386D" w:rsidP="00DC386D">
      <w:pPr>
        <w:snapToGrid w:val="0"/>
        <w:rPr>
          <w:rFonts w:hAnsi="ＭＳ 明朝"/>
          <w:sz w:val="24"/>
        </w:rPr>
      </w:pPr>
      <w:r>
        <w:rPr>
          <w:rFonts w:hAnsi="ＭＳ 明朝" w:hint="eastAsia"/>
          <w:sz w:val="24"/>
        </w:rPr>
        <w:t xml:space="preserve">　令和</w:t>
      </w:r>
      <w:r w:rsidR="002A3D41">
        <w:rPr>
          <w:rFonts w:hAnsi="ＭＳ 明朝" w:hint="eastAsia"/>
          <w:sz w:val="24"/>
        </w:rPr>
        <w:t>７</w:t>
      </w:r>
      <w:r>
        <w:rPr>
          <w:rFonts w:hAnsi="ＭＳ 明朝" w:hint="eastAsia"/>
          <w:sz w:val="24"/>
        </w:rPr>
        <w:t>年</w:t>
      </w:r>
      <w:r w:rsidRPr="0053130E">
        <w:rPr>
          <w:rFonts w:hAnsi="ＭＳ 明朝" w:hint="eastAsia"/>
          <w:sz w:val="24"/>
        </w:rPr>
        <w:t>度小牧基地</w:t>
      </w:r>
      <w:r>
        <w:rPr>
          <w:rFonts w:hAnsi="ＭＳ 明朝" w:hint="eastAsia"/>
          <w:sz w:val="24"/>
        </w:rPr>
        <w:t>航空祭（</w:t>
      </w:r>
      <w:r w:rsidRPr="0053130E">
        <w:rPr>
          <w:rFonts w:hAnsi="ＭＳ 明朝" w:hint="eastAsia"/>
          <w:sz w:val="24"/>
        </w:rPr>
        <w:t>オープンベース</w:t>
      </w:r>
      <w:r>
        <w:rPr>
          <w:rFonts w:hAnsi="ＭＳ 明朝" w:hint="eastAsia"/>
          <w:sz w:val="24"/>
        </w:rPr>
        <w:t>）</w:t>
      </w:r>
      <w:r w:rsidRPr="0053130E">
        <w:rPr>
          <w:rFonts w:hAnsi="ＭＳ 明朝" w:hint="eastAsia"/>
          <w:sz w:val="24"/>
        </w:rPr>
        <w:t>における行政財産（</w:t>
      </w:r>
      <w:r w:rsidRPr="00201652">
        <w:rPr>
          <w:rFonts w:hAnsi="ＭＳ 明朝" w:hint="eastAsia"/>
          <w:sz w:val="24"/>
          <w:bdr w:val="single" w:sz="4" w:space="0" w:color="auto"/>
        </w:rPr>
        <w:t>土地</w:t>
      </w:r>
      <w:r w:rsidR="00201652" w:rsidRPr="00201652">
        <w:rPr>
          <w:rFonts w:hAnsi="ＭＳ 明朝" w:hint="eastAsia"/>
          <w:sz w:val="24"/>
          <w:bdr w:val="single" w:sz="4" w:space="0" w:color="auto"/>
        </w:rPr>
        <w:t>・建物</w:t>
      </w:r>
      <w:r w:rsidRPr="0053130E">
        <w:rPr>
          <w:rFonts w:hAnsi="ＭＳ 明朝" w:hint="eastAsia"/>
          <w:sz w:val="24"/>
        </w:rPr>
        <w:t>）使用許可の手続きについて委任します。</w:t>
      </w:r>
    </w:p>
    <w:p w14:paraId="3A1D3303" w14:textId="77777777" w:rsidR="00DC386D" w:rsidRPr="0053130E" w:rsidRDefault="00DC386D" w:rsidP="00DC386D">
      <w:pPr>
        <w:snapToGrid w:val="0"/>
        <w:rPr>
          <w:rFonts w:hAnsi="ＭＳ 明朝"/>
          <w:sz w:val="24"/>
        </w:rPr>
      </w:pPr>
    </w:p>
    <w:p w14:paraId="0D3ACF36" w14:textId="77777777" w:rsidR="00DC386D" w:rsidRPr="0053130E" w:rsidRDefault="00DC386D" w:rsidP="00DC386D">
      <w:pPr>
        <w:snapToGrid w:val="0"/>
        <w:rPr>
          <w:rFonts w:hAnsi="ＭＳ 明朝"/>
          <w:sz w:val="24"/>
        </w:rPr>
      </w:pPr>
    </w:p>
    <w:p w14:paraId="242C0B48" w14:textId="77777777" w:rsidR="00DC386D" w:rsidRPr="0053130E" w:rsidRDefault="00DC386D" w:rsidP="00DC386D">
      <w:pPr>
        <w:snapToGrid w:val="0"/>
        <w:rPr>
          <w:rFonts w:hAnsi="ＭＳ 明朝"/>
          <w:sz w:val="24"/>
        </w:rPr>
      </w:pPr>
    </w:p>
    <w:p w14:paraId="48B999A1" w14:textId="77777777" w:rsidR="00DC386D" w:rsidRPr="0053130E" w:rsidRDefault="00DC386D" w:rsidP="00DC386D">
      <w:pPr>
        <w:snapToGrid w:val="0"/>
        <w:rPr>
          <w:rFonts w:hAnsi="ＭＳ 明朝"/>
          <w:sz w:val="24"/>
        </w:rPr>
      </w:pPr>
    </w:p>
    <w:p w14:paraId="1347927A" w14:textId="77777777" w:rsidR="00DC386D" w:rsidRPr="0053130E" w:rsidRDefault="00DC386D" w:rsidP="00DC386D">
      <w:pPr>
        <w:snapToGrid w:val="0"/>
        <w:rPr>
          <w:rFonts w:hAnsi="ＭＳ 明朝"/>
          <w:sz w:val="24"/>
        </w:rPr>
      </w:pPr>
    </w:p>
    <w:p w14:paraId="3BCB15C2" w14:textId="77777777" w:rsidR="00DC386D" w:rsidRPr="0053130E" w:rsidRDefault="00DC386D" w:rsidP="00DC386D">
      <w:pPr>
        <w:snapToGrid w:val="0"/>
        <w:rPr>
          <w:rFonts w:hAnsi="ＭＳ 明朝"/>
          <w:sz w:val="24"/>
        </w:rPr>
      </w:pPr>
    </w:p>
    <w:p w14:paraId="790E793B" w14:textId="77777777" w:rsidR="00DC386D" w:rsidRPr="0053130E" w:rsidRDefault="00DC386D" w:rsidP="00DC386D">
      <w:pPr>
        <w:snapToGrid w:val="0"/>
        <w:rPr>
          <w:rFonts w:hAnsi="ＭＳ 明朝"/>
          <w:sz w:val="24"/>
        </w:rPr>
      </w:pPr>
    </w:p>
    <w:p w14:paraId="3B4DD0C2" w14:textId="77777777" w:rsidR="00DC386D" w:rsidRPr="0053130E" w:rsidRDefault="00DC386D" w:rsidP="00DC386D">
      <w:pPr>
        <w:snapToGrid w:val="0"/>
        <w:rPr>
          <w:rFonts w:hAnsi="ＭＳ 明朝"/>
          <w:sz w:val="24"/>
        </w:rPr>
      </w:pPr>
    </w:p>
    <w:p w14:paraId="334E73ED" w14:textId="77777777" w:rsidR="00DC386D" w:rsidRPr="0053130E" w:rsidRDefault="00DC386D" w:rsidP="00DC386D">
      <w:pPr>
        <w:snapToGrid w:val="0"/>
        <w:rPr>
          <w:rFonts w:hAnsi="ＭＳ 明朝"/>
          <w:sz w:val="24"/>
        </w:rPr>
      </w:pPr>
    </w:p>
    <w:p w14:paraId="63C20F95" w14:textId="77777777" w:rsidR="00DC386D" w:rsidRPr="0053130E" w:rsidRDefault="00DC386D" w:rsidP="00DC386D">
      <w:pPr>
        <w:snapToGrid w:val="0"/>
        <w:rPr>
          <w:rFonts w:hAnsi="ＭＳ 明朝"/>
          <w:sz w:val="24"/>
        </w:rPr>
      </w:pPr>
      <w:r>
        <w:rPr>
          <w:rFonts w:hAnsi="ＭＳ 明朝" w:hint="eastAsia"/>
          <w:sz w:val="24"/>
        </w:rPr>
        <w:t xml:space="preserve">　　　　　　　　　　　　　　　　　　　　令和　　　年　　　月　　　</w:t>
      </w:r>
      <w:r w:rsidRPr="0053130E">
        <w:rPr>
          <w:rFonts w:hAnsi="ＭＳ 明朝" w:hint="eastAsia"/>
          <w:sz w:val="24"/>
        </w:rPr>
        <w:t>日</w:t>
      </w:r>
    </w:p>
    <w:p w14:paraId="26DCA1B8" w14:textId="77777777" w:rsidR="00DC386D" w:rsidRPr="0053130E" w:rsidRDefault="00DC386D" w:rsidP="00DC386D">
      <w:pPr>
        <w:snapToGrid w:val="0"/>
        <w:rPr>
          <w:rFonts w:hAnsi="ＭＳ 明朝"/>
          <w:sz w:val="24"/>
        </w:rPr>
      </w:pPr>
    </w:p>
    <w:p w14:paraId="7934DA78" w14:textId="77777777" w:rsidR="00DC386D" w:rsidRPr="0053130E" w:rsidRDefault="00DC386D" w:rsidP="00DC386D">
      <w:pPr>
        <w:snapToGrid w:val="0"/>
        <w:rPr>
          <w:rFonts w:hAnsi="ＭＳ 明朝"/>
          <w:sz w:val="24"/>
        </w:rPr>
      </w:pPr>
    </w:p>
    <w:p w14:paraId="7BAE2A7F" w14:textId="77777777" w:rsidR="00DC386D" w:rsidRPr="0053130E" w:rsidRDefault="00DC386D" w:rsidP="00DC386D">
      <w:pPr>
        <w:snapToGrid w:val="0"/>
        <w:rPr>
          <w:rFonts w:hAnsi="ＭＳ 明朝"/>
          <w:sz w:val="24"/>
        </w:rPr>
      </w:pPr>
      <w:r w:rsidRPr="0053130E">
        <w:rPr>
          <w:rFonts w:hAnsi="ＭＳ 明朝" w:hint="eastAsia"/>
          <w:sz w:val="24"/>
        </w:rPr>
        <w:t xml:space="preserve">　　　　　　　　　　　　　　　　　住　</w:t>
      </w:r>
      <w:r>
        <w:rPr>
          <w:rFonts w:hAnsi="ＭＳ 明朝" w:hint="eastAsia"/>
          <w:sz w:val="24"/>
        </w:rPr>
        <w:t xml:space="preserve">　</w:t>
      </w:r>
      <w:r w:rsidRPr="0053130E">
        <w:rPr>
          <w:rFonts w:hAnsi="ＭＳ 明朝" w:hint="eastAsia"/>
          <w:sz w:val="24"/>
        </w:rPr>
        <w:t xml:space="preserve">所　　</w:t>
      </w:r>
    </w:p>
    <w:p w14:paraId="63A1428B" w14:textId="77777777" w:rsidR="00DC386D" w:rsidRPr="0053130E" w:rsidRDefault="00DC386D" w:rsidP="00DC386D">
      <w:pPr>
        <w:snapToGrid w:val="0"/>
        <w:rPr>
          <w:rFonts w:hAnsi="ＭＳ 明朝"/>
          <w:sz w:val="24"/>
        </w:rPr>
      </w:pPr>
    </w:p>
    <w:p w14:paraId="3C82CACD" w14:textId="77777777" w:rsidR="00DC386D" w:rsidRPr="0053130E" w:rsidRDefault="00DC386D" w:rsidP="00DC386D">
      <w:pPr>
        <w:snapToGrid w:val="0"/>
        <w:rPr>
          <w:rFonts w:hAnsi="ＭＳ 明朝"/>
          <w:sz w:val="24"/>
        </w:rPr>
      </w:pPr>
      <w:r w:rsidRPr="0053130E">
        <w:rPr>
          <w:rFonts w:hAnsi="ＭＳ 明朝" w:hint="eastAsia"/>
          <w:sz w:val="24"/>
        </w:rPr>
        <w:t xml:space="preserve">　　　　　　　　　　　　　　　　　</w:t>
      </w:r>
      <w:r>
        <w:rPr>
          <w:rFonts w:hAnsi="ＭＳ 明朝" w:hint="eastAsia"/>
          <w:sz w:val="24"/>
        </w:rPr>
        <w:t>商工会</w:t>
      </w:r>
      <w:r w:rsidRPr="0053130E">
        <w:rPr>
          <w:rFonts w:hAnsi="ＭＳ 明朝" w:hint="eastAsia"/>
          <w:sz w:val="24"/>
        </w:rPr>
        <w:t xml:space="preserve">名　　</w:t>
      </w:r>
    </w:p>
    <w:p w14:paraId="00AB016E" w14:textId="77777777" w:rsidR="00DC386D" w:rsidRPr="0053130E" w:rsidRDefault="00DC386D" w:rsidP="00DC386D">
      <w:pPr>
        <w:snapToGrid w:val="0"/>
        <w:rPr>
          <w:rFonts w:hAnsi="ＭＳ 明朝"/>
          <w:sz w:val="24"/>
        </w:rPr>
      </w:pPr>
    </w:p>
    <w:p w14:paraId="3B627C1A" w14:textId="77777777" w:rsidR="00DC386D" w:rsidRPr="0053130E" w:rsidRDefault="00DC386D" w:rsidP="00DC386D">
      <w:pPr>
        <w:snapToGrid w:val="0"/>
        <w:rPr>
          <w:rFonts w:hAnsi="ＭＳ 明朝"/>
          <w:sz w:val="24"/>
        </w:rPr>
      </w:pPr>
      <w:r w:rsidRPr="0053130E">
        <w:rPr>
          <w:rFonts w:hAnsi="ＭＳ 明朝" w:hint="eastAsia"/>
          <w:sz w:val="24"/>
        </w:rPr>
        <w:t xml:space="preserve">　　　　　　　　　　　　　　　　　代表者名　　　　　　　　　　　　　　印</w:t>
      </w:r>
    </w:p>
    <w:p w14:paraId="4C3FD28E" w14:textId="77777777" w:rsidR="00DC386D" w:rsidRPr="0053130E" w:rsidRDefault="00DC386D" w:rsidP="00DC386D">
      <w:pPr>
        <w:snapToGrid w:val="0"/>
        <w:rPr>
          <w:rFonts w:hAnsi="ＭＳ 明朝"/>
          <w:sz w:val="24"/>
        </w:rPr>
      </w:pPr>
    </w:p>
    <w:p w14:paraId="477D601C" w14:textId="77777777" w:rsidR="00DC386D" w:rsidRPr="0053130E" w:rsidRDefault="00DC386D" w:rsidP="00DC386D">
      <w:pPr>
        <w:snapToGrid w:val="0"/>
        <w:rPr>
          <w:rFonts w:hAnsi="ＭＳ 明朝"/>
          <w:sz w:val="24"/>
        </w:rPr>
      </w:pPr>
    </w:p>
    <w:p w14:paraId="57B020B7" w14:textId="77777777" w:rsidR="00DC386D" w:rsidRPr="00DC386D" w:rsidRDefault="00DC386D" w:rsidP="00DC386D">
      <w:pPr>
        <w:pStyle w:val="a3"/>
        <w:spacing w:line="340" w:lineRule="exact"/>
      </w:pPr>
    </w:p>
    <w:sectPr w:rsidR="00DC386D" w:rsidRPr="00DC386D" w:rsidSect="0053130E">
      <w:pgSz w:w="11906" w:h="16838" w:code="9"/>
      <w:pgMar w:top="1418" w:right="1134" w:bottom="1418" w:left="1134"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A9CC2" w14:textId="77777777" w:rsidR="00527572" w:rsidRDefault="00527572">
      <w:r>
        <w:separator/>
      </w:r>
    </w:p>
  </w:endnote>
  <w:endnote w:type="continuationSeparator" w:id="0">
    <w:p w14:paraId="1550A337" w14:textId="77777777" w:rsidR="00527572" w:rsidRDefault="00527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1D627" w14:textId="77777777" w:rsidR="00527572" w:rsidRDefault="00527572">
      <w:r>
        <w:separator/>
      </w:r>
    </w:p>
  </w:footnote>
  <w:footnote w:type="continuationSeparator" w:id="0">
    <w:p w14:paraId="344D026E" w14:textId="77777777" w:rsidR="00527572" w:rsidRDefault="005275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909799338">
    <w:abstractNumId w:val="4"/>
  </w:num>
  <w:num w:numId="2" w16cid:durableId="1648780899">
    <w:abstractNumId w:val="3"/>
  </w:num>
  <w:num w:numId="3" w16cid:durableId="890922169">
    <w:abstractNumId w:val="1"/>
  </w:num>
  <w:num w:numId="4" w16cid:durableId="900561980">
    <w:abstractNumId w:val="0"/>
  </w:num>
  <w:num w:numId="5" w16cid:durableId="115252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CF5"/>
    <w:rsid w:val="00070FE6"/>
    <w:rsid w:val="000712BB"/>
    <w:rsid w:val="00073D26"/>
    <w:rsid w:val="00074128"/>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201652"/>
    <w:rsid w:val="002033F4"/>
    <w:rsid w:val="00204C62"/>
    <w:rsid w:val="002060DA"/>
    <w:rsid w:val="00207271"/>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A3D41"/>
    <w:rsid w:val="002B240A"/>
    <w:rsid w:val="002B3A69"/>
    <w:rsid w:val="002B3C6D"/>
    <w:rsid w:val="002B5A41"/>
    <w:rsid w:val="002B7450"/>
    <w:rsid w:val="002C4239"/>
    <w:rsid w:val="002D0724"/>
    <w:rsid w:val="002D288B"/>
    <w:rsid w:val="002E15E6"/>
    <w:rsid w:val="002F4932"/>
    <w:rsid w:val="003039B8"/>
    <w:rsid w:val="00312A6B"/>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B0619"/>
    <w:rsid w:val="004C2653"/>
    <w:rsid w:val="004D04AE"/>
    <w:rsid w:val="004D4C0A"/>
    <w:rsid w:val="004D6C0A"/>
    <w:rsid w:val="004E4423"/>
    <w:rsid w:val="005003F8"/>
    <w:rsid w:val="00503B0B"/>
    <w:rsid w:val="00506E81"/>
    <w:rsid w:val="005175B3"/>
    <w:rsid w:val="00524A10"/>
    <w:rsid w:val="00527572"/>
    <w:rsid w:val="0053130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D3681"/>
    <w:rsid w:val="005F7416"/>
    <w:rsid w:val="00604009"/>
    <w:rsid w:val="006041F5"/>
    <w:rsid w:val="00607B7A"/>
    <w:rsid w:val="00614846"/>
    <w:rsid w:val="00617E9C"/>
    <w:rsid w:val="00623096"/>
    <w:rsid w:val="006275D1"/>
    <w:rsid w:val="00630B19"/>
    <w:rsid w:val="00643553"/>
    <w:rsid w:val="00644F90"/>
    <w:rsid w:val="00646295"/>
    <w:rsid w:val="00646E9C"/>
    <w:rsid w:val="0066205A"/>
    <w:rsid w:val="00665A32"/>
    <w:rsid w:val="00671E6C"/>
    <w:rsid w:val="00685831"/>
    <w:rsid w:val="00686FAB"/>
    <w:rsid w:val="00690D64"/>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4CE"/>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0C04"/>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C16CD"/>
    <w:rsid w:val="009D6552"/>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19FF"/>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6359F"/>
    <w:rsid w:val="00B71E2A"/>
    <w:rsid w:val="00B92F2D"/>
    <w:rsid w:val="00B94702"/>
    <w:rsid w:val="00B97989"/>
    <w:rsid w:val="00BA1A24"/>
    <w:rsid w:val="00BA5BD1"/>
    <w:rsid w:val="00BB1B49"/>
    <w:rsid w:val="00BD5CB0"/>
    <w:rsid w:val="00BE1FB5"/>
    <w:rsid w:val="00BE674C"/>
    <w:rsid w:val="00BE6A17"/>
    <w:rsid w:val="00BF0633"/>
    <w:rsid w:val="00C05059"/>
    <w:rsid w:val="00C214EA"/>
    <w:rsid w:val="00C324F1"/>
    <w:rsid w:val="00C42CCB"/>
    <w:rsid w:val="00C515AF"/>
    <w:rsid w:val="00C61D69"/>
    <w:rsid w:val="00C62087"/>
    <w:rsid w:val="00C656A3"/>
    <w:rsid w:val="00C714B6"/>
    <w:rsid w:val="00C7549F"/>
    <w:rsid w:val="00C907B0"/>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1559E"/>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26A0"/>
    <w:rsid w:val="00DA3915"/>
    <w:rsid w:val="00DA7F18"/>
    <w:rsid w:val="00DB425A"/>
    <w:rsid w:val="00DC0082"/>
    <w:rsid w:val="00DC386D"/>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07DE"/>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5307"/>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E4DD84"/>
  <w15:docId w15:val="{DD9FE116-4AEA-4C24-B80A-F4AF6E06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F49E1-6D79-4425-84D2-7567E3EC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21</TotalTime>
  <Pages>4</Pages>
  <Words>276</Words>
  <Characters>1577</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24-09 kenren</cp:lastModifiedBy>
  <cp:revision>11</cp:revision>
  <cp:lastPrinted>2016-12-09T03:03:00Z</cp:lastPrinted>
  <dcterms:created xsi:type="dcterms:W3CDTF">2019-08-20T02:24:00Z</dcterms:created>
  <dcterms:modified xsi:type="dcterms:W3CDTF">2026-01-07T09:54:00Z</dcterms:modified>
</cp:coreProperties>
</file>