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231DCB" w14:textId="77777777" w:rsidR="00FF53F7" w:rsidRDefault="00EA7C83" w:rsidP="00DC38CF">
      <w:pPr>
        <w:pStyle w:val="a3"/>
        <w:jc w:val="right"/>
        <w:rPr>
          <w:spacing w:val="0"/>
        </w:rPr>
      </w:pPr>
      <w:r>
        <w:rPr>
          <w:rFonts w:ascii="ＭＳ 明朝" w:hAnsi="ＭＳ 明朝" w:hint="eastAsia"/>
          <w:spacing w:val="0"/>
        </w:rPr>
        <w:t xml:space="preserve">　</w:t>
      </w:r>
      <w:r w:rsidR="00415952">
        <w:rPr>
          <w:rFonts w:ascii="ＭＳ 明朝" w:hAnsi="ＭＳ 明朝" w:hint="eastAsia"/>
        </w:rPr>
        <w:t>別紙</w:t>
      </w:r>
      <w:r w:rsidR="00FF53F7">
        <w:rPr>
          <w:rFonts w:ascii="ＭＳ 明朝" w:hAnsi="ＭＳ 明朝" w:hint="eastAsia"/>
        </w:rPr>
        <w:t>第２</w:t>
      </w:r>
    </w:p>
    <w:p w14:paraId="2A3ABACE" w14:textId="77777777" w:rsidR="00FF53F7" w:rsidRDefault="00FF53F7" w:rsidP="00FF53F7">
      <w:pPr>
        <w:pStyle w:val="a3"/>
        <w:jc w:val="center"/>
        <w:rPr>
          <w:spacing w:val="0"/>
        </w:rPr>
      </w:pPr>
    </w:p>
    <w:p w14:paraId="2A1D444F" w14:textId="77777777" w:rsidR="00FF53F7" w:rsidRPr="003E2A14" w:rsidRDefault="00FC791D" w:rsidP="00FF53F7">
      <w:pPr>
        <w:pStyle w:val="a3"/>
        <w:jc w:val="center"/>
        <w:rPr>
          <w:spacing w:val="0"/>
          <w:sz w:val="32"/>
        </w:rPr>
      </w:pPr>
      <w:r w:rsidRPr="003E2A14">
        <w:rPr>
          <w:rFonts w:ascii="ＭＳ 明朝" w:hAnsi="ＭＳ 明朝" w:hint="eastAsia"/>
          <w:sz w:val="32"/>
        </w:rPr>
        <w:t>出店に関する</w:t>
      </w:r>
      <w:r w:rsidR="00FF53F7" w:rsidRPr="003E2A14">
        <w:rPr>
          <w:rFonts w:ascii="ＭＳ 明朝" w:hAnsi="ＭＳ 明朝" w:hint="eastAsia"/>
          <w:sz w:val="32"/>
        </w:rPr>
        <w:t>誓約書</w:t>
      </w:r>
    </w:p>
    <w:p w14:paraId="3FD24B83" w14:textId="77777777" w:rsidR="00FF53F7" w:rsidRDefault="00FF53F7" w:rsidP="00FF53F7">
      <w:pPr>
        <w:pStyle w:val="a3"/>
        <w:rPr>
          <w:spacing w:val="0"/>
        </w:rPr>
      </w:pPr>
    </w:p>
    <w:p w14:paraId="01A7BF01" w14:textId="1CD4FC90" w:rsidR="00FF53F7" w:rsidRDefault="00BE00F2" w:rsidP="00FF53F7">
      <w:pPr>
        <w:pStyle w:val="a3"/>
        <w:rPr>
          <w:spacing w:val="0"/>
        </w:rPr>
      </w:pPr>
      <w:r>
        <w:rPr>
          <w:rFonts w:ascii="ＭＳ 明朝" w:hAnsi="ＭＳ 明朝" w:hint="eastAsia"/>
        </w:rPr>
        <w:t xml:space="preserve">　</w:t>
      </w:r>
      <w:r w:rsidR="0017345B">
        <w:rPr>
          <w:rFonts w:ascii="ＭＳ 明朝" w:hAnsi="ＭＳ 明朝" w:hint="eastAsia"/>
        </w:rPr>
        <w:t>令和</w:t>
      </w:r>
      <w:r w:rsidR="00482738">
        <w:rPr>
          <w:rFonts w:ascii="ＭＳ 明朝" w:hAnsi="ＭＳ 明朝" w:hint="eastAsia"/>
        </w:rPr>
        <w:t>７</w:t>
      </w:r>
      <w:r w:rsidR="0017345B">
        <w:rPr>
          <w:rFonts w:ascii="ＭＳ 明朝" w:hAnsi="ＭＳ 明朝" w:hint="eastAsia"/>
        </w:rPr>
        <w:t>年</w:t>
      </w:r>
      <w:r w:rsidR="00471BE8">
        <w:rPr>
          <w:rFonts w:ascii="ＭＳ 明朝" w:hAnsi="ＭＳ 明朝" w:hint="eastAsia"/>
        </w:rPr>
        <w:t>度</w:t>
      </w:r>
      <w:r w:rsidR="00617E9C">
        <w:rPr>
          <w:rFonts w:ascii="ＭＳ 明朝" w:hAnsi="ＭＳ 明朝" w:hint="eastAsia"/>
        </w:rPr>
        <w:t>小牧基地</w:t>
      </w:r>
      <w:r w:rsidR="00D62197">
        <w:rPr>
          <w:rFonts w:ascii="ＭＳ 明朝" w:hAnsi="ＭＳ 明朝" w:hint="eastAsia"/>
        </w:rPr>
        <w:t>航空祭（</w:t>
      </w:r>
      <w:r w:rsidR="00617E9C">
        <w:rPr>
          <w:rFonts w:ascii="ＭＳ 明朝" w:hAnsi="ＭＳ 明朝" w:hint="eastAsia"/>
        </w:rPr>
        <w:t>オープンベース</w:t>
      </w:r>
      <w:r w:rsidR="00D62197">
        <w:rPr>
          <w:rFonts w:ascii="ＭＳ 明朝" w:hAnsi="ＭＳ 明朝" w:hint="eastAsia"/>
        </w:rPr>
        <w:t>）</w:t>
      </w:r>
      <w:r w:rsidR="00FF53F7">
        <w:rPr>
          <w:rFonts w:ascii="ＭＳ 明朝" w:hAnsi="ＭＳ 明朝" w:hint="eastAsia"/>
        </w:rPr>
        <w:t>における売店の出店に際し、その趣旨に従い、関係法令とともに次に掲げる事項を厳守し、公序良俗に反しないことを誓約します。</w:t>
      </w:r>
    </w:p>
    <w:p w14:paraId="1B5737BF" w14:textId="232A6583" w:rsidR="00FF53F7" w:rsidRDefault="00FF53F7" w:rsidP="00FF53F7">
      <w:pPr>
        <w:pStyle w:val="a3"/>
        <w:rPr>
          <w:spacing w:val="0"/>
        </w:rPr>
      </w:pPr>
      <w:r>
        <w:rPr>
          <w:rFonts w:ascii="ＭＳ 明朝" w:hAnsi="ＭＳ 明朝" w:hint="eastAsia"/>
          <w:spacing w:val="4"/>
        </w:rPr>
        <w:t xml:space="preserve">  </w:t>
      </w:r>
      <w:r>
        <w:rPr>
          <w:rFonts w:ascii="ＭＳ 明朝" w:hAnsi="ＭＳ 明朝" w:hint="eastAsia"/>
        </w:rPr>
        <w:t>これに違反した場合は、</w:t>
      </w:r>
      <w:r w:rsidR="00D62197">
        <w:rPr>
          <w:rFonts w:ascii="ＭＳ 明朝" w:hAnsi="ＭＳ 明朝" w:hint="eastAsia"/>
        </w:rPr>
        <w:t>今後</w:t>
      </w:r>
      <w:r>
        <w:rPr>
          <w:rFonts w:ascii="ＭＳ 明朝" w:hAnsi="ＭＳ 明朝" w:hint="eastAsia"/>
        </w:rPr>
        <w:t>出店を差し止められ、又は制限を受ける等いかなる処分を受けても異存ありません。</w:t>
      </w:r>
    </w:p>
    <w:p w14:paraId="7C025E92" w14:textId="77777777" w:rsidR="00FF53F7" w:rsidRDefault="00FF53F7" w:rsidP="00FF53F7">
      <w:pPr>
        <w:pStyle w:val="a3"/>
        <w:rPr>
          <w:spacing w:val="0"/>
        </w:rPr>
      </w:pPr>
    </w:p>
    <w:p w14:paraId="01F2F79F" w14:textId="77777777" w:rsidR="00FF53F7" w:rsidRPr="00DD2554" w:rsidRDefault="00FF53F7" w:rsidP="00D5049F">
      <w:pPr>
        <w:pStyle w:val="a3"/>
        <w:ind w:left="242" w:hangingChars="100" w:hanging="242"/>
        <w:rPr>
          <w:rFonts w:asciiTheme="minorEastAsia" w:eastAsiaTheme="minorEastAsia" w:hAnsiTheme="minorEastAsia"/>
          <w:spacing w:val="0"/>
        </w:rPr>
      </w:pPr>
      <w:r>
        <w:rPr>
          <w:rFonts w:ascii="ＭＳ 明朝" w:hAnsi="ＭＳ 明朝" w:hint="eastAsia"/>
        </w:rPr>
        <w:t>１</w:t>
      </w:r>
      <w:r>
        <w:rPr>
          <w:rFonts w:ascii="ＭＳ 明朝" w:hAnsi="ＭＳ 明朝" w:hint="eastAsia"/>
          <w:spacing w:val="4"/>
        </w:rPr>
        <w:t xml:space="preserve">  </w:t>
      </w:r>
      <w:r>
        <w:rPr>
          <w:rFonts w:ascii="ＭＳ 明朝" w:hAnsi="ＭＳ 明朝" w:hint="eastAsia"/>
        </w:rPr>
        <w:t>私ど</w:t>
      </w:r>
      <w:r w:rsidR="00D5049F">
        <w:rPr>
          <w:rFonts w:ascii="ＭＳ 明朝" w:hAnsi="ＭＳ 明朝" w:hint="eastAsia"/>
        </w:rPr>
        <w:t>も</w:t>
      </w:r>
      <w:r w:rsidR="00D5049F" w:rsidRPr="00DD2554">
        <w:rPr>
          <w:rFonts w:asciiTheme="minorEastAsia" w:eastAsiaTheme="minorEastAsia" w:hAnsiTheme="minorEastAsia" w:hint="eastAsia"/>
        </w:rPr>
        <w:t xml:space="preserve">（　</w:t>
      </w:r>
      <w:r w:rsidR="00DD2554" w:rsidRPr="00DD2554">
        <w:rPr>
          <w:rFonts w:asciiTheme="minorEastAsia" w:eastAsiaTheme="minorEastAsia" w:hAnsiTheme="minorEastAsia" w:hint="eastAsia"/>
        </w:rPr>
        <w:t xml:space="preserve">　　　　　</w:t>
      </w:r>
      <w:r w:rsidR="00D5049F" w:rsidRPr="00DD2554">
        <w:rPr>
          <w:rFonts w:asciiTheme="minorEastAsia" w:eastAsiaTheme="minorEastAsia" w:hAnsiTheme="minorEastAsia" w:hint="eastAsia"/>
        </w:rPr>
        <w:t xml:space="preserve">　）は、暴力団及びその関係者との関係は一切</w:t>
      </w:r>
      <w:r w:rsidRPr="00DD2554">
        <w:rPr>
          <w:rFonts w:asciiTheme="minorEastAsia" w:eastAsiaTheme="minorEastAsia" w:hAnsiTheme="minorEastAsia" w:hint="eastAsia"/>
        </w:rPr>
        <w:t>ありません。</w:t>
      </w:r>
    </w:p>
    <w:p w14:paraId="7318566C" w14:textId="39549FBB" w:rsidR="00482738" w:rsidRDefault="00482738" w:rsidP="00FF53F7">
      <w:pPr>
        <w:pStyle w:val="a3"/>
        <w:rPr>
          <w:rFonts w:asciiTheme="minorEastAsia" w:eastAsiaTheme="minorEastAsia" w:hAnsiTheme="minorEastAsia"/>
          <w:spacing w:val="4"/>
        </w:rPr>
      </w:pPr>
      <w:r>
        <w:rPr>
          <w:rFonts w:asciiTheme="minorEastAsia" w:eastAsiaTheme="minorEastAsia" w:hAnsiTheme="minorEastAsia" w:hint="eastAsia"/>
          <w:spacing w:val="4"/>
        </w:rPr>
        <w:t>２　売店業務従事者には、主催者が提示した身分証明書を携行させます。</w:t>
      </w:r>
    </w:p>
    <w:p w14:paraId="61125245" w14:textId="25BB1115" w:rsidR="00FF53F7" w:rsidRPr="00DD2554" w:rsidRDefault="00482738" w:rsidP="00FF53F7">
      <w:pPr>
        <w:pStyle w:val="a3"/>
        <w:rPr>
          <w:rFonts w:asciiTheme="minorEastAsia" w:eastAsiaTheme="minorEastAsia" w:hAnsiTheme="minorEastAsia"/>
          <w:spacing w:val="0"/>
        </w:rPr>
      </w:pPr>
      <w:r>
        <w:rPr>
          <w:rFonts w:asciiTheme="minorEastAsia" w:eastAsiaTheme="minorEastAsia" w:hAnsiTheme="minorEastAsia" w:hint="eastAsia"/>
          <w:spacing w:val="4"/>
        </w:rPr>
        <w:t>３</w:t>
      </w:r>
      <w:r w:rsidR="00FF53F7" w:rsidRPr="00DD2554">
        <w:rPr>
          <w:rFonts w:asciiTheme="minorEastAsia" w:eastAsiaTheme="minorEastAsia" w:hAnsiTheme="minorEastAsia" w:hint="eastAsia"/>
          <w:spacing w:val="4"/>
        </w:rPr>
        <w:t xml:space="preserve">  </w:t>
      </w:r>
      <w:r w:rsidR="00FF53F7" w:rsidRPr="00DD2554">
        <w:rPr>
          <w:rFonts w:asciiTheme="minorEastAsia" w:eastAsiaTheme="minorEastAsia" w:hAnsiTheme="minorEastAsia" w:hint="eastAsia"/>
        </w:rPr>
        <w:t>売店業務従事者として申請した者以外は、業務に従事させません。</w:t>
      </w:r>
    </w:p>
    <w:p w14:paraId="16EB1429" w14:textId="35564165" w:rsidR="00FF53F7" w:rsidRPr="00DD2554" w:rsidRDefault="00482738" w:rsidP="00D5049F">
      <w:pPr>
        <w:pStyle w:val="a3"/>
        <w:ind w:left="242" w:hangingChars="100" w:hanging="242"/>
        <w:rPr>
          <w:rFonts w:asciiTheme="minorEastAsia" w:eastAsiaTheme="minorEastAsia" w:hAnsiTheme="minorEastAsia"/>
          <w:spacing w:val="0"/>
        </w:rPr>
      </w:pPr>
      <w:r>
        <w:rPr>
          <w:rFonts w:asciiTheme="minorEastAsia" w:eastAsiaTheme="minorEastAsia" w:hAnsiTheme="minorEastAsia" w:hint="eastAsia"/>
        </w:rPr>
        <w:t>４</w:t>
      </w:r>
      <w:r w:rsidR="00FF53F7" w:rsidRPr="00DD2554">
        <w:rPr>
          <w:rFonts w:asciiTheme="minorEastAsia" w:eastAsiaTheme="minorEastAsia" w:hAnsiTheme="minorEastAsia" w:hint="eastAsia"/>
        </w:rPr>
        <w:t xml:space="preserve">　代表</w:t>
      </w:r>
      <w:r w:rsidR="00D5049F" w:rsidRPr="00DD2554">
        <w:rPr>
          <w:rFonts w:asciiTheme="minorEastAsia" w:eastAsiaTheme="minorEastAsia" w:hAnsiTheme="minorEastAsia" w:hint="eastAsia"/>
        </w:rPr>
        <w:t>者は、出店に関する全ての行為について、関係法令の定めるところに</w:t>
      </w:r>
      <w:r w:rsidR="00FF53F7" w:rsidRPr="00DD2554">
        <w:rPr>
          <w:rFonts w:asciiTheme="minorEastAsia" w:eastAsiaTheme="minorEastAsia" w:hAnsiTheme="minorEastAsia" w:hint="eastAsia"/>
        </w:rPr>
        <w:t>より全ての責任を負います。</w:t>
      </w:r>
    </w:p>
    <w:p w14:paraId="5371335F" w14:textId="272AE1F2" w:rsidR="00FF53F7" w:rsidRPr="00DD2554" w:rsidRDefault="00482738" w:rsidP="00FF53F7">
      <w:pPr>
        <w:pStyle w:val="a3"/>
        <w:rPr>
          <w:rFonts w:asciiTheme="minorEastAsia" w:eastAsiaTheme="minorEastAsia" w:hAnsiTheme="minorEastAsia"/>
          <w:spacing w:val="0"/>
        </w:rPr>
      </w:pPr>
      <w:r>
        <w:rPr>
          <w:rFonts w:asciiTheme="minorEastAsia" w:eastAsiaTheme="minorEastAsia" w:hAnsiTheme="minorEastAsia" w:hint="eastAsia"/>
        </w:rPr>
        <w:t>５</w:t>
      </w:r>
      <w:r w:rsidR="00FF53F7" w:rsidRPr="00DD2554">
        <w:rPr>
          <w:rFonts w:asciiTheme="minorEastAsia" w:eastAsiaTheme="minorEastAsia" w:hAnsiTheme="minorEastAsia" w:hint="eastAsia"/>
        </w:rPr>
        <w:t xml:space="preserve">　出店に際して認められた目的以外の行為は、一切行いません。</w:t>
      </w:r>
    </w:p>
    <w:p w14:paraId="38CCB27B" w14:textId="0B0ED2B5" w:rsidR="00FF53F7" w:rsidRPr="00DD2554" w:rsidRDefault="00482738" w:rsidP="00D5049F">
      <w:pPr>
        <w:pStyle w:val="a3"/>
        <w:ind w:left="242" w:hangingChars="100" w:hanging="242"/>
        <w:rPr>
          <w:rFonts w:asciiTheme="minorEastAsia" w:eastAsiaTheme="minorEastAsia" w:hAnsiTheme="minorEastAsia"/>
          <w:spacing w:val="0"/>
        </w:rPr>
      </w:pPr>
      <w:r>
        <w:rPr>
          <w:rFonts w:asciiTheme="minorEastAsia" w:eastAsiaTheme="minorEastAsia" w:hAnsiTheme="minorEastAsia" w:hint="eastAsia"/>
        </w:rPr>
        <w:t>６</w:t>
      </w:r>
      <w:r w:rsidR="00FF53F7" w:rsidRPr="00DD2554">
        <w:rPr>
          <w:rFonts w:asciiTheme="minorEastAsia" w:eastAsiaTheme="minorEastAsia" w:hAnsiTheme="minorEastAsia" w:hint="eastAsia"/>
        </w:rPr>
        <w:t xml:space="preserve">　出店</w:t>
      </w:r>
      <w:r w:rsidR="00F067B1" w:rsidRPr="00DD2554">
        <w:rPr>
          <w:rFonts w:asciiTheme="minorEastAsia" w:eastAsiaTheme="minorEastAsia" w:hAnsiTheme="minorEastAsia" w:hint="eastAsia"/>
        </w:rPr>
        <w:t>の意思がなくなり、又は出店が不可能となった場合には、速やかに基地</w:t>
      </w:r>
      <w:r w:rsidR="00FF53F7" w:rsidRPr="00DD2554">
        <w:rPr>
          <w:rFonts w:asciiTheme="minorEastAsia" w:eastAsiaTheme="minorEastAsia" w:hAnsiTheme="minorEastAsia" w:hint="eastAsia"/>
        </w:rPr>
        <w:t>側に連絡し指示を受けます。</w:t>
      </w:r>
    </w:p>
    <w:p w14:paraId="1FE7F2E6" w14:textId="2F80B2A0" w:rsidR="00FF53F7" w:rsidRPr="00DD2554" w:rsidRDefault="00482738" w:rsidP="00FF53F7">
      <w:pPr>
        <w:pStyle w:val="a3"/>
        <w:ind w:left="242" w:hangingChars="100" w:hanging="242"/>
        <w:rPr>
          <w:rFonts w:asciiTheme="minorEastAsia" w:eastAsiaTheme="minorEastAsia" w:hAnsiTheme="minorEastAsia"/>
          <w:spacing w:val="0"/>
        </w:rPr>
      </w:pPr>
      <w:r>
        <w:rPr>
          <w:rFonts w:asciiTheme="minorEastAsia" w:eastAsiaTheme="minorEastAsia" w:hAnsiTheme="minorEastAsia" w:hint="eastAsia"/>
        </w:rPr>
        <w:t>７</w:t>
      </w:r>
      <w:r w:rsidR="00FF53F7" w:rsidRPr="00DD2554">
        <w:rPr>
          <w:rFonts w:asciiTheme="minorEastAsia" w:eastAsiaTheme="minorEastAsia" w:hAnsiTheme="minorEastAsia" w:hint="eastAsia"/>
        </w:rPr>
        <w:t xml:space="preserve">　安全管理に万全を尽く</w:t>
      </w:r>
      <w:r w:rsidR="00FC791D" w:rsidRPr="00DD2554">
        <w:rPr>
          <w:rFonts w:asciiTheme="minorEastAsia" w:eastAsiaTheme="minorEastAsia" w:hAnsiTheme="minorEastAsia" w:hint="eastAsia"/>
        </w:rPr>
        <w:t>し、</w:t>
      </w:r>
      <w:r w:rsidR="00617E9C" w:rsidRPr="00DD2554">
        <w:rPr>
          <w:rFonts w:asciiTheme="minorEastAsia" w:eastAsiaTheme="minorEastAsia" w:hAnsiTheme="minorEastAsia" w:hint="eastAsia"/>
        </w:rPr>
        <w:t>機材の設置</w:t>
      </w:r>
      <w:r w:rsidR="00FC791D" w:rsidRPr="00DD2554">
        <w:rPr>
          <w:rFonts w:asciiTheme="minorEastAsia" w:eastAsiaTheme="minorEastAsia" w:hAnsiTheme="minorEastAsia" w:hint="eastAsia"/>
        </w:rPr>
        <w:t>・飛散防止、火気の使用及び車両の運行等について基地</w:t>
      </w:r>
      <w:r w:rsidR="00FF53F7" w:rsidRPr="00DD2554">
        <w:rPr>
          <w:rFonts w:asciiTheme="minorEastAsia" w:eastAsiaTheme="minorEastAsia" w:hAnsiTheme="minorEastAsia" w:hint="eastAsia"/>
        </w:rPr>
        <w:t>側の指示に従い、</w:t>
      </w:r>
      <w:r w:rsidR="0081535E" w:rsidRPr="00DD2554">
        <w:rPr>
          <w:rFonts w:asciiTheme="minorEastAsia" w:eastAsiaTheme="minorEastAsia" w:hAnsiTheme="minorEastAsia" w:hint="eastAsia"/>
        </w:rPr>
        <w:t>消火器を備え付け</w:t>
      </w:r>
      <w:r w:rsidR="00FF53F7" w:rsidRPr="00DD2554">
        <w:rPr>
          <w:rFonts w:asciiTheme="minorEastAsia" w:eastAsiaTheme="minorEastAsia" w:hAnsiTheme="minorEastAsia" w:hint="eastAsia"/>
        </w:rPr>
        <w:t>事故の未然防止に努めます。</w:t>
      </w:r>
    </w:p>
    <w:p w14:paraId="5858F789" w14:textId="0901A4F2" w:rsidR="00FF53F7" w:rsidRPr="00DD2554" w:rsidRDefault="00482738" w:rsidP="00D5049F">
      <w:pPr>
        <w:pStyle w:val="a3"/>
        <w:ind w:left="242" w:hangingChars="100" w:hanging="242"/>
        <w:rPr>
          <w:rFonts w:asciiTheme="minorEastAsia" w:eastAsiaTheme="minorEastAsia" w:hAnsiTheme="minorEastAsia"/>
          <w:spacing w:val="0"/>
        </w:rPr>
      </w:pPr>
      <w:r>
        <w:rPr>
          <w:rFonts w:asciiTheme="minorEastAsia" w:eastAsiaTheme="minorEastAsia" w:hAnsiTheme="minorEastAsia" w:hint="eastAsia"/>
        </w:rPr>
        <w:t>８</w:t>
      </w:r>
      <w:r w:rsidR="00FF53F7" w:rsidRPr="00DD2554">
        <w:rPr>
          <w:rFonts w:asciiTheme="minorEastAsia" w:eastAsiaTheme="minorEastAsia" w:hAnsiTheme="minorEastAsia" w:hint="eastAsia"/>
        </w:rPr>
        <w:t xml:space="preserve">　販売</w:t>
      </w:r>
      <w:r w:rsidR="00D5049F" w:rsidRPr="00DD2554">
        <w:rPr>
          <w:rFonts w:asciiTheme="minorEastAsia" w:eastAsiaTheme="minorEastAsia" w:hAnsiTheme="minorEastAsia" w:hint="eastAsia"/>
        </w:rPr>
        <w:t>品目及び販売価格は、基地が容認する範囲のものとし、有害な商品及</w:t>
      </w:r>
      <w:r w:rsidR="00FF53F7" w:rsidRPr="00DD2554">
        <w:rPr>
          <w:rFonts w:asciiTheme="minorEastAsia" w:eastAsiaTheme="minorEastAsia" w:hAnsiTheme="minorEastAsia" w:hint="eastAsia"/>
        </w:rPr>
        <w:t>び基地が不適と判断するものについては販売しません。</w:t>
      </w:r>
    </w:p>
    <w:p w14:paraId="681D393B" w14:textId="64ED4CFF" w:rsidR="00FF53F7" w:rsidRPr="00DD2554" w:rsidRDefault="00482738" w:rsidP="00FF53F7">
      <w:pPr>
        <w:pStyle w:val="a3"/>
        <w:ind w:left="242" w:hangingChars="100" w:hanging="242"/>
        <w:rPr>
          <w:rFonts w:asciiTheme="minorEastAsia" w:eastAsiaTheme="minorEastAsia" w:hAnsiTheme="minorEastAsia"/>
        </w:rPr>
      </w:pPr>
      <w:r>
        <w:rPr>
          <w:rFonts w:asciiTheme="minorEastAsia" w:eastAsiaTheme="minorEastAsia" w:hAnsiTheme="minorEastAsia" w:hint="eastAsia"/>
        </w:rPr>
        <w:t>９</w:t>
      </w:r>
      <w:r w:rsidR="00FF53F7" w:rsidRPr="00DD2554">
        <w:rPr>
          <w:rFonts w:asciiTheme="minorEastAsia" w:eastAsiaTheme="minorEastAsia" w:hAnsiTheme="minorEastAsia" w:hint="eastAsia"/>
        </w:rPr>
        <w:t xml:space="preserve">　出店に際し、基地側の施設、物品等を減失又は破損した場合は、速やかに報告するとともに、これを原状に回復し又は破損等を賠償します。</w:t>
      </w:r>
    </w:p>
    <w:p w14:paraId="44296CF1" w14:textId="084C5758" w:rsidR="00BF0633" w:rsidRPr="00DD2554" w:rsidRDefault="00482738" w:rsidP="00BF0633">
      <w:pPr>
        <w:pStyle w:val="a3"/>
        <w:ind w:left="242" w:hangingChars="100" w:hanging="242"/>
        <w:rPr>
          <w:rFonts w:asciiTheme="minorEastAsia" w:eastAsiaTheme="minorEastAsia" w:hAnsiTheme="minorEastAsia"/>
        </w:rPr>
      </w:pPr>
      <w:r>
        <w:rPr>
          <w:rFonts w:asciiTheme="minorEastAsia" w:eastAsiaTheme="minorEastAsia" w:hAnsiTheme="minorEastAsia" w:hint="eastAsia"/>
        </w:rPr>
        <w:t>10</w:t>
      </w:r>
      <w:r w:rsidR="00BF0633" w:rsidRPr="00DD2554">
        <w:rPr>
          <w:rFonts w:asciiTheme="minorEastAsia" w:eastAsiaTheme="minorEastAsia" w:hAnsiTheme="minorEastAsia" w:hint="eastAsia"/>
        </w:rPr>
        <w:t xml:space="preserve">　自店のゴミ</w:t>
      </w:r>
      <w:r w:rsidR="00AB0677">
        <w:rPr>
          <w:rFonts w:asciiTheme="minorEastAsia" w:eastAsiaTheme="minorEastAsia" w:hAnsiTheme="minorEastAsia" w:hint="eastAsia"/>
        </w:rPr>
        <w:t>は持ち帰り、</w:t>
      </w:r>
      <w:r w:rsidR="0081535E" w:rsidRPr="00DD2554">
        <w:rPr>
          <w:rFonts w:asciiTheme="minorEastAsia" w:eastAsiaTheme="minorEastAsia" w:hAnsiTheme="minorEastAsia" w:hint="eastAsia"/>
        </w:rPr>
        <w:t>出店場所の汚れは</w:t>
      </w:r>
      <w:r w:rsidR="00BF0633" w:rsidRPr="00DD2554">
        <w:rPr>
          <w:rFonts w:asciiTheme="minorEastAsia" w:eastAsiaTheme="minorEastAsia" w:hAnsiTheme="minorEastAsia" w:hint="eastAsia"/>
        </w:rPr>
        <w:t>確実に</w:t>
      </w:r>
      <w:r w:rsidR="0081535E" w:rsidRPr="00DD2554">
        <w:rPr>
          <w:rFonts w:asciiTheme="minorEastAsia" w:eastAsiaTheme="minorEastAsia" w:hAnsiTheme="minorEastAsia" w:hint="eastAsia"/>
        </w:rPr>
        <w:t>清掃</w:t>
      </w:r>
      <w:r w:rsidR="00BF0633" w:rsidRPr="00DD2554">
        <w:rPr>
          <w:rFonts w:asciiTheme="minorEastAsia" w:eastAsiaTheme="minorEastAsia" w:hAnsiTheme="minorEastAsia" w:hint="eastAsia"/>
        </w:rPr>
        <w:t>します。</w:t>
      </w:r>
    </w:p>
    <w:p w14:paraId="04453198" w14:textId="77B478AE" w:rsidR="00BF0633" w:rsidRPr="00DD2554" w:rsidRDefault="004668B7" w:rsidP="00BF0633">
      <w:pPr>
        <w:pStyle w:val="a3"/>
        <w:ind w:left="242" w:hangingChars="100" w:hanging="242"/>
        <w:rPr>
          <w:rFonts w:asciiTheme="minorEastAsia" w:eastAsiaTheme="minorEastAsia" w:hAnsiTheme="minorEastAsia"/>
          <w:spacing w:val="0"/>
        </w:rPr>
      </w:pPr>
      <w:r w:rsidRPr="00DD2554">
        <w:rPr>
          <w:rFonts w:asciiTheme="minorEastAsia" w:eastAsiaTheme="minorEastAsia" w:hAnsiTheme="minorEastAsia" w:hint="eastAsia"/>
        </w:rPr>
        <w:t>1</w:t>
      </w:r>
      <w:r w:rsidR="00482738">
        <w:rPr>
          <w:rFonts w:asciiTheme="minorEastAsia" w:eastAsiaTheme="minorEastAsia" w:hAnsiTheme="minorEastAsia" w:hint="eastAsia"/>
        </w:rPr>
        <w:t>1</w:t>
      </w:r>
      <w:r w:rsidR="00BF0633" w:rsidRPr="00DD2554">
        <w:rPr>
          <w:rFonts w:asciiTheme="minorEastAsia" w:eastAsiaTheme="minorEastAsia" w:hAnsiTheme="minorEastAsia" w:hint="eastAsia"/>
        </w:rPr>
        <w:t xml:space="preserve">　販売時間を厳守します。</w:t>
      </w:r>
      <w:r w:rsidR="00AB0677">
        <w:rPr>
          <w:rFonts w:asciiTheme="minorEastAsia" w:eastAsiaTheme="minorEastAsia" w:hAnsiTheme="minorEastAsia" w:hint="eastAsia"/>
        </w:rPr>
        <w:t>また、火気の使用について消防点検を受検し基地側からの火気の使用を許可されるまで使用しません。</w:t>
      </w:r>
    </w:p>
    <w:p w14:paraId="6D8C581A" w14:textId="6FBE29AC" w:rsidR="00FF53F7" w:rsidRPr="00DD2554" w:rsidRDefault="00FF53F7" w:rsidP="00FF53F7">
      <w:pPr>
        <w:pStyle w:val="a3"/>
        <w:rPr>
          <w:rFonts w:asciiTheme="minorEastAsia" w:eastAsiaTheme="minorEastAsia" w:hAnsiTheme="minorEastAsia"/>
        </w:rPr>
      </w:pPr>
      <w:r w:rsidRPr="00DD2554">
        <w:rPr>
          <w:rFonts w:asciiTheme="minorEastAsia" w:eastAsiaTheme="minorEastAsia" w:hAnsiTheme="minorEastAsia" w:hint="eastAsia"/>
        </w:rPr>
        <w:t>1</w:t>
      </w:r>
      <w:r w:rsidR="00482738">
        <w:rPr>
          <w:rFonts w:asciiTheme="minorEastAsia" w:eastAsiaTheme="minorEastAsia" w:hAnsiTheme="minorEastAsia" w:hint="eastAsia"/>
        </w:rPr>
        <w:t>2</w:t>
      </w:r>
      <w:r w:rsidRPr="00DD2554">
        <w:rPr>
          <w:rFonts w:asciiTheme="minorEastAsia" w:eastAsiaTheme="minorEastAsia" w:hAnsiTheme="minorEastAsia" w:hint="eastAsia"/>
        </w:rPr>
        <w:t xml:space="preserve">　出店に関して発生した費用等は、全てこれを負担します。</w:t>
      </w:r>
    </w:p>
    <w:p w14:paraId="3C1CCD04" w14:textId="7128D133" w:rsidR="00FF53F7" w:rsidRPr="00DD2554" w:rsidRDefault="0017345B" w:rsidP="00EE62E8">
      <w:pPr>
        <w:pStyle w:val="a3"/>
        <w:ind w:leftChars="135" w:left="281" w:firstLineChars="80" w:firstLine="193"/>
        <w:rPr>
          <w:rFonts w:asciiTheme="minorEastAsia" w:eastAsiaTheme="minorEastAsia" w:hAnsiTheme="minorEastAsia"/>
          <w:spacing w:val="0"/>
        </w:rPr>
      </w:pPr>
      <w:r>
        <w:rPr>
          <w:rFonts w:asciiTheme="minorEastAsia" w:eastAsiaTheme="minorEastAsia" w:hAnsiTheme="minorEastAsia" w:hint="eastAsia"/>
        </w:rPr>
        <w:t>令和</w:t>
      </w:r>
      <w:r w:rsidR="00482738">
        <w:rPr>
          <w:rFonts w:asciiTheme="minorEastAsia" w:eastAsiaTheme="minorEastAsia" w:hAnsiTheme="minorEastAsia" w:hint="eastAsia"/>
        </w:rPr>
        <w:t>７</w:t>
      </w:r>
      <w:r>
        <w:rPr>
          <w:rFonts w:asciiTheme="minorEastAsia" w:eastAsiaTheme="minorEastAsia" w:hAnsiTheme="minorEastAsia" w:hint="eastAsia"/>
        </w:rPr>
        <w:t>年</w:t>
      </w:r>
      <w:r w:rsidR="00471BE8" w:rsidRPr="00DD2554">
        <w:rPr>
          <w:rFonts w:asciiTheme="minorEastAsia" w:eastAsiaTheme="minorEastAsia" w:hAnsiTheme="minorEastAsia" w:hint="eastAsia"/>
        </w:rPr>
        <w:t>度</w:t>
      </w:r>
      <w:r w:rsidR="00617E9C" w:rsidRPr="00DD2554">
        <w:rPr>
          <w:rFonts w:asciiTheme="minorEastAsia" w:eastAsiaTheme="minorEastAsia" w:hAnsiTheme="minorEastAsia" w:hint="eastAsia"/>
        </w:rPr>
        <w:t>小牧基地</w:t>
      </w:r>
      <w:r w:rsidR="00D62197">
        <w:rPr>
          <w:rFonts w:asciiTheme="minorEastAsia" w:eastAsiaTheme="minorEastAsia" w:hAnsiTheme="minorEastAsia" w:hint="eastAsia"/>
        </w:rPr>
        <w:t>航空祭（</w:t>
      </w:r>
      <w:r w:rsidR="00617E9C" w:rsidRPr="00DD2554">
        <w:rPr>
          <w:rFonts w:asciiTheme="minorEastAsia" w:eastAsiaTheme="minorEastAsia" w:hAnsiTheme="minorEastAsia" w:hint="eastAsia"/>
        </w:rPr>
        <w:t>オープンベース</w:t>
      </w:r>
      <w:r w:rsidR="00D62197">
        <w:rPr>
          <w:rFonts w:asciiTheme="minorEastAsia" w:eastAsiaTheme="minorEastAsia" w:hAnsiTheme="minorEastAsia" w:hint="eastAsia"/>
        </w:rPr>
        <w:t>）</w:t>
      </w:r>
      <w:r w:rsidR="00FF53F7" w:rsidRPr="00DD2554">
        <w:rPr>
          <w:rFonts w:asciiTheme="minorEastAsia" w:eastAsiaTheme="minorEastAsia" w:hAnsiTheme="minorEastAsia" w:hint="eastAsia"/>
        </w:rPr>
        <w:t>が中止又は内容等が変更された場合も同様とし、これによって発生した費用、損害等について一切基地側に請求いたしません。</w:t>
      </w:r>
    </w:p>
    <w:p w14:paraId="37F1D7C3" w14:textId="6A0F1F10" w:rsidR="00FF53F7" w:rsidRPr="00DD2554" w:rsidRDefault="00FF53F7" w:rsidP="00FF53F7">
      <w:pPr>
        <w:pStyle w:val="a3"/>
        <w:ind w:left="242" w:hangingChars="100" w:hanging="242"/>
        <w:rPr>
          <w:rFonts w:asciiTheme="minorEastAsia" w:eastAsiaTheme="minorEastAsia" w:hAnsiTheme="minorEastAsia"/>
        </w:rPr>
      </w:pPr>
      <w:r w:rsidRPr="00DD2554">
        <w:rPr>
          <w:rFonts w:asciiTheme="minorEastAsia" w:eastAsiaTheme="minorEastAsia" w:hAnsiTheme="minorEastAsia" w:hint="eastAsia"/>
        </w:rPr>
        <w:t>1</w:t>
      </w:r>
      <w:r w:rsidR="00482738">
        <w:rPr>
          <w:rFonts w:asciiTheme="minorEastAsia" w:eastAsiaTheme="minorEastAsia" w:hAnsiTheme="minorEastAsia" w:hint="eastAsia"/>
        </w:rPr>
        <w:t>3</w:t>
      </w:r>
      <w:r w:rsidRPr="00DD2554">
        <w:rPr>
          <w:rFonts w:asciiTheme="minorEastAsia" w:eastAsiaTheme="minorEastAsia" w:hAnsiTheme="minorEastAsia" w:hint="eastAsia"/>
        </w:rPr>
        <w:t xml:space="preserve">　その他出店に関して疑義を生じた場合は、その都度基地側と協議し、指示を受けます。</w:t>
      </w:r>
    </w:p>
    <w:p w14:paraId="53EF2E5A" w14:textId="4447ACC7" w:rsidR="00735312" w:rsidRDefault="00735312" w:rsidP="00735312">
      <w:pPr>
        <w:pStyle w:val="a3"/>
        <w:ind w:left="242" w:hangingChars="100" w:hanging="242"/>
        <w:rPr>
          <w:rFonts w:asciiTheme="minorEastAsia" w:eastAsiaTheme="minorEastAsia" w:hAnsiTheme="minorEastAsia"/>
        </w:rPr>
      </w:pPr>
      <w:r w:rsidRPr="00DD2554">
        <w:rPr>
          <w:rFonts w:asciiTheme="minorEastAsia" w:eastAsiaTheme="minorEastAsia" w:hAnsiTheme="minorEastAsia" w:hint="eastAsia"/>
        </w:rPr>
        <w:t>1</w:t>
      </w:r>
      <w:r w:rsidR="00482738">
        <w:rPr>
          <w:rFonts w:asciiTheme="minorEastAsia" w:eastAsiaTheme="minorEastAsia" w:hAnsiTheme="minorEastAsia" w:hint="eastAsia"/>
        </w:rPr>
        <w:t>4</w:t>
      </w:r>
      <w:r w:rsidRPr="00DD2554">
        <w:rPr>
          <w:rFonts w:asciiTheme="minorEastAsia" w:eastAsiaTheme="minorEastAsia" w:hAnsiTheme="minorEastAsia" w:hint="eastAsia"/>
        </w:rPr>
        <w:t xml:space="preserve">　基地内においては、基地側から開放されている区域以外には立ち入りません。</w:t>
      </w:r>
    </w:p>
    <w:p w14:paraId="381269E8" w14:textId="2B7BB995" w:rsidR="00D62197" w:rsidRPr="00DD2554" w:rsidRDefault="00D62197" w:rsidP="00735312">
      <w:pPr>
        <w:pStyle w:val="a3"/>
        <w:ind w:left="242" w:hangingChars="100" w:hanging="242"/>
        <w:rPr>
          <w:rFonts w:asciiTheme="minorEastAsia" w:eastAsiaTheme="minorEastAsia" w:hAnsiTheme="minorEastAsia"/>
        </w:rPr>
      </w:pPr>
      <w:r>
        <w:rPr>
          <w:rFonts w:asciiTheme="minorEastAsia" w:eastAsiaTheme="minorEastAsia" w:hAnsiTheme="minorEastAsia" w:hint="eastAsia"/>
        </w:rPr>
        <w:t>1</w:t>
      </w:r>
      <w:r w:rsidR="00482738">
        <w:rPr>
          <w:rFonts w:asciiTheme="minorEastAsia" w:eastAsiaTheme="minorEastAsia" w:hAnsiTheme="minorEastAsia" w:hint="eastAsia"/>
        </w:rPr>
        <w:t>5</w:t>
      </w:r>
      <w:r>
        <w:rPr>
          <w:rFonts w:asciiTheme="minorEastAsia" w:eastAsiaTheme="minorEastAsia" w:hAnsiTheme="minorEastAsia" w:hint="eastAsia"/>
        </w:rPr>
        <w:t xml:space="preserve">　酒類は、土産物酒類を除き販売しません。</w:t>
      </w:r>
    </w:p>
    <w:p w14:paraId="2CA49982" w14:textId="3091CA97" w:rsidR="00FF53F7" w:rsidRDefault="0086686F" w:rsidP="00FF53F7">
      <w:pPr>
        <w:pStyle w:val="a3"/>
        <w:rPr>
          <w:rFonts w:asciiTheme="minorEastAsia" w:eastAsiaTheme="minorEastAsia" w:hAnsiTheme="minorEastAsia"/>
          <w:spacing w:val="0"/>
        </w:rPr>
      </w:pPr>
      <w:r>
        <w:rPr>
          <w:rFonts w:asciiTheme="minorEastAsia" w:eastAsiaTheme="minorEastAsia" w:hAnsiTheme="minorEastAsia"/>
          <w:spacing w:val="0"/>
        </w:rPr>
        <w:t>1</w:t>
      </w:r>
      <w:r w:rsidR="00482738">
        <w:rPr>
          <w:rFonts w:asciiTheme="minorEastAsia" w:eastAsiaTheme="minorEastAsia" w:hAnsiTheme="minorEastAsia" w:hint="eastAsia"/>
          <w:spacing w:val="0"/>
        </w:rPr>
        <w:t>6</w:t>
      </w:r>
      <w:r>
        <w:rPr>
          <w:rFonts w:asciiTheme="minorEastAsia" w:eastAsiaTheme="minorEastAsia" w:hAnsiTheme="minorEastAsia" w:hint="eastAsia"/>
          <w:spacing w:val="0"/>
        </w:rPr>
        <w:t xml:space="preserve">　基地外の店舗及び施設等の駐車場に無断駐車はいたしません。</w:t>
      </w:r>
    </w:p>
    <w:p w14:paraId="7D7D685C" w14:textId="31A179CD" w:rsidR="0086686F" w:rsidRPr="0086686F" w:rsidRDefault="0086686F" w:rsidP="0086686F">
      <w:pPr>
        <w:pStyle w:val="a3"/>
        <w:ind w:left="238" w:hangingChars="100" w:hanging="238"/>
        <w:rPr>
          <w:rFonts w:asciiTheme="minorEastAsia" w:eastAsiaTheme="minorEastAsia" w:hAnsiTheme="minorEastAsia"/>
          <w:spacing w:val="0"/>
        </w:rPr>
      </w:pPr>
      <w:r>
        <w:rPr>
          <w:rFonts w:asciiTheme="minorEastAsia" w:eastAsiaTheme="minorEastAsia" w:hAnsiTheme="minorEastAsia" w:hint="eastAsia"/>
          <w:spacing w:val="0"/>
        </w:rPr>
        <w:t>1</w:t>
      </w:r>
      <w:r w:rsidR="00482738">
        <w:rPr>
          <w:rFonts w:asciiTheme="minorEastAsia" w:eastAsiaTheme="minorEastAsia" w:hAnsiTheme="minorEastAsia" w:hint="eastAsia"/>
          <w:spacing w:val="0"/>
        </w:rPr>
        <w:t>7</w:t>
      </w:r>
      <w:r>
        <w:rPr>
          <w:rFonts w:asciiTheme="minorEastAsia" w:eastAsiaTheme="minorEastAsia" w:hAnsiTheme="minorEastAsia" w:hint="eastAsia"/>
          <w:spacing w:val="0"/>
        </w:rPr>
        <w:t xml:space="preserve">　新型コロナウイルス感染防止に努めるとともに、当日体温が３７．５℃以上の売店業務従事者は売店業務に従事させません。</w:t>
      </w:r>
    </w:p>
    <w:p w14:paraId="41A1E1D3" w14:textId="77777777" w:rsidR="004668B7" w:rsidRPr="00D62197" w:rsidRDefault="004668B7" w:rsidP="00FF53F7">
      <w:pPr>
        <w:pStyle w:val="a3"/>
        <w:rPr>
          <w:rFonts w:asciiTheme="minorEastAsia" w:eastAsiaTheme="minorEastAsia" w:hAnsiTheme="minorEastAsia"/>
          <w:spacing w:val="0"/>
        </w:rPr>
      </w:pPr>
    </w:p>
    <w:p w14:paraId="7A612E12" w14:textId="77777777" w:rsidR="00FF53F7" w:rsidRPr="00DD2554" w:rsidRDefault="00FF53F7" w:rsidP="00867BE8">
      <w:pPr>
        <w:pStyle w:val="a3"/>
        <w:ind w:firstLineChars="200" w:firstLine="484"/>
        <w:rPr>
          <w:rFonts w:asciiTheme="minorEastAsia" w:eastAsiaTheme="minorEastAsia" w:hAnsiTheme="minorEastAsia"/>
        </w:rPr>
      </w:pPr>
      <w:r w:rsidRPr="00DD2554">
        <w:rPr>
          <w:rFonts w:asciiTheme="minorEastAsia" w:eastAsiaTheme="minorEastAsia" w:hAnsiTheme="minorEastAsia" w:hint="eastAsia"/>
        </w:rPr>
        <w:t>航空自衛隊</w:t>
      </w:r>
      <w:r w:rsidR="00617E9C" w:rsidRPr="00DD2554">
        <w:rPr>
          <w:rFonts w:asciiTheme="minorEastAsia" w:eastAsiaTheme="minorEastAsia" w:hAnsiTheme="minorEastAsia" w:hint="eastAsia"/>
        </w:rPr>
        <w:t>小牧</w:t>
      </w:r>
      <w:r w:rsidRPr="00DD2554">
        <w:rPr>
          <w:rFonts w:asciiTheme="minorEastAsia" w:eastAsiaTheme="minorEastAsia" w:hAnsiTheme="minorEastAsia" w:hint="eastAsia"/>
        </w:rPr>
        <w:t>基地司令　殿</w:t>
      </w:r>
    </w:p>
    <w:p w14:paraId="7D31613F" w14:textId="77777777" w:rsidR="004668B7" w:rsidRPr="00DD2554" w:rsidRDefault="004668B7" w:rsidP="00FF53F7">
      <w:pPr>
        <w:pStyle w:val="a3"/>
        <w:rPr>
          <w:rFonts w:asciiTheme="minorEastAsia" w:eastAsiaTheme="minorEastAsia" w:hAnsiTheme="minorEastAsia"/>
          <w:spacing w:val="0"/>
        </w:rPr>
      </w:pPr>
    </w:p>
    <w:p w14:paraId="6A6C9FB3" w14:textId="3CD10601" w:rsidR="00FF53F7" w:rsidRPr="00DD2554" w:rsidRDefault="0017345B" w:rsidP="00FF53F7">
      <w:pPr>
        <w:pStyle w:val="a3"/>
        <w:ind w:left="4128"/>
        <w:rPr>
          <w:rFonts w:asciiTheme="minorEastAsia" w:eastAsiaTheme="minorEastAsia" w:hAnsiTheme="minorEastAsia"/>
          <w:spacing w:val="0"/>
        </w:rPr>
      </w:pPr>
      <w:r>
        <w:rPr>
          <w:rFonts w:asciiTheme="minorEastAsia" w:eastAsiaTheme="minorEastAsia" w:hAnsiTheme="minorEastAsia" w:hint="eastAsia"/>
        </w:rPr>
        <w:t>令和</w:t>
      </w:r>
      <w:r w:rsidR="008858F5">
        <w:rPr>
          <w:rFonts w:asciiTheme="minorEastAsia" w:eastAsiaTheme="minorEastAsia" w:hAnsiTheme="minorEastAsia" w:hint="eastAsia"/>
        </w:rPr>
        <w:t xml:space="preserve">　</w:t>
      </w:r>
      <w:r w:rsidR="0086686F">
        <w:rPr>
          <w:rFonts w:asciiTheme="minorEastAsia" w:eastAsiaTheme="minorEastAsia" w:hAnsiTheme="minorEastAsia" w:hint="eastAsia"/>
        </w:rPr>
        <w:t xml:space="preserve">　</w:t>
      </w:r>
      <w:r w:rsidR="00FF53F7" w:rsidRPr="00DD2554">
        <w:rPr>
          <w:rFonts w:asciiTheme="minorEastAsia" w:eastAsiaTheme="minorEastAsia" w:hAnsiTheme="minorEastAsia" w:hint="eastAsia"/>
        </w:rPr>
        <w:t xml:space="preserve">年　</w:t>
      </w:r>
      <w:r w:rsidR="00DD2554">
        <w:rPr>
          <w:rFonts w:asciiTheme="minorEastAsia" w:eastAsiaTheme="minorEastAsia" w:hAnsiTheme="minorEastAsia" w:hint="eastAsia"/>
        </w:rPr>
        <w:t xml:space="preserve">　</w:t>
      </w:r>
      <w:r w:rsidR="00FF53F7" w:rsidRPr="00DD2554">
        <w:rPr>
          <w:rFonts w:asciiTheme="minorEastAsia" w:eastAsiaTheme="minorEastAsia" w:hAnsiTheme="minorEastAsia" w:hint="eastAsia"/>
        </w:rPr>
        <w:t xml:space="preserve">月　</w:t>
      </w:r>
      <w:r w:rsidR="00DD2554">
        <w:rPr>
          <w:rFonts w:asciiTheme="minorEastAsia" w:eastAsiaTheme="minorEastAsia" w:hAnsiTheme="minorEastAsia" w:hint="eastAsia"/>
        </w:rPr>
        <w:t xml:space="preserve">　</w:t>
      </w:r>
      <w:r w:rsidR="00FF53F7" w:rsidRPr="00DD2554">
        <w:rPr>
          <w:rFonts w:asciiTheme="minorEastAsia" w:eastAsiaTheme="minorEastAsia" w:hAnsiTheme="minorEastAsia" w:hint="eastAsia"/>
        </w:rPr>
        <w:t>日</w:t>
      </w:r>
    </w:p>
    <w:p w14:paraId="643792EE" w14:textId="77777777" w:rsidR="00FF53F7" w:rsidRPr="00DD2554" w:rsidRDefault="00FF53F7" w:rsidP="00FF53F7">
      <w:pPr>
        <w:pStyle w:val="a3"/>
        <w:ind w:left="4128"/>
        <w:rPr>
          <w:rFonts w:asciiTheme="minorEastAsia" w:eastAsiaTheme="minorEastAsia" w:hAnsiTheme="minorEastAsia"/>
          <w:spacing w:val="0"/>
        </w:rPr>
      </w:pPr>
    </w:p>
    <w:p w14:paraId="430CACCC" w14:textId="77777777" w:rsidR="00FF53F7" w:rsidRPr="00DD2554" w:rsidRDefault="00FF53F7" w:rsidP="004668B7">
      <w:pPr>
        <w:pStyle w:val="a3"/>
        <w:ind w:firstLineChars="1700" w:firstLine="4112"/>
        <w:rPr>
          <w:rFonts w:asciiTheme="minorEastAsia" w:eastAsiaTheme="minorEastAsia" w:hAnsiTheme="minorEastAsia"/>
          <w:spacing w:val="0"/>
        </w:rPr>
      </w:pPr>
      <w:r w:rsidRPr="00DD2554">
        <w:rPr>
          <w:rFonts w:asciiTheme="minorEastAsia" w:eastAsiaTheme="minorEastAsia" w:hAnsiTheme="minorEastAsia" w:hint="eastAsia"/>
        </w:rPr>
        <w:t>住</w:t>
      </w:r>
      <w:r w:rsidR="004668B7" w:rsidRPr="00DD2554">
        <w:rPr>
          <w:rFonts w:asciiTheme="minorEastAsia" w:eastAsiaTheme="minorEastAsia" w:hAnsiTheme="minorEastAsia" w:hint="eastAsia"/>
        </w:rPr>
        <w:t xml:space="preserve">　　</w:t>
      </w:r>
      <w:r w:rsidRPr="00DD2554">
        <w:rPr>
          <w:rFonts w:asciiTheme="minorEastAsia" w:eastAsiaTheme="minorEastAsia" w:hAnsiTheme="minorEastAsia" w:hint="eastAsia"/>
        </w:rPr>
        <w:t>所</w:t>
      </w:r>
      <w:r w:rsidR="00F92E45" w:rsidRPr="00DD2554">
        <w:rPr>
          <w:rFonts w:asciiTheme="minorEastAsia" w:eastAsiaTheme="minorEastAsia" w:hAnsiTheme="minorEastAsia" w:hint="eastAsia"/>
        </w:rPr>
        <w:t xml:space="preserve">　</w:t>
      </w:r>
    </w:p>
    <w:p w14:paraId="584DDD02" w14:textId="77777777" w:rsidR="00FF53F7" w:rsidRPr="00DD2554" w:rsidRDefault="004668B7" w:rsidP="00FF53F7">
      <w:pPr>
        <w:pStyle w:val="a3"/>
        <w:ind w:left="4128"/>
        <w:rPr>
          <w:rFonts w:asciiTheme="minorEastAsia" w:eastAsiaTheme="minorEastAsia" w:hAnsiTheme="minorEastAsia"/>
          <w:spacing w:val="0"/>
        </w:rPr>
      </w:pPr>
      <w:r w:rsidRPr="00DD2554">
        <w:rPr>
          <w:rFonts w:asciiTheme="minorEastAsia" w:eastAsiaTheme="minorEastAsia" w:hAnsiTheme="minorEastAsia" w:hint="eastAsia"/>
        </w:rPr>
        <w:t>商工会</w:t>
      </w:r>
      <w:r w:rsidR="00FF53F7" w:rsidRPr="00DD2554">
        <w:rPr>
          <w:rFonts w:asciiTheme="minorEastAsia" w:eastAsiaTheme="minorEastAsia" w:hAnsiTheme="minorEastAsia" w:hint="eastAsia"/>
        </w:rPr>
        <w:t>名</w:t>
      </w:r>
      <w:r w:rsidR="00F92E45" w:rsidRPr="00DD2554">
        <w:rPr>
          <w:rFonts w:asciiTheme="minorEastAsia" w:eastAsiaTheme="minorEastAsia" w:hAnsiTheme="minorEastAsia" w:hint="eastAsia"/>
        </w:rPr>
        <w:t xml:space="preserve">　</w:t>
      </w:r>
    </w:p>
    <w:p w14:paraId="3E2479D5" w14:textId="77777777" w:rsidR="0088009B" w:rsidRPr="00DD2554" w:rsidRDefault="004668B7" w:rsidP="004668B7">
      <w:pPr>
        <w:pStyle w:val="a3"/>
        <w:ind w:left="4128"/>
        <w:rPr>
          <w:rFonts w:asciiTheme="minorEastAsia" w:eastAsiaTheme="minorEastAsia" w:hAnsiTheme="minorEastAsia"/>
        </w:rPr>
      </w:pPr>
      <w:r w:rsidRPr="00DD2554">
        <w:rPr>
          <w:rFonts w:asciiTheme="minorEastAsia" w:eastAsiaTheme="minorEastAsia" w:hAnsiTheme="minorEastAsia" w:hint="eastAsia"/>
        </w:rPr>
        <w:t xml:space="preserve">会 長 </w:t>
      </w:r>
      <w:r w:rsidR="00FF53F7" w:rsidRPr="00DD2554">
        <w:rPr>
          <w:rFonts w:asciiTheme="minorEastAsia" w:eastAsiaTheme="minorEastAsia" w:hAnsiTheme="minorEastAsia" w:hint="eastAsia"/>
        </w:rPr>
        <w:t xml:space="preserve">名　</w:t>
      </w:r>
      <w:r w:rsidR="00DD2554">
        <w:rPr>
          <w:rFonts w:asciiTheme="minorEastAsia" w:eastAsiaTheme="minorEastAsia" w:hAnsiTheme="minorEastAsia" w:hint="eastAsia"/>
          <w:spacing w:val="4"/>
        </w:rPr>
        <w:t xml:space="preserve">　　　　　　　</w:t>
      </w:r>
      <w:r w:rsidR="00FF53F7" w:rsidRPr="00DD2554">
        <w:rPr>
          <w:rFonts w:asciiTheme="minorEastAsia" w:eastAsiaTheme="minorEastAsia" w:hAnsiTheme="minorEastAsia" w:hint="eastAsia"/>
        </w:rPr>
        <w:t xml:space="preserve">　</w:t>
      </w:r>
      <w:r w:rsidR="00F92E45" w:rsidRPr="00DD2554">
        <w:rPr>
          <w:rFonts w:asciiTheme="minorEastAsia" w:eastAsiaTheme="minorEastAsia" w:hAnsiTheme="minorEastAsia" w:hint="eastAsia"/>
        </w:rPr>
        <w:t xml:space="preserve">　　　　　</w:t>
      </w:r>
      <w:r w:rsidR="00FF53F7" w:rsidRPr="00DD2554">
        <w:rPr>
          <w:rFonts w:asciiTheme="minorEastAsia" w:eastAsiaTheme="minorEastAsia" w:hAnsiTheme="minorEastAsia" w:hint="eastAsia"/>
        </w:rPr>
        <w:t>㊞</w:t>
      </w:r>
    </w:p>
    <w:sectPr w:rsidR="0088009B" w:rsidRPr="00DD2554" w:rsidSect="00482738">
      <w:headerReference w:type="default" r:id="rId8"/>
      <w:type w:val="nextColumn"/>
      <w:pgSz w:w="11906" w:h="16838" w:code="9"/>
      <w:pgMar w:top="1247" w:right="1134" w:bottom="1247" w:left="1418" w:header="851"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4D886E" w14:textId="77777777" w:rsidR="0056680D" w:rsidRDefault="0056680D">
      <w:r>
        <w:separator/>
      </w:r>
    </w:p>
  </w:endnote>
  <w:endnote w:type="continuationSeparator" w:id="0">
    <w:p w14:paraId="5E3E9DC4" w14:textId="77777777" w:rsidR="0056680D" w:rsidRDefault="0056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62ADA2" w14:textId="77777777" w:rsidR="0056680D" w:rsidRDefault="0056680D">
      <w:r>
        <w:separator/>
      </w:r>
    </w:p>
  </w:footnote>
  <w:footnote w:type="continuationSeparator" w:id="0">
    <w:p w14:paraId="08669D37" w14:textId="77777777" w:rsidR="0056680D" w:rsidRDefault="00566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2539C" w14:textId="77777777" w:rsidR="00DA23DE" w:rsidRPr="004668B7" w:rsidRDefault="004668B7" w:rsidP="004668B7">
    <w:pPr>
      <w:pStyle w:val="a4"/>
      <w:jc w:val="right"/>
    </w:pPr>
    <w:r w:rsidRPr="004668B7">
      <w:rPr>
        <w:rFonts w:hint="eastAsia"/>
      </w:rPr>
      <w:t>（</w:t>
    </w:r>
    <w:r w:rsidRPr="004668B7">
      <w:rPr>
        <w:rFonts w:hint="eastAsia"/>
      </w:rPr>
      <w:t>商工会用）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216427354">
    <w:abstractNumId w:val="4"/>
  </w:num>
  <w:num w:numId="2" w16cid:durableId="1848399767">
    <w:abstractNumId w:val="3"/>
  </w:num>
  <w:num w:numId="3" w16cid:durableId="1687369488">
    <w:abstractNumId w:val="1"/>
  </w:num>
  <w:num w:numId="4" w16cid:durableId="1523012897">
    <w:abstractNumId w:val="0"/>
  </w:num>
  <w:num w:numId="5" w16cid:durableId="4536700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rawingGridVerticalSpacing w:val="291"/>
  <w:displayHorizontalDrawingGridEvery w:val="0"/>
  <w:doNotShadeFormData/>
  <w:characterSpacingControl w:val="compressPunctuation"/>
  <w:doNotValidateAgainstSchema/>
  <w:doNotDemarcateInvalidXml/>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708B8"/>
    <w:rsid w:val="00070FE6"/>
    <w:rsid w:val="000712BB"/>
    <w:rsid w:val="00073D26"/>
    <w:rsid w:val="0009090F"/>
    <w:rsid w:val="000926A6"/>
    <w:rsid w:val="00092956"/>
    <w:rsid w:val="000A0071"/>
    <w:rsid w:val="000A1C23"/>
    <w:rsid w:val="000A27E7"/>
    <w:rsid w:val="000B35A7"/>
    <w:rsid w:val="000C3775"/>
    <w:rsid w:val="000E22AD"/>
    <w:rsid w:val="000E44D3"/>
    <w:rsid w:val="000F49EB"/>
    <w:rsid w:val="000F5688"/>
    <w:rsid w:val="00112715"/>
    <w:rsid w:val="00117D47"/>
    <w:rsid w:val="00121545"/>
    <w:rsid w:val="00123A14"/>
    <w:rsid w:val="001272E6"/>
    <w:rsid w:val="0014474C"/>
    <w:rsid w:val="001501DA"/>
    <w:rsid w:val="00152D90"/>
    <w:rsid w:val="001672AB"/>
    <w:rsid w:val="0017345B"/>
    <w:rsid w:val="001811C7"/>
    <w:rsid w:val="001A0A06"/>
    <w:rsid w:val="001A15A0"/>
    <w:rsid w:val="001A2A1B"/>
    <w:rsid w:val="001C6AE3"/>
    <w:rsid w:val="001D51C7"/>
    <w:rsid w:val="001E2E1E"/>
    <w:rsid w:val="002033F4"/>
    <w:rsid w:val="002060DA"/>
    <w:rsid w:val="0021255B"/>
    <w:rsid w:val="00217CEA"/>
    <w:rsid w:val="00226282"/>
    <w:rsid w:val="00233001"/>
    <w:rsid w:val="002414B6"/>
    <w:rsid w:val="00247E1E"/>
    <w:rsid w:val="00251955"/>
    <w:rsid w:val="00253570"/>
    <w:rsid w:val="00256F87"/>
    <w:rsid w:val="00266381"/>
    <w:rsid w:val="0026647B"/>
    <w:rsid w:val="002677D5"/>
    <w:rsid w:val="00293B98"/>
    <w:rsid w:val="00295B32"/>
    <w:rsid w:val="002A288C"/>
    <w:rsid w:val="002B240A"/>
    <w:rsid w:val="002B3A69"/>
    <w:rsid w:val="002B3C6D"/>
    <w:rsid w:val="002B5A41"/>
    <w:rsid w:val="002B7450"/>
    <w:rsid w:val="002C4239"/>
    <w:rsid w:val="002D0724"/>
    <w:rsid w:val="002D288B"/>
    <w:rsid w:val="002D69C5"/>
    <w:rsid w:val="002E15E6"/>
    <w:rsid w:val="003039B8"/>
    <w:rsid w:val="003403CB"/>
    <w:rsid w:val="0034494B"/>
    <w:rsid w:val="00346013"/>
    <w:rsid w:val="00351C51"/>
    <w:rsid w:val="00357831"/>
    <w:rsid w:val="00370DC3"/>
    <w:rsid w:val="00371DAF"/>
    <w:rsid w:val="0038434A"/>
    <w:rsid w:val="00386E17"/>
    <w:rsid w:val="003945B4"/>
    <w:rsid w:val="00395C81"/>
    <w:rsid w:val="003B3435"/>
    <w:rsid w:val="003B446D"/>
    <w:rsid w:val="003C02EB"/>
    <w:rsid w:val="003C1DE4"/>
    <w:rsid w:val="003C267E"/>
    <w:rsid w:val="003C666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668B7"/>
    <w:rsid w:val="00471BE8"/>
    <w:rsid w:val="00474CD9"/>
    <w:rsid w:val="0048006E"/>
    <w:rsid w:val="004802BC"/>
    <w:rsid w:val="004810CD"/>
    <w:rsid w:val="00482738"/>
    <w:rsid w:val="00491F28"/>
    <w:rsid w:val="0049642C"/>
    <w:rsid w:val="004D4C0A"/>
    <w:rsid w:val="004D6C0A"/>
    <w:rsid w:val="004E4423"/>
    <w:rsid w:val="005003F8"/>
    <w:rsid w:val="00506E81"/>
    <w:rsid w:val="005175B3"/>
    <w:rsid w:val="00524A10"/>
    <w:rsid w:val="005359CD"/>
    <w:rsid w:val="00541BA9"/>
    <w:rsid w:val="00543E72"/>
    <w:rsid w:val="0056285C"/>
    <w:rsid w:val="0056287F"/>
    <w:rsid w:val="005639F1"/>
    <w:rsid w:val="0056649E"/>
    <w:rsid w:val="0056680D"/>
    <w:rsid w:val="00566C5D"/>
    <w:rsid w:val="00571B54"/>
    <w:rsid w:val="005755B9"/>
    <w:rsid w:val="005924D0"/>
    <w:rsid w:val="0059695D"/>
    <w:rsid w:val="005A1968"/>
    <w:rsid w:val="005A209E"/>
    <w:rsid w:val="005A2B97"/>
    <w:rsid w:val="005C1A4D"/>
    <w:rsid w:val="005D1C85"/>
    <w:rsid w:val="005D219E"/>
    <w:rsid w:val="005D2CF1"/>
    <w:rsid w:val="005F7416"/>
    <w:rsid w:val="00604009"/>
    <w:rsid w:val="006041F5"/>
    <w:rsid w:val="00607B7A"/>
    <w:rsid w:val="00617E9C"/>
    <w:rsid w:val="00623096"/>
    <w:rsid w:val="006275D1"/>
    <w:rsid w:val="00630B19"/>
    <w:rsid w:val="00643553"/>
    <w:rsid w:val="00644F90"/>
    <w:rsid w:val="00646295"/>
    <w:rsid w:val="00646E9C"/>
    <w:rsid w:val="00665A32"/>
    <w:rsid w:val="00671E6C"/>
    <w:rsid w:val="00685831"/>
    <w:rsid w:val="00686FAB"/>
    <w:rsid w:val="006935E0"/>
    <w:rsid w:val="006B0238"/>
    <w:rsid w:val="006B2AE0"/>
    <w:rsid w:val="006B5F39"/>
    <w:rsid w:val="006C0C81"/>
    <w:rsid w:val="006C1968"/>
    <w:rsid w:val="006C2C48"/>
    <w:rsid w:val="006C4380"/>
    <w:rsid w:val="006C5775"/>
    <w:rsid w:val="006C65C6"/>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AC2"/>
    <w:rsid w:val="00786813"/>
    <w:rsid w:val="00786B9B"/>
    <w:rsid w:val="00787B93"/>
    <w:rsid w:val="00792FEB"/>
    <w:rsid w:val="007977E1"/>
    <w:rsid w:val="007A0A7A"/>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6686F"/>
    <w:rsid w:val="00867BE8"/>
    <w:rsid w:val="00877156"/>
    <w:rsid w:val="0088009B"/>
    <w:rsid w:val="00882564"/>
    <w:rsid w:val="008858C2"/>
    <w:rsid w:val="008858F5"/>
    <w:rsid w:val="00890071"/>
    <w:rsid w:val="00890331"/>
    <w:rsid w:val="00893A04"/>
    <w:rsid w:val="008A2ED6"/>
    <w:rsid w:val="008B1EAA"/>
    <w:rsid w:val="008C4BFF"/>
    <w:rsid w:val="008D51B2"/>
    <w:rsid w:val="008E6614"/>
    <w:rsid w:val="008F1D6A"/>
    <w:rsid w:val="0090707D"/>
    <w:rsid w:val="0091499D"/>
    <w:rsid w:val="00927D3E"/>
    <w:rsid w:val="00931627"/>
    <w:rsid w:val="0093190C"/>
    <w:rsid w:val="009375A5"/>
    <w:rsid w:val="00950102"/>
    <w:rsid w:val="00955492"/>
    <w:rsid w:val="009611E7"/>
    <w:rsid w:val="009666A1"/>
    <w:rsid w:val="009725BB"/>
    <w:rsid w:val="00982817"/>
    <w:rsid w:val="0098754C"/>
    <w:rsid w:val="0099671F"/>
    <w:rsid w:val="009A08E6"/>
    <w:rsid w:val="009A36D8"/>
    <w:rsid w:val="009A4F4B"/>
    <w:rsid w:val="009B5F50"/>
    <w:rsid w:val="009D4D24"/>
    <w:rsid w:val="009E1295"/>
    <w:rsid w:val="009E4E27"/>
    <w:rsid w:val="009E6C87"/>
    <w:rsid w:val="00A007C3"/>
    <w:rsid w:val="00A02AC3"/>
    <w:rsid w:val="00A0530A"/>
    <w:rsid w:val="00A109F3"/>
    <w:rsid w:val="00A13780"/>
    <w:rsid w:val="00A145FA"/>
    <w:rsid w:val="00A14B28"/>
    <w:rsid w:val="00A16A5B"/>
    <w:rsid w:val="00A16C8D"/>
    <w:rsid w:val="00A22DED"/>
    <w:rsid w:val="00A257AE"/>
    <w:rsid w:val="00A34894"/>
    <w:rsid w:val="00A34E78"/>
    <w:rsid w:val="00A37F55"/>
    <w:rsid w:val="00A43574"/>
    <w:rsid w:val="00A51702"/>
    <w:rsid w:val="00A54183"/>
    <w:rsid w:val="00A611D6"/>
    <w:rsid w:val="00A62027"/>
    <w:rsid w:val="00A67122"/>
    <w:rsid w:val="00A878F3"/>
    <w:rsid w:val="00A91CEF"/>
    <w:rsid w:val="00A92755"/>
    <w:rsid w:val="00A962EF"/>
    <w:rsid w:val="00AB0677"/>
    <w:rsid w:val="00AB35B9"/>
    <w:rsid w:val="00AC7731"/>
    <w:rsid w:val="00AD3A7F"/>
    <w:rsid w:val="00AD7259"/>
    <w:rsid w:val="00AE298D"/>
    <w:rsid w:val="00AE4712"/>
    <w:rsid w:val="00AE6EB3"/>
    <w:rsid w:val="00AF01A4"/>
    <w:rsid w:val="00AF0DFA"/>
    <w:rsid w:val="00B15574"/>
    <w:rsid w:val="00B2067F"/>
    <w:rsid w:val="00B32EFA"/>
    <w:rsid w:val="00B34DC9"/>
    <w:rsid w:val="00B44966"/>
    <w:rsid w:val="00B45D85"/>
    <w:rsid w:val="00B46F50"/>
    <w:rsid w:val="00B53B1F"/>
    <w:rsid w:val="00B71E2A"/>
    <w:rsid w:val="00B92F2D"/>
    <w:rsid w:val="00B94702"/>
    <w:rsid w:val="00B97989"/>
    <w:rsid w:val="00BA1A24"/>
    <w:rsid w:val="00BB1B49"/>
    <w:rsid w:val="00BD5CB0"/>
    <w:rsid w:val="00BE00F2"/>
    <w:rsid w:val="00BE1FB5"/>
    <w:rsid w:val="00BE674C"/>
    <w:rsid w:val="00BE6A17"/>
    <w:rsid w:val="00BF0633"/>
    <w:rsid w:val="00BF6B36"/>
    <w:rsid w:val="00C05059"/>
    <w:rsid w:val="00C214EA"/>
    <w:rsid w:val="00C324F1"/>
    <w:rsid w:val="00C42CCB"/>
    <w:rsid w:val="00C515AF"/>
    <w:rsid w:val="00C61D69"/>
    <w:rsid w:val="00C62087"/>
    <w:rsid w:val="00C656A3"/>
    <w:rsid w:val="00C714B6"/>
    <w:rsid w:val="00C7549F"/>
    <w:rsid w:val="00C75D8C"/>
    <w:rsid w:val="00C940C1"/>
    <w:rsid w:val="00CA0DDA"/>
    <w:rsid w:val="00CA295D"/>
    <w:rsid w:val="00CA3A3C"/>
    <w:rsid w:val="00CA5FCF"/>
    <w:rsid w:val="00CB4161"/>
    <w:rsid w:val="00CC09E7"/>
    <w:rsid w:val="00CE1A87"/>
    <w:rsid w:val="00CE32D5"/>
    <w:rsid w:val="00CE58C7"/>
    <w:rsid w:val="00CF2158"/>
    <w:rsid w:val="00CF23DD"/>
    <w:rsid w:val="00D00787"/>
    <w:rsid w:val="00D02A05"/>
    <w:rsid w:val="00D21570"/>
    <w:rsid w:val="00D2502E"/>
    <w:rsid w:val="00D358D6"/>
    <w:rsid w:val="00D35A41"/>
    <w:rsid w:val="00D41AC2"/>
    <w:rsid w:val="00D5049F"/>
    <w:rsid w:val="00D5084B"/>
    <w:rsid w:val="00D50DD5"/>
    <w:rsid w:val="00D53520"/>
    <w:rsid w:val="00D56106"/>
    <w:rsid w:val="00D62197"/>
    <w:rsid w:val="00D62716"/>
    <w:rsid w:val="00D72357"/>
    <w:rsid w:val="00D72FB4"/>
    <w:rsid w:val="00D75C74"/>
    <w:rsid w:val="00D8379D"/>
    <w:rsid w:val="00D92904"/>
    <w:rsid w:val="00DA06FE"/>
    <w:rsid w:val="00DA23DE"/>
    <w:rsid w:val="00DA3915"/>
    <w:rsid w:val="00DA7F18"/>
    <w:rsid w:val="00DB425A"/>
    <w:rsid w:val="00DC0082"/>
    <w:rsid w:val="00DC38CF"/>
    <w:rsid w:val="00DC52FF"/>
    <w:rsid w:val="00DD0610"/>
    <w:rsid w:val="00DD2554"/>
    <w:rsid w:val="00DE14EE"/>
    <w:rsid w:val="00DE6A5B"/>
    <w:rsid w:val="00DF5BF3"/>
    <w:rsid w:val="00DF5F19"/>
    <w:rsid w:val="00E265DC"/>
    <w:rsid w:val="00E26D2A"/>
    <w:rsid w:val="00E274DD"/>
    <w:rsid w:val="00E32EDD"/>
    <w:rsid w:val="00E667A4"/>
    <w:rsid w:val="00E9463B"/>
    <w:rsid w:val="00E951E8"/>
    <w:rsid w:val="00EA7C83"/>
    <w:rsid w:val="00EC653D"/>
    <w:rsid w:val="00ED1C87"/>
    <w:rsid w:val="00ED5F5D"/>
    <w:rsid w:val="00ED7E49"/>
    <w:rsid w:val="00EE5C60"/>
    <w:rsid w:val="00EE62E8"/>
    <w:rsid w:val="00F02630"/>
    <w:rsid w:val="00F067B1"/>
    <w:rsid w:val="00F122A3"/>
    <w:rsid w:val="00F151E5"/>
    <w:rsid w:val="00F20F98"/>
    <w:rsid w:val="00F2131E"/>
    <w:rsid w:val="00F234B1"/>
    <w:rsid w:val="00F25E09"/>
    <w:rsid w:val="00F264D0"/>
    <w:rsid w:val="00F54383"/>
    <w:rsid w:val="00F66293"/>
    <w:rsid w:val="00F66CE2"/>
    <w:rsid w:val="00F87155"/>
    <w:rsid w:val="00F919B4"/>
    <w:rsid w:val="00F92E45"/>
    <w:rsid w:val="00FB6150"/>
    <w:rsid w:val="00FB765A"/>
    <w:rsid w:val="00FB7E50"/>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7C804197"/>
  <w15:docId w15:val="{9A54A50F-9E3E-43C3-86B2-5F1E2DB14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A4933-633C-4E8C-B5AC-3BAD3D61B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37</TotalTime>
  <Pages>1</Pages>
  <Words>157</Words>
  <Characters>899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24-09 kenren</cp:lastModifiedBy>
  <cp:revision>21</cp:revision>
  <cp:lastPrinted>2019-09-05T00:25:00Z</cp:lastPrinted>
  <dcterms:created xsi:type="dcterms:W3CDTF">2017-01-04T05:27:00Z</dcterms:created>
  <dcterms:modified xsi:type="dcterms:W3CDTF">2025-12-12T00:11:00Z</dcterms:modified>
</cp:coreProperties>
</file>