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DB524" w14:textId="77777777" w:rsidR="00FF53F7" w:rsidRDefault="00415952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77777777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7E8AA7A3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>
        <w:rPr>
          <w:rFonts w:ascii="ＭＳ 明朝" w:hAnsi="ＭＳ 明朝" w:hint="eastAsia"/>
        </w:rPr>
        <w:t xml:space="preserve">　</w:t>
      </w:r>
      <w:r w:rsidR="004269FE">
        <w:rPr>
          <w:rFonts w:ascii="ＭＳ 明朝" w:hAnsi="ＭＳ 明朝" w:hint="eastAsia"/>
        </w:rPr>
        <w:t xml:space="preserve">　</w:t>
      </w:r>
      <w:r w:rsidR="00FF53F7">
        <w:rPr>
          <w:rFonts w:ascii="ＭＳ 明朝" w:hAnsi="ＭＳ 明朝" w:hint="eastAsia"/>
        </w:rPr>
        <w:t>年　　月　　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78A5D1D8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〒</w:t>
      </w:r>
    </w:p>
    <w:p w14:paraId="0C7041DC" w14:textId="2F0E4F65" w:rsidR="00FF53F7" w:rsidRDefault="00FF53F7" w:rsidP="00AC1E62">
      <w:pPr>
        <w:pStyle w:val="a3"/>
        <w:snapToGrid w:val="0"/>
        <w:spacing w:line="240" w:lineRule="auto"/>
        <w:ind w:firstLineChars="17" w:firstLine="42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 w:rsidR="00EE2850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>所</w:t>
      </w:r>
      <w:r w:rsidR="00EE2850">
        <w:rPr>
          <w:rFonts w:ascii="ＭＳ 明朝" w:hAnsi="ＭＳ 明朝" w:hint="eastAsia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</w:t>
      </w:r>
      <w:r w:rsidR="00765B0A">
        <w:rPr>
          <w:rFonts w:ascii="ＭＳ 明朝" w:hAnsi="ＭＳ 明朝" w:hint="eastAsia"/>
          <w:spacing w:val="4"/>
          <w:u w:val="single" w:color="000000"/>
        </w:rPr>
        <w:t xml:space="preserve">　　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</w:t>
      </w:r>
    </w:p>
    <w:p w14:paraId="499B4819" w14:textId="77777777" w:rsidR="00FF53F7" w:rsidRDefault="00FF53F7" w:rsidP="00AC1E62">
      <w:pPr>
        <w:pStyle w:val="a3"/>
        <w:snapToGrid w:val="0"/>
        <w:spacing w:line="240" w:lineRule="auto"/>
        <w:ind w:left="3870"/>
        <w:rPr>
          <w:spacing w:val="0"/>
        </w:rPr>
      </w:pPr>
    </w:p>
    <w:p w14:paraId="6529C33E" w14:textId="609B07D6" w:rsidR="00FF53F7" w:rsidRPr="00EE2850" w:rsidRDefault="00EE2850" w:rsidP="00AC1E62">
      <w:pPr>
        <w:pStyle w:val="a3"/>
        <w:snapToGrid w:val="0"/>
        <w:spacing w:line="240" w:lineRule="auto"/>
        <w:ind w:left="3870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="00FF53F7" w:rsidRPr="00EE2850">
        <w:rPr>
          <w:rFonts w:ascii="ＭＳ 明朝" w:hAnsi="ＭＳ 明朝" w:hint="eastAsia"/>
          <w:spacing w:val="4"/>
          <w:u w:val="single"/>
        </w:rPr>
        <w:t xml:space="preserve">          </w:t>
      </w:r>
      <w:r w:rsidR="00765B0A">
        <w:rPr>
          <w:rFonts w:ascii="ＭＳ 明朝" w:hAnsi="ＭＳ 明朝" w:hint="eastAsia"/>
          <w:spacing w:val="4"/>
          <w:u w:val="single"/>
        </w:rPr>
        <w:t xml:space="preserve">　　　</w:t>
      </w:r>
      <w:r w:rsidR="00FF53F7" w:rsidRPr="00EE2850">
        <w:rPr>
          <w:rFonts w:ascii="ＭＳ 明朝" w:hAnsi="ＭＳ 明朝" w:hint="eastAsia"/>
          <w:spacing w:val="4"/>
          <w:u w:val="single"/>
        </w:rPr>
        <w:t xml:space="preserve">                </w:t>
      </w:r>
    </w:p>
    <w:p w14:paraId="0E340B6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DA614C7" w14:textId="323061C5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 w:rsid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 </w:t>
      </w:r>
      <w:r>
        <w:rPr>
          <w:rFonts w:ascii="ＭＳ 明朝" w:hAnsi="ＭＳ 明朝" w:hint="eastAsia"/>
          <w:spacing w:val="4"/>
          <w:u w:val="single" w:color="000000"/>
        </w:rPr>
        <w:t xml:space="preserve">          </w:t>
      </w:r>
      <w:r w:rsidR="00765B0A">
        <w:rPr>
          <w:rFonts w:ascii="ＭＳ 明朝" w:hAnsi="ＭＳ 明朝" w:hint="eastAsia"/>
          <w:spacing w:val="4"/>
          <w:u w:val="single" w:color="000000"/>
        </w:rPr>
        <w:t xml:space="preserve">　　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</w:t>
      </w:r>
      <w:r>
        <w:rPr>
          <w:rFonts w:ascii="ＭＳ 明朝" w:hAnsi="ＭＳ 明朝" w:hint="eastAsia"/>
          <w:u w:val="single" w:color="000000"/>
        </w:rPr>
        <w:t>㊞</w:t>
      </w:r>
    </w:p>
    <w:p w14:paraId="6778167E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0503D7E3" w14:textId="7A6881EF" w:rsidR="00FF53F7" w:rsidRPr="00950102" w:rsidRDefault="00FF53F7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</w:t>
      </w:r>
      <w:r w:rsidR="00950102">
        <w:rPr>
          <w:rFonts w:ascii="ＭＳ 明朝" w:hAnsi="ＭＳ 明朝" w:hint="eastAsia"/>
          <w:spacing w:val="4"/>
        </w:rPr>
        <w:t xml:space="preserve">　</w:t>
      </w:r>
      <w:r w:rsidR="007D1E9C"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1E9C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7D1E9C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 w:rsidR="00950102">
        <w:rPr>
          <w:rFonts w:ascii="ＭＳ 明朝" w:hAnsi="ＭＳ 明朝" w:hint="eastAsia"/>
          <w:spacing w:val="4"/>
          <w:u w:val="single"/>
        </w:rPr>
        <w:t xml:space="preserve">　　　　　</w:t>
      </w:r>
      <w:r w:rsidR="00765B0A">
        <w:rPr>
          <w:rFonts w:ascii="ＭＳ 明朝" w:hAnsi="ＭＳ 明朝" w:hint="eastAsia"/>
          <w:spacing w:val="4"/>
          <w:u w:val="single"/>
        </w:rPr>
        <w:t xml:space="preserve">　　　</w:t>
      </w:r>
      <w:r w:rsidR="00950102">
        <w:rPr>
          <w:rFonts w:ascii="ＭＳ 明朝" w:hAnsi="ＭＳ 明朝" w:hint="eastAsia"/>
          <w:spacing w:val="4"/>
          <w:u w:val="single"/>
        </w:rPr>
        <w:t xml:space="preserve">　　　　　　　　</w:t>
      </w:r>
    </w:p>
    <w:p w14:paraId="7F7DD975" w14:textId="77777777" w:rsidR="00950102" w:rsidRPr="00EE2850" w:rsidRDefault="00950102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1A0C4DF9" w14:textId="5DACDB19" w:rsidR="0056285C" w:rsidRPr="00827948" w:rsidRDefault="0056285C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="002C470B">
        <w:rPr>
          <w:rFonts w:ascii="ＭＳ 明朝" w:hAnsi="ＭＳ 明朝" w:hint="eastAsia"/>
          <w:spacing w:val="4"/>
          <w:u w:val="single"/>
        </w:rPr>
        <w:t>電話番号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　　</w:t>
      </w:r>
      <w:r w:rsidR="00765B0A">
        <w:rPr>
          <w:rFonts w:ascii="ＭＳ 明朝" w:hAnsi="ＭＳ 明朝" w:hint="eastAsia"/>
          <w:spacing w:val="4"/>
          <w:u w:val="single"/>
        </w:rPr>
        <w:t xml:space="preserve">　　　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</w:t>
      </w:r>
    </w:p>
    <w:p w14:paraId="651815A8" w14:textId="77777777" w:rsidR="0056285C" w:rsidRDefault="0056285C" w:rsidP="00AC1E62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3A0F4414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>
        <w:rPr>
          <w:rFonts w:ascii="ＭＳ 明朝" w:hAnsi="ＭＳ 明朝" w:hint="eastAsia"/>
          <w:u w:val="single" w:color="000000"/>
        </w:rPr>
        <w:t>携帯電話</w:t>
      </w:r>
      <w:r w:rsidR="0056285C">
        <w:rPr>
          <w:rFonts w:ascii="ＭＳ 明朝" w:hAnsi="ＭＳ 明朝" w:hint="eastAsia"/>
          <w:u w:val="single" w:color="000000"/>
        </w:rPr>
        <w:t>（担当者</w:t>
      </w:r>
      <w:r w:rsidR="00950102">
        <w:rPr>
          <w:rFonts w:ascii="ＭＳ 明朝" w:hAnsi="ＭＳ 明朝" w:hint="eastAsia"/>
          <w:u w:val="single" w:color="000000"/>
        </w:rPr>
        <w:t>）</w:t>
      </w:r>
      <w:r>
        <w:rPr>
          <w:rFonts w:ascii="ＭＳ 明朝" w:hAnsi="ＭＳ 明朝" w:hint="eastAsia"/>
          <w:spacing w:val="4"/>
          <w:u w:val="single" w:color="000000"/>
        </w:rPr>
        <w:t xml:space="preserve">     </w:t>
      </w:r>
      <w:r w:rsidR="00765B0A">
        <w:rPr>
          <w:rFonts w:ascii="ＭＳ 明朝" w:hAnsi="ＭＳ 明朝" w:hint="eastAsia"/>
          <w:spacing w:val="4"/>
          <w:u w:val="single" w:color="000000"/>
        </w:rPr>
        <w:t xml:space="preserve">　　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600E23EE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765B0A">
        <w:rPr>
          <w:rFonts w:ascii="ＭＳ 明朝" w:hAnsi="ＭＳ 明朝" w:hint="eastAsia"/>
          <w:spacing w:val="0"/>
        </w:rPr>
        <w:t>７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</w:t>
      </w:r>
      <w:r w:rsidR="00F90F7E">
        <w:rPr>
          <w:rFonts w:ascii="ＭＳ 明朝" w:hAnsi="ＭＳ 明朝" w:hint="eastAsia"/>
          <w:spacing w:val="0"/>
        </w:rPr>
        <w:t>航空祭（</w:t>
      </w:r>
      <w:r w:rsidR="00617E9C" w:rsidRPr="004269FE">
        <w:rPr>
          <w:rFonts w:ascii="ＭＳ 明朝" w:hAnsi="ＭＳ 明朝" w:hint="eastAsia"/>
          <w:spacing w:val="0"/>
        </w:rPr>
        <w:t>オープンベース</w:t>
      </w:r>
      <w:r w:rsidR="00F90F7E">
        <w:rPr>
          <w:rFonts w:ascii="ＭＳ 明朝" w:hAnsi="ＭＳ 明朝" w:hint="eastAsia"/>
          <w:spacing w:val="0"/>
        </w:rPr>
        <w:t>）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0A0851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0D728531" w14:textId="6565890A" w:rsidR="0088009B" w:rsidRPr="000A0851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 w:rsidRPr="000A0851">
        <w:rPr>
          <w:rFonts w:ascii="ＭＳ 明朝" w:hAnsi="ＭＳ 明朝" w:hint="eastAsia"/>
        </w:rPr>
        <w:t xml:space="preserve">　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627"/>
      </w:tblGrid>
      <w:tr w:rsidR="000A0851" w:rsidRPr="000A0851" w14:paraId="657F6D5C" w14:textId="77777777" w:rsidTr="000A0851">
        <w:trPr>
          <w:trHeight w:val="428"/>
        </w:trPr>
        <w:tc>
          <w:tcPr>
            <w:tcW w:w="2409" w:type="dxa"/>
            <w:vAlign w:val="center"/>
          </w:tcPr>
          <w:p w14:paraId="2A0592E0" w14:textId="555628BC" w:rsidR="00136E1C" w:rsidRPr="000A0851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区</w:t>
            </w:r>
            <w:r w:rsidR="00F90F7E" w:rsidRPr="000A0851">
              <w:rPr>
                <w:rFonts w:ascii="ＭＳ 明朝" w:hAnsi="ＭＳ 明朝" w:hint="eastAsia"/>
              </w:rPr>
              <w:t xml:space="preserve">　</w:t>
            </w:r>
            <w:r w:rsidRPr="000A0851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6627" w:type="dxa"/>
            <w:vAlign w:val="center"/>
          </w:tcPr>
          <w:p w14:paraId="32E06495" w14:textId="3ECFC46A" w:rsidR="00136E1C" w:rsidRPr="000A0851" w:rsidRDefault="00F90F7E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下欄の希望</w:t>
            </w:r>
            <w:r w:rsidR="00136E1C" w:rsidRPr="000A0851">
              <w:rPr>
                <w:rFonts w:ascii="ＭＳ 明朝" w:hAnsi="ＭＳ 明朝" w:hint="eastAsia"/>
              </w:rPr>
              <w:t>するものに○印を記入する。</w:t>
            </w:r>
          </w:p>
        </w:tc>
      </w:tr>
      <w:tr w:rsidR="000A0851" w:rsidRPr="000A0851" w14:paraId="23A25DAF" w14:textId="6C2A54E0" w:rsidTr="000A0851">
        <w:trPr>
          <w:trHeight w:val="1980"/>
        </w:trPr>
        <w:tc>
          <w:tcPr>
            <w:tcW w:w="2409" w:type="dxa"/>
            <w:vAlign w:val="center"/>
          </w:tcPr>
          <w:p w14:paraId="64935C54" w14:textId="63D9985A" w:rsidR="000A0851" w:rsidRPr="000A0851" w:rsidRDefault="000A0851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飲食販売</w:t>
            </w:r>
          </w:p>
        </w:tc>
        <w:tc>
          <w:tcPr>
            <w:tcW w:w="6627" w:type="dxa"/>
            <w:vAlign w:val="center"/>
          </w:tcPr>
          <w:p w14:paraId="43884F0A" w14:textId="51C15E6B" w:rsidR="000A0851" w:rsidRPr="000A0851" w:rsidRDefault="000A0851" w:rsidP="000A0851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 xml:space="preserve">　・肉類、粉食類　・スイーツ類　・飲料水</w:t>
            </w:r>
          </w:p>
          <w:p w14:paraId="5F4D1C35" w14:textId="77777777" w:rsidR="000A0851" w:rsidRPr="000A0851" w:rsidRDefault="000A0851" w:rsidP="00F90F7E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</w:p>
          <w:p w14:paraId="54325011" w14:textId="1CED3816" w:rsidR="000A0851" w:rsidRPr="000A0851" w:rsidRDefault="000A0851" w:rsidP="000A0851">
            <w:pPr>
              <w:pStyle w:val="a3"/>
              <w:snapToGrid w:val="0"/>
              <w:spacing w:line="240" w:lineRule="auto"/>
              <w:ind w:firstLineChars="100" w:firstLine="242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※複数品目販売の場合は、主力販売となる品目を</w:t>
            </w:r>
          </w:p>
          <w:p w14:paraId="2F0717E7" w14:textId="22B52499" w:rsidR="000A0851" w:rsidRPr="000A0851" w:rsidRDefault="000A0851" w:rsidP="000A0851">
            <w:pPr>
              <w:pStyle w:val="a3"/>
              <w:snapToGrid w:val="0"/>
              <w:spacing w:line="240" w:lineRule="auto"/>
              <w:ind w:firstLineChars="200" w:firstLine="484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選択してください。</w:t>
            </w:r>
          </w:p>
        </w:tc>
      </w:tr>
      <w:tr w:rsidR="00765B0A" w:rsidRPr="000A0851" w14:paraId="1D6DCEFE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6F0D7B2" w14:textId="3EACE5DE" w:rsidR="00136E1C" w:rsidRPr="000A0851" w:rsidRDefault="00F90F7E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物品</w:t>
            </w:r>
            <w:r w:rsidR="00136E1C" w:rsidRPr="000A0851">
              <w:rPr>
                <w:rFonts w:ascii="ＭＳ 明朝" w:hAnsi="ＭＳ 明朝" w:hint="eastAsia"/>
              </w:rPr>
              <w:t>販売</w:t>
            </w:r>
          </w:p>
        </w:tc>
        <w:tc>
          <w:tcPr>
            <w:tcW w:w="6627" w:type="dxa"/>
            <w:vAlign w:val="center"/>
          </w:tcPr>
          <w:p w14:paraId="008F8855" w14:textId="28F212EC" w:rsidR="00136E1C" w:rsidRPr="000A0851" w:rsidRDefault="000A0851" w:rsidP="00F90F7E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17AFCD75" w14:textId="77777777" w:rsidR="00A56201" w:rsidRPr="000A0851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0A0851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D3948" w14:textId="77777777" w:rsidR="00B246F7" w:rsidRDefault="00B246F7">
      <w:r>
        <w:separator/>
      </w:r>
    </w:p>
  </w:endnote>
  <w:endnote w:type="continuationSeparator" w:id="0">
    <w:p w14:paraId="455B311B" w14:textId="77777777" w:rsidR="00B246F7" w:rsidRDefault="00B2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39BBD" w14:textId="77777777" w:rsidR="00B246F7" w:rsidRDefault="00B246F7">
      <w:r>
        <w:separator/>
      </w:r>
    </w:p>
  </w:footnote>
  <w:footnote w:type="continuationSeparator" w:id="0">
    <w:p w14:paraId="5750B552" w14:textId="77777777" w:rsidR="00B246F7" w:rsidRDefault="00B2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085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6E1C"/>
    <w:rsid w:val="0014071B"/>
    <w:rsid w:val="0014474C"/>
    <w:rsid w:val="001501DA"/>
    <w:rsid w:val="00152D90"/>
    <w:rsid w:val="00165145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C470B"/>
    <w:rsid w:val="002D0724"/>
    <w:rsid w:val="002D288B"/>
    <w:rsid w:val="002E15E6"/>
    <w:rsid w:val="003039B8"/>
    <w:rsid w:val="00306F77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E5439"/>
    <w:rsid w:val="005F7416"/>
    <w:rsid w:val="00604009"/>
    <w:rsid w:val="006041F5"/>
    <w:rsid w:val="00607B7A"/>
    <w:rsid w:val="00617E9C"/>
    <w:rsid w:val="00623096"/>
    <w:rsid w:val="006275D1"/>
    <w:rsid w:val="00627C1A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5B0A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B0DAE"/>
    <w:rsid w:val="007D1E9C"/>
    <w:rsid w:val="007D4BFB"/>
    <w:rsid w:val="007D70B0"/>
    <w:rsid w:val="007F1E13"/>
    <w:rsid w:val="007F2AF1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3B9F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3A2"/>
    <w:rsid w:val="00AC1E62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246F7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07A8"/>
    <w:rsid w:val="00F66293"/>
    <w:rsid w:val="00F66CE2"/>
    <w:rsid w:val="00F87155"/>
    <w:rsid w:val="00F90F7E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24-09 kenren</cp:lastModifiedBy>
  <cp:revision>28</cp:revision>
  <cp:lastPrinted>2016-12-09T03:03:00Z</cp:lastPrinted>
  <dcterms:created xsi:type="dcterms:W3CDTF">2017-01-04T05:27:00Z</dcterms:created>
  <dcterms:modified xsi:type="dcterms:W3CDTF">2026-01-07T09:48:00Z</dcterms:modified>
</cp:coreProperties>
</file>